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6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05.0pt;height:86.4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0" w:bottom="280" w:left="60" w:right="760"/>
        </w:sectPr>
      </w:pPr>
      <w:rPr/>
    </w:p>
    <w:p>
      <w:pPr>
        <w:spacing w:before="29" w:after="0" w:line="240" w:lineRule="auto"/>
        <w:ind w:left="300" w:right="603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62.546234pt;margin-top:-85.964119pt;width:163.685422pt;height:25.5pt;mso-position-horizontal-relative:page;mso-position-vertical-relative:paragraph;z-index:-4908" type="#_x0000_t75">
            <v:imagedata r:id="rId6" o:title=""/>
          </v:shape>
        </w:pict>
      </w:r>
      <w:r>
        <w:rPr/>
        <w:pict>
          <v:group style="position:absolute;margin-left:337.549988pt;margin-top:-86.246048pt;width:42.546604pt;height:21.113164pt;mso-position-horizontal-relative:page;mso-position-vertical-relative:paragraph;z-index:-4907" coordorigin="6751,-1725" coordsize="851,422">
            <v:group style="position:absolute;left:6821;top:-1578;width:416;height:266" coordorigin="6821,-1578" coordsize="416,266">
              <v:shape style="position:absolute;left:6821;top:-1578;width:416;height:266" coordorigin="6821,-1578" coordsize="416,266" path="m7042,-1578l6979,-1574,6904,-1551,6852,-1516,6821,-1445,6821,-1438,6823,-1419,6871,-1355,6939,-1324,7000,-1314,7051,-1313,7074,-1314,7136,-1324,7204,-1353,7233,-1379,7033,-1379,7015,-1382,6998,-1390,6978,-1405,6970,-1422,6968,-1445,6969,-1453,7004,-1503,7044,-1511,7237,-1511,7223,-1526,7172,-1559,7091,-1576,7068,-1578,7042,-1578e" filled="t" fillcolor="#9999FF" stroked="f">
                <v:path arrowok="t"/>
                <v:fill/>
              </v:shape>
            </v:group>
            <v:group style="position:absolute;left:7033;top:-1511;width:227;height:133" coordorigin="7033,-1511" coordsize="227,133">
              <v:shape style="position:absolute;left:7033;top:-1511;width:227;height:133" coordorigin="7033,-1511" coordsize="227,133" path="m7237,-1511l7044,-1511,7063,-1509,7082,-1502,7100,-1489,7108,-1476,7111,-1456,7111,-1427,7057,-1380,7033,-1379,7233,-1379,7259,-1435,7261,-1459,7257,-1476,7250,-1493,7239,-1509,7237,-1511e" filled="t" fillcolor="#9999FF" stroked="f">
                <v:path arrowok="t"/>
                <v:fill/>
              </v:shape>
            </v:group>
            <v:group style="position:absolute;left:7296;top:-1675;width:296;height:357" coordorigin="7296,-1675" coordsize="296,357">
              <v:shape style="position:absolute;left:7296;top:-1675;width:296;height:357" coordorigin="7296,-1675" coordsize="296,357" path="m7489,-1675l7429,-1671,7368,-1641,7351,-1576,7335,-1572,7316,-1569,7296,-1560,7297,-1540,7301,-1521,7309,-1501,7329,-1500,7349,-1498,7349,-1478,7348,-1458,7348,-1442,7348,-1398,7348,-1378,7349,-1358,7350,-1338,7352,-1318,7412,-1319,7472,-1321,7492,-1342,7493,-1362,7498,-1442,7507,-1501,7527,-1502,7547,-1506,7567,-1513,7566,-1533,7564,-1553,7558,-1572,7498,-1572,7499,-1584,7529,-1613,7571,-1613,7585,-1614,7590,-1632,7592,-1651,7588,-1670,7567,-1672,7547,-1673,7528,-1674,7509,-1675,7489,-1675e" filled="t" fillcolor="#9999FF" stroked="f">
                <v:path arrowok="t"/>
                <v:fill/>
              </v:shape>
              <v:shape style="position:absolute;left:7296;top:-1675;width:296;height:357" coordorigin="7296,-1675" coordsize="296,357" path="m7571,-1613l7529,-1613,7545,-1613,7563,-1613,7571,-1613e" filled="t" fillcolor="#9999FF" stroked="f">
                <v:path arrowok="t"/>
                <v:fill/>
              </v:shape>
            </v:group>
            <v:group style="position:absolute;left:6761;top:-1618;width:416;height:266" coordorigin="6761,-1618" coordsize="416,266">
              <v:shape style="position:absolute;left:6761;top:-1618;width:416;height:266" coordorigin="6761,-1618" coordsize="416,266" path="m6982,-1618l6919,-1614,6844,-1591,6792,-1556,6761,-1485,6761,-1478,6763,-1459,6811,-1395,6879,-1364,6940,-1354,6991,-1353,7014,-1354,7076,-1364,7144,-1393,7173,-1419,6973,-1419,6955,-1422,6938,-1430,6918,-1445,6910,-1462,6908,-1485,6909,-1493,6944,-1543,6984,-1551,7177,-1551,7163,-1566,7112,-1599,7031,-1616,7008,-1618,6982,-1618e" filled="t" fillcolor="#B1B1B1" stroked="f">
                <v:path arrowok="t"/>
                <v:fill/>
              </v:shape>
            </v:group>
            <v:group style="position:absolute;left:6973;top:-1551;width:227;height:133" coordorigin="6973,-1551" coordsize="227,133">
              <v:shape style="position:absolute;left:6973;top:-1551;width:227;height:133" coordorigin="6973,-1551" coordsize="227,133" path="m7177,-1551l6984,-1551,7003,-1549,7022,-1542,7040,-1529,7048,-1516,7051,-1496,7051,-1467,6997,-1420,6973,-1419,7173,-1419,7199,-1475,7201,-1499,7197,-1516,7190,-1533,7179,-1549,7177,-1551e" filled="t" fillcolor="#B1B1B1" stroked="f">
                <v:path arrowok="t"/>
                <v:fill/>
              </v:shape>
            </v:group>
            <v:group style="position:absolute;left:7236;top:-1715;width:296;height:357" coordorigin="7236,-1715" coordsize="296,357">
              <v:shape style="position:absolute;left:7236;top:-1715;width:296;height:357" coordorigin="7236,-1715" coordsize="296,357" path="m7429,-1715l7369,-1711,7308,-1681,7291,-1616,7275,-1612,7256,-1609,7236,-1600,7237,-1580,7241,-1561,7249,-1541,7269,-1540,7289,-1538,7289,-1518,7288,-1498,7288,-1482,7288,-1438,7288,-1418,7289,-1398,7290,-1378,7292,-1358,7352,-1359,7412,-1361,7432,-1382,7433,-1402,7438,-1482,7447,-1541,7467,-1542,7487,-1546,7507,-1553,7506,-1573,7504,-1593,7498,-1612,7438,-1612,7439,-1624,7469,-1653,7511,-1653,7525,-1654,7530,-1672,7532,-1691,7528,-1710,7507,-1712,7487,-1713,7468,-1714,7449,-1715,7429,-1715e" filled="t" fillcolor="#B1B1B1" stroked="f">
                <v:path arrowok="t"/>
                <v:fill/>
              </v:shape>
              <v:shape style="position:absolute;left:7236;top:-1715;width:296;height:357" coordorigin="7236,-1715" coordsize="296,357" path="m7511,-1653l7469,-1653,7485,-1653,7503,-1653,7511,-1653e" filled="t" fillcolor="#B1B1B1" stroked="f">
                <v:path arrowok="t"/>
                <v:fill/>
              </v:shape>
            </v:group>
            <v:group style="position:absolute;left:6761;top:-1618;width:440;height:266" coordorigin="6761,-1618" coordsize="440,266">
              <v:shape style="position:absolute;left:6761;top:-1618;width:440;height:266" coordorigin="6761,-1618" coordsize="440,266" path="m6761,-1485l6792,-1556,6844,-1591,6919,-1614,6982,-1618,7008,-1618,7074,-1610,7143,-1583,7190,-1533,7201,-1499,7199,-1475,7161,-1406,7094,-1369,7035,-1356,6991,-1353,6964,-1353,6898,-1360,6832,-1382,6779,-1425,6761,-1485xe" filled="f" stroked="t" strokeweight="1pt" strokecolor="#3333CC">
                <v:path arrowok="t"/>
              </v:shape>
            </v:group>
            <v:group style="position:absolute;left:6908;top:-1551;width:143;height:133" coordorigin="6908,-1551" coordsize="143,133">
              <v:shape style="position:absolute;left:6908;top:-1551;width:143;height:133" coordorigin="6908,-1551" coordsize="143,133" path="m6908,-1485l6938,-1430,6973,-1419,6997,-1420,7051,-1467,7051,-1496,7048,-1516,7040,-1529,7022,-1542,7003,-1549,6984,-1551,6963,-1549,6913,-1510,6908,-1485xe" filled="f" stroked="t" strokeweight="1pt" strokecolor="#3333CC">
                <v:path arrowok="t"/>
              </v:shape>
            </v:group>
            <v:group style="position:absolute;left:7236;top:-1715;width:296;height:357" coordorigin="7236,-1715" coordsize="296,357">
              <v:shape style="position:absolute;left:7236;top:-1715;width:296;height:357" coordorigin="7236,-1715" coordsize="296,357" path="m7438,-1612l7458,-1612,7478,-1612,7498,-1612,7504,-1593,7506,-1573,7507,-1553,7487,-1546,7467,-1542,7447,-1541,7444,-1521,7436,-1462,7432,-1382,7432,-1362,7412,-1361,7352,-1359,7292,-1358,7290,-1378,7289,-1398,7288,-1418,7288,-1438,7288,-1458,7288,-1478,7288,-1498,7289,-1518,7289,-1538,7269,-1540,7249,-1541,7241,-1561,7237,-1580,7236,-1600,7256,-1609,7275,-1612,7291,-1616,7291,-1620,7291,-1624,7292,-1634,7294,-1646,7297,-1658,7301,-1671,7352,-1707,7429,-1715,7449,-1715,7528,-1710,7532,-1691,7530,-1672,7525,-1654,7503,-1653,7485,-1653,7469,-1653,7439,-1624,7438,-1612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2.443634pt;margin-top:-85.964119pt;width:133.735616pt;height:21.0375pt;mso-position-horizontal-relative:page;mso-position-vertical-relative:paragraph;z-index:-4906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3.000002" w:type="dxa"/>
      </w:tblPr>
      <w:tblGrid/>
      <w:tr>
        <w:trPr>
          <w:trHeight w:val="762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552" w:space="0" w:color="538DD3"/>
            </w:tcBorders>
            <w:shd w:val="clear" w:color="auto" w:fill="538DD3"/>
          </w:tcPr>
          <w:p>
            <w:pPr>
              <w:spacing w:before="7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81" w:type="dxa"/>
            <w:tcBorders>
              <w:top w:val="nil" w:sz="6" w:space="0" w:color="auto"/>
              <w:bottom w:val="single" w:sz="18.080" w:space="0" w:color="4F81BC"/>
              <w:left w:val="single" w:sz="35.552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60" w:lineRule="exact"/>
              <w:ind w:left="146" w:right="121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eek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328" w:right="29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14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39" w:lineRule="exact"/>
              <w:ind w:left="194" w:right="16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201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60" w:lineRule="exact"/>
              <w:ind w:left="146" w:right="121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eek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329" w:right="29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15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39" w:lineRule="exact"/>
              <w:ind w:left="194" w:right="16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201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cts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2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2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6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HU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50" w:right="32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50" w:right="32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57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exact"/>
              <w:ind w:left="90" w:right="3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8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32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32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273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6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240" w:lineRule="auto"/>
              <w:ind w:left="17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220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240" w:lineRule="auto"/>
              <w:ind w:left="17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319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17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2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24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Dyse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4" w:after="0" w:line="240" w:lineRule="auto"/>
              <w:ind w:left="11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4" w:after="0" w:line="240" w:lineRule="auto"/>
              <w:ind w:left="109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1064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4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39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8"/>
                <w:w w:val="100"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595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4" w:lineRule="exact"/>
              <w:ind w:left="307" w:right="115" w:firstLine="-1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70281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4" w:lineRule="exact"/>
              <w:ind w:left="90" w:right="212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91467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2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17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17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242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6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240" w:lineRule="auto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240" w:lineRule="auto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17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NNT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1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2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6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8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307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20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1" w:lineRule="exact"/>
              <w:ind w:left="90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08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17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998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5" w:lineRule="exact"/>
              <w:ind w:left="109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00" w:right="5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00" w:right="-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3" w:after="0" w:line="250" w:lineRule="exact"/>
        <w:ind w:left="300" w:right="-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1" w:after="0" w:line="254" w:lineRule="exact"/>
        <w:ind w:left="30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10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0%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39" w:lineRule="auto"/>
        <w:ind w:left="300" w:right="-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20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7" w:after="0" w:line="182" w:lineRule="exact"/>
        <w:ind w:left="300" w:right="31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1" w:lineRule="exact"/>
        <w:ind w:left="300" w:right="3212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240" w:lineRule="auto"/>
        <w:ind w:left="382" w:right="83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5"/>
          <w:w w:val="100"/>
          <w:b/>
          <w:bCs/>
          <w:i/>
        </w:rPr>
      </w:r>
      <w:hyperlink r:id="rId8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4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4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9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1"/>
          <w:w w:val="100"/>
          <w:b/>
          <w:bCs/>
          <w:i/>
        </w:rPr>
      </w:r>
      <w:hyperlink r:id="rId9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359" w:lineRule="auto"/>
        <w:ind w:left="170" w:right="108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288.529999pt;margin-top:-57.404114pt;width:158.330pt;height:54.404428pt;mso-position-horizontal-relative:page;mso-position-vertical-relative:paragraph;z-index:-4905" type="#_x0000_t75">
            <v:imagedata r:id="rId10" o:title=""/>
          </v:shape>
        </w:pict>
      </w:r>
      <w:r>
        <w:rPr/>
        <w:pict>
          <v:shape style="position:absolute;margin-left:209.949997pt;margin-top:-30.724113pt;width:73.536411pt;height:27.709476pt;mso-position-horizontal-relative:page;mso-position-vertical-relative:paragraph;z-index:-4904" type="#_x0000_t75">
            <v:imagedata r:id="rId11" o:title=""/>
          </v:shape>
        </w:pict>
      </w:r>
      <w:r>
        <w:rPr/>
        <w:pict>
          <v:shape style="position:absolute;margin-left:452.440002pt;margin-top:-30.724113pt;width:77.256601pt;height:22.5pt;mso-position-horizontal-relative:page;mso-position-vertical-relative:paragraph;z-index:-4903" type="#_x0000_t75">
            <v:imagedata r:id="rId12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6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]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" w:after="0" w:line="240" w:lineRule="auto"/>
        <w:ind w:left="170" w:right="10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i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i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70" w:right="98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61.220001pt;margin-top:11.507524pt;width:3.12pt;height:1.2pt;mso-position-horizontal-relative:page;mso-position-vertical-relative:paragraph;z-index:-4909" coordorigin="5224,230" coordsize="62,24">
            <v:shape style="position:absolute;left:5224;top:230;width:62;height:24" coordorigin="5224,230" coordsize="62,24" path="m5224,242l5287,242e" filled="f" stroked="t" strokeweight="1.3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&amp;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i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45" w:lineRule="auto"/>
        <w:ind w:left="170" w:right="9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0" w:right="417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1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70" w:right="146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70" w:right="9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0" w:right="9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170" w:right="31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0" w:right="10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9" w:lineRule="auto"/>
        <w:ind w:left="170" w:right="9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d;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0" w:right="16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0" w:right="20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k.</w:t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70" w:right="276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1920" w:h="16840"/>
          <w:pgMar w:top="60" w:bottom="280" w:left="60" w:right="760"/>
          <w:cols w:num="2" w:equalWidth="0">
            <w:col w:w="4038" w:space="101"/>
            <w:col w:w="6961"/>
          </w:cols>
        </w:sectPr>
      </w:pPr>
      <w:rPr/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1" w:lineRule="auto"/>
        <w:ind w:left="103" w:right="50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uk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60" w:bottom="280" w:left="60" w:right="760"/>
        </w:sectPr>
      </w:pPr>
      <w:rPr/>
    </w:p>
    <w:p>
      <w:pPr>
        <w:spacing w:before="82" w:after="0" w:line="240" w:lineRule="auto"/>
        <w:ind w:left="52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il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5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3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6" w:lineRule="auto"/>
              <w:ind w:left="115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36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6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6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9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931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81" w:hRule="exact"/>
        </w:trPr>
        <w:tc>
          <w:tcPr>
            <w:tcW w:w="1532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725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2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36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5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9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90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0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9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372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596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476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1286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1522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8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8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2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81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382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2678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725" w:type="dxa"/>
            <w:tcBorders>
              <w:top w:val="single" w:sz="4.640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24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272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239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2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676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2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45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9" w:lineRule="exact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9" w:lineRule="exact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9" w:lineRule="exact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</w:tbl>
    <w:p>
      <w:pPr>
        <w:jc w:val="right"/>
        <w:spacing w:after="0"/>
        <w:sectPr>
          <w:pgNumType w:start="2"/>
          <w:pgMar w:footer="300" w:header="0" w:top="580" w:bottom="500" w:left="260" w:right="180"/>
          <w:footerReference w:type="default" r:id="rId13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6" w:lineRule="auto"/>
              <w:ind w:left="114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3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40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24" w:lineRule="exact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5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337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5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9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54" w:hRule="exact"/>
        </w:trPr>
        <w:tc>
          <w:tcPr>
            <w:tcW w:w="1532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944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9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9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9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5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gegwa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355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935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50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2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1077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327" w:hRule="exact"/>
        </w:trPr>
        <w:tc>
          <w:tcPr>
            <w:tcW w:w="1532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397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0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336" w:hRule="exact"/>
        </w:trPr>
        <w:tc>
          <w:tcPr>
            <w:tcW w:w="1532" w:type="dxa"/>
            <w:tcBorders>
              <w:top w:val="single" w:sz="4.8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8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832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832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96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5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832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75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5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832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5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832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75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50" w:hRule="exact"/>
        </w:trPr>
        <w:tc>
          <w:tcPr>
            <w:tcW w:w="1532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1278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2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5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1183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460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572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286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499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409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2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54" w:hRule="exact"/>
        </w:trPr>
        <w:tc>
          <w:tcPr>
            <w:tcW w:w="1532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398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18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6" w:lineRule="auto"/>
              <w:ind w:left="114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3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716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53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996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1493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3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1937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3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3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2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single" w:sz="4.640" w:space="0" w:color="000000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5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2925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6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" w:space="0" w:color="000000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single" w:sz="4.640" w:space="0" w:color="000000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53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2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5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6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716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nil" w:sz="6" w:space="0" w:color="auto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nil" w:sz="6" w:space="0" w:color="auto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52" w:hRule="exact"/>
        </w:trPr>
        <w:tc>
          <w:tcPr>
            <w:tcW w:w="1532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5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27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13" w:type="dxa"/>
            <w:tcBorders>
              <w:top w:val="nil" w:sz="6" w:space="0" w:color="auto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36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3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67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7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716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nil" w:sz="6" w:space="0" w:color="auto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989" w:type="dxa"/>
            <w:tcBorders>
              <w:top w:val="nil" w:sz="6" w:space="0" w:color="auto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14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91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2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2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14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1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1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242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16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16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98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2055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74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700" w:left="260" w:right="18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4909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esd@health.go.ug" TargetMode="External"/><Relationship Id="rId9" Type="http://schemas.openxmlformats.org/officeDocument/2006/relationships/hyperlink" Target="mailto:esduganda@yahoo.co.uk" TargetMode="Externa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:title> </dc:title>
  <dcterms:created xsi:type="dcterms:W3CDTF">2015-12-10T13:36:52Z</dcterms:created>
  <dcterms:modified xsi:type="dcterms:W3CDTF">2015-12-10T13:36:52Z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2015-04-24T00:00:00Z</vt:filetime>
  </property>
  <property fmtid="{D5CDD505-2E9C-101B-9397-08002B2CF9AE}" pid="3" name="LastSaved">
    <vt:filetime>2015-12-10T00:00:00Z</vt:filetime>
  </property>
</Properties>
</file>