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1" w:after="0" w:line="240" w:lineRule="auto"/>
        <w:ind w:left="33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0.904476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40" w:right="540"/>
        </w:sectPr>
      </w:pPr>
      <w:rPr/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/>
        <w:pict>
          <v:shape style="position:absolute;margin-left:155.953400pt;margin-top:16.569988pt;width:152.374575pt;height:19.875pt;mso-position-horizontal-relative:page;mso-position-vertical-relative:page;z-index:-5064" type="#_x0000_t75">
            <v:imagedata r:id="rId6" o:title=""/>
          </v:shape>
        </w:pict>
      </w:r>
      <w:r>
        <w:rPr/>
        <w:pict>
          <v:shape style="position:absolute;margin-left:209.600006pt;margin-top:68.349991pt;width:241.429264pt;height:19.11pt;mso-position-horizontal-relative:page;mso-position-vertical-relative:page;z-index:-5060" type="#_x0000_t75">
            <v:imagedata r:id="rId7" o:title=""/>
          </v:shape>
        </w:pict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8" w:right="17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17.159607pt;margin-top:-87.903641pt;width:39.473507pt;height:16.463184pt;mso-position-horizontal-relative:page;mso-position-vertical-relative:paragraph;z-index:-5063" coordorigin="6343,-1758" coordsize="789,329">
            <v:group style="position:absolute;left:6413;top:-1636;width:384;height:197" coordorigin="6413,-1636" coordsize="384,197">
              <v:shape style="position:absolute;left:6413;top:-1636;width:384;height:197" coordorigin="6413,-1636" coordsize="384,197" path="m6613,-1636l6550,-1632,6475,-1610,6425,-1572,6413,-1533,6416,-1516,6481,-1459,6550,-1442,6622,-1439,6643,-1440,6703,-1447,6777,-1475,6794,-1488,6602,-1488,6583,-1492,6565,-1501,6552,-1516,6549,-1537,6549,-1542,6605,-1585,6631,-1586,6798,-1586,6793,-1591,6725,-1624,6663,-1634,6639,-1636,6613,-1636e" filled="t" fillcolor="#9999FF" stroked="f">
                <v:path arrowok="t"/>
                <v:fill/>
              </v:shape>
            </v:group>
            <v:group style="position:absolute;left:6602;top:-1586;width:216;height:98" coordorigin="6602,-1586" coordsize="216,98">
              <v:shape style="position:absolute;left:6602;top:-1586;width:216;height:98" coordorigin="6602,-1586" coordsize="216,98" path="m6798,-1586l6631,-1586,6650,-1581,6669,-1571,6679,-1556,6682,-1533,6676,-1513,6662,-1499,6647,-1493,6629,-1489,6602,-1488,6794,-1488,6794,-1489,6807,-1504,6815,-1521,6818,-1541,6815,-1559,6807,-1575,6798,-1586e" filled="t" fillcolor="#9999FF" stroked="f">
                <v:path arrowok="t"/>
                <v:fill/>
              </v:shape>
            </v:group>
            <v:group style="position:absolute;left:6851;top:-1708;width:272;height:265" coordorigin="6851,-1708" coordsize="272,265">
              <v:shape style="position:absolute;left:6851;top:-1708;width:272;height:265" coordorigin="6851,-1708" coordsize="272,265" path="m7019,-1708l6946,-1699,6925,-1689,6917,-1683,6901,-1635,6889,-1632,6870,-1629,6851,-1618,6853,-1598,6861,-1579,6880,-1575,6899,-1562,6899,-1542,6899,-1522,6900,-1502,6903,-1483,6906,-1463,6912,-1443,6932,-1443,7011,-1453,7032,-1479,7033,-1499,7038,-1559,7061,-1580,7080,-1583,7100,-1592,7100,-1612,7097,-1632,7037,-1632,7037,-1640,7065,-1662,7079,-1662,7096,-1663,7119,-1668,7123,-1686,7117,-1705,7095,-1706,7075,-1707,7056,-1708,7037,-1708,7019,-1708e" filled="t" fillcolor="#9999FF" stroked="f">
                <v:path arrowok="t"/>
                <v:fill/>
              </v:shape>
            </v:group>
            <v:group style="position:absolute;left:6353;top:-1676;width:384;height:197" coordorigin="6353,-1676" coordsize="384,197">
              <v:shape style="position:absolute;left:6353;top:-1676;width:384;height:197" coordorigin="6353,-1676" coordsize="384,197" path="m6553,-1676l6490,-1672,6415,-1650,6365,-1612,6353,-1573,6356,-1556,6421,-1499,6490,-1482,6562,-1479,6583,-1480,6643,-1487,6717,-1515,6734,-1528,6542,-1528,6523,-1532,6505,-1541,6492,-1556,6489,-1577,6489,-1582,6545,-1625,6571,-1626,6738,-1626,6733,-1631,6665,-1664,6603,-1674,6579,-1676,6553,-1676e" filled="t" fillcolor="#B1B1B1" stroked="f">
                <v:path arrowok="t"/>
                <v:fill/>
              </v:shape>
            </v:group>
            <v:group style="position:absolute;left:6542;top:-1626;width:216;height:98" coordorigin="6542,-1626" coordsize="216,98">
              <v:shape style="position:absolute;left:6542;top:-1626;width:216;height:98" coordorigin="6542,-1626" coordsize="216,98" path="m6738,-1626l6571,-1626,6590,-1621,6609,-1611,6619,-1596,6622,-1573,6616,-1553,6602,-1539,6587,-1533,6569,-1529,6542,-1528,6734,-1528,6734,-1529,6747,-1544,6755,-1561,6758,-1581,6755,-1599,6747,-1615,6738,-1626e" filled="t" fillcolor="#B1B1B1" stroked="f">
                <v:path arrowok="t"/>
                <v:fill/>
              </v:shape>
            </v:group>
            <v:group style="position:absolute;left:6791;top:-1748;width:272;height:265" coordorigin="6791,-1748" coordsize="272,265">
              <v:shape style="position:absolute;left:6791;top:-1748;width:272;height:265" coordorigin="6791,-1748" coordsize="272,265" path="m6959,-1748l6886,-1739,6865,-1729,6857,-1723,6841,-1675,6829,-1672,6810,-1669,6791,-1658,6793,-1638,6801,-1619,6820,-1615,6839,-1602,6839,-1582,6839,-1562,6840,-1542,6843,-1523,6846,-1503,6852,-1483,6872,-1483,6951,-1493,6972,-1519,6973,-1539,6978,-1599,7001,-1620,7020,-1623,7040,-1632,7040,-1652,7037,-1672,6977,-1672,6977,-1680,7005,-1702,7019,-1702,7036,-1703,7059,-1708,7063,-1726,7057,-1745,7035,-1746,7015,-1747,6996,-1748,6977,-1748,6959,-1748e" filled="t" fillcolor="#B1B1B1" stroked="f">
                <v:path arrowok="t"/>
                <v:fill/>
              </v:shape>
            </v:group>
            <v:group style="position:absolute;left:6353;top:-1676;width:405;height:197" coordorigin="6353,-1676" coordsize="405,197">
              <v:shape style="position:absolute;left:6353;top:-1676;width:405;height:197" coordorigin="6353,-1676" coordsize="405,197" path="m6353,-1577l6397,-1641,6471,-1668,6531,-1676,6553,-1676,6579,-1676,6647,-1669,6712,-1646,6755,-1599,6758,-1581,6755,-1561,6717,-1515,6643,-1487,6583,-1480,6562,-1479,6536,-1479,6471,-1485,6396,-1512,6353,-1573,6353,-1577xe" filled="f" stroked="t" strokeweight="1pt" strokecolor="#3333CC">
                <v:path arrowok="t"/>
              </v:shape>
            </v:group>
            <v:group style="position:absolute;left:6489;top:-1626;width:133;height:98" coordorigin="6489,-1626" coordsize="133,98">
              <v:shape style="position:absolute;left:6489;top:-1626;width:133;height:98" coordorigin="6489,-1626" coordsize="133,98" path="m6489,-1577l6492,-1556,6505,-1541,6523,-1532,6542,-1528,6569,-1529,6587,-1533,6602,-1539,6616,-1553,6622,-1573,6619,-1596,6609,-1611,6590,-1621,6571,-1626,6545,-1625,6489,-1582,6489,-1577xe" filled="f" stroked="t" strokeweight="1pt" strokecolor="#3333CC">
                <v:path arrowok="t"/>
              </v:shape>
            </v:group>
            <v:group style="position:absolute;left:6791;top:-1748;width:272;height:265" coordorigin="6791,-1748" coordsize="272,265">
              <v:shape style="position:absolute;left:6791;top:-1748;width:272;height:265" coordorigin="6791,-1748" coordsize="272,265" path="m6977,-1672l6997,-1672,7017,-1672,7037,-1672,7040,-1652,7040,-1632,7020,-1623,7001,-1620,6981,-1619,6978,-1599,6973,-1539,6971,-1499,6951,-1493,6892,-1484,6852,-1483,6846,-1503,6843,-1523,6840,-1542,6839,-1562,6839,-1582,6839,-1602,6820,-1615,6801,-1619,6793,-1638,6791,-1658,6810,-1669,6829,-1672,6841,-1675,6842,-1678,6842,-1680,6842,-1688,6865,-1729,6874,-1735,6937,-1747,6959,-1748,6977,-1748,7057,-1745,7063,-1726,7059,-1708,7036,-1703,7019,-1702,7005,-1702,6996,-1701,6977,-1680,6977,-1672xe" filled="f" stroked="t" strokeweight="1.0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67.826111pt;margin-top:-87.686852pt;width:121.550838pt;height:16.170000pt;mso-position-horizontal-relative:page;mso-position-vertical-relative:paragraph;z-index:-5062" type="#_x0000_t75">
            <v:imagedata r:id="rId8" o:title=""/>
          </v:shape>
        </w:pict>
      </w:r>
      <w:r>
        <w:rPr/>
        <w:pict>
          <v:shape style="position:absolute;margin-left:275.061188pt;margin-top:-61.996849pt;width:141.907178pt;height:19.875pt;mso-position-horizontal-relative:page;mso-position-vertical-relative:paragraph;z-index:-5061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1" w:lineRule="exact"/>
        <w:ind w:left="248" w:right="80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538DD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" w:right="227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799999" w:type="dxa"/>
      </w:tblPr>
      <w:tblGrid/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90" w:after="0" w:line="240" w:lineRule="auto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3" w:lineRule="exact"/>
              <w:ind w:left="59" w:right="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52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38" w:lineRule="exact"/>
              <w:ind w:left="261" w:right="24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2015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3" w:lineRule="exact"/>
              <w:ind w:left="110" w:right="9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38" w:lineRule="exact"/>
              <w:ind w:left="261" w:right="2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2016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43" w:right="32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43" w:right="32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</w:tr>
      <w:tr>
        <w:trPr>
          <w:trHeight w:val="334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HU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7" w:lineRule="exact"/>
              <w:ind w:left="403" w:right="38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63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7" w:lineRule="exact"/>
              <w:ind w:left="403" w:right="38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68</w:t>
            </w:r>
          </w:p>
        </w:tc>
      </w:tr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" w:after="0" w:line="240" w:lineRule="exact"/>
              <w:ind w:left="85" w:right="4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ports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463" w:right="44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461" w:right="44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</w:tr>
      <w:tr>
        <w:trPr>
          <w:trHeight w:val="334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(1)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463" w:right="44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365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7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543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7" w:after="0" w:line="240" w:lineRule="auto"/>
              <w:ind w:left="21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645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</w:tr>
      <w:tr>
        <w:trPr>
          <w:trHeight w:val="523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1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  <w:p>
            <w:pPr>
              <w:spacing w:before="0" w:after="0" w:line="238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orm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3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2(0)</w:t>
            </w:r>
          </w:p>
        </w:tc>
      </w:tr>
      <w:tr>
        <w:trPr>
          <w:trHeight w:val="5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" w:after="0" w:line="240" w:lineRule="auto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134" w:right="11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125,558</w:t>
            </w:r>
          </w:p>
          <w:p>
            <w:pPr>
              <w:spacing w:before="0" w:after="0" w:line="240" w:lineRule="auto"/>
              <w:ind w:left="323" w:right="30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133" w:right="1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,370</w:t>
            </w:r>
          </w:p>
          <w:p>
            <w:pPr>
              <w:spacing w:before="0" w:after="0" w:line="240" w:lineRule="auto"/>
              <w:ind w:left="323" w:right="30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(31)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2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2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(1)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2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</w:tr>
      <w:tr>
        <w:trPr>
          <w:trHeight w:val="319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NNT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7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7" w:lineRule="exact"/>
              <w:ind w:left="463" w:right="44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5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ue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33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(1)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463" w:right="44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phoid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1298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(0)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15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(2)</w:t>
            </w:r>
          </w:p>
        </w:tc>
      </w:tr>
      <w:tr>
        <w:trPr>
          <w:trHeight w:val="320" w:hRule="exact"/>
        </w:trPr>
        <w:tc>
          <w:tcPr>
            <w:tcW w:w="1548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63" w:lineRule="exact"/>
              <w:ind w:left="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MDR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TB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2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70" w:lineRule="exact"/>
              <w:ind w:left="2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(1)</w:t>
            </w:r>
          </w:p>
        </w:tc>
      </w:tr>
    </w:tbl>
    <w:p>
      <w:pPr>
        <w:spacing w:before="0" w:after="0" w:line="240" w:lineRule="auto"/>
        <w:ind w:left="248" w:right="188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4F81BC"/>
          <w:spacing w:val="0"/>
          <w:w w:val="100"/>
          <w:b/>
          <w:bCs/>
        </w:rPr>
        <w:t>ided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116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8" w:right="-6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64" w:after="0" w:line="240" w:lineRule="auto"/>
        <w:ind w:left="1" w:right="132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ogical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  <w:t>28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19"/>
          <w:w w:val="100"/>
          <w:b/>
          <w:bCs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1"/>
          <w:w w:val="100"/>
          <w:b/>
          <w:bCs/>
          <w:position w:val="8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0"/>
          <w:w w:val="100"/>
          <w:b/>
          <w:bCs/>
          <w:position w:val="8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4F81BC"/>
          <w:spacing w:val="19"/>
          <w:w w:val="100"/>
          <w:b/>
          <w:bCs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Jan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position w:val="0"/>
        </w:rPr>
        <w:t>2016)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" w:right="51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227.300003pt;margin-top:-161.070099pt;width:324.7pt;height:161.3pt;mso-position-horizontal-relative:page;mso-position-vertical-relative:paragraph;z-index:-5065" type="#_x0000_t75">
            <v:imagedata r:id="rId10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0"/>
          <w:szCs w:val="20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el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egi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ks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52</w:t>
      </w:r>
      <w:r>
        <w:rPr>
          <w:rFonts w:ascii="Arial" w:hAnsi="Arial" w:cs="Arial" w:eastAsia="Arial"/>
          <w:sz w:val="20"/>
          <w:szCs w:val="20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&amp;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" w:right="561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eek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1.794224pt;height:147.64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7" w:after="0" w:line="240" w:lineRule="auto"/>
        <w:ind w:left="1" w:right="1952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4.111563pt;height:160.192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9" w:after="0" w:line="240" w:lineRule="auto"/>
        <w:ind w:left="1" w:right="1180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" w:right="491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ase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" w:right="4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a: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outbr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low:</w:t>
      </w:r>
    </w:p>
    <w:p>
      <w:pPr>
        <w:jc w:val="both"/>
        <w:spacing w:after="0"/>
        <w:sectPr>
          <w:type w:val="continuous"/>
          <w:pgSz w:w="11920" w:h="16840"/>
          <w:pgMar w:top="220" w:bottom="280" w:left="40" w:right="540"/>
          <w:cols w:num="2" w:equalWidth="0">
            <w:col w:w="4242" w:space="264"/>
            <w:col w:w="6834"/>
          </w:cols>
        </w:sectPr>
      </w:pPr>
      <w:rPr/>
    </w:p>
    <w:p>
      <w:pPr>
        <w:spacing w:before="63" w:after="0" w:line="240" w:lineRule="auto"/>
        <w:ind w:left="100" w:right="840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5.375pt;margin-top:21.324993pt;width:564.9pt;height:799.3pt;mso-position-horizontal-relative:page;mso-position-vertical-relative:page;z-index:-5059" coordorigin="308,426" coordsize="11298,15986">
            <v:group style="position:absolute;left:320;top:439;width:11273;height:15961" coordorigin="320,439" coordsize="11273,15961">
              <v:shape style="position:absolute;left:320;top:439;width:11273;height:15961" coordorigin="320,439" coordsize="11273,15961" path="m320,16400l11593,16400,11593,439,320,439,320,16400xe" filled="f" stroked="t" strokeweight="1.25pt" strokecolor="#767070">
                <v:path arrowok="t"/>
              </v:shape>
              <v:shape style="position:absolute;left:360;top:2652;width:9696;height:3199" type="#_x0000_t75">
                <v:imagedata r:id="rId14" o:title=""/>
              </v:shape>
              <v:shape style="position:absolute;left:360;top:9593;width:9343;height:3295" type="#_x0000_t75">
                <v:imagedata r:id="rId15" o:title="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2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sia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1" w:lineRule="exact"/>
        <w:ind w:left="100" w:right="5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outbr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tober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240" w:lineRule="auto"/>
        <w:ind w:left="100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iduka,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Tiira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Vibr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holerae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253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outb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going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iven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stabli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ment.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40" w:lineRule="auto"/>
        <w:ind w:left="100" w:right="39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ure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ph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ber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rict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0" w:right="820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iso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1" w:lineRule="exact"/>
        <w:ind w:left="100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outbr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Kituufu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nd,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inga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sland,</w:t>
      </w:r>
    </w:p>
    <w:p>
      <w:pPr>
        <w:spacing w:before="0" w:after="0" w:line="240" w:lineRule="auto"/>
        <w:ind w:left="100" w:right="4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Vibr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holera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147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stabli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814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71" w:lineRule="exact"/>
        <w:ind w:left="100" w:right="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outbr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tober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mpe,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240" w:lineRule="auto"/>
        <w:ind w:left="100" w:right="5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Vibr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cholera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317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3" w:after="0" w:line="240" w:lineRule="auto"/>
        <w:ind w:left="100" w:right="539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Fi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ure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pi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ic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cur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lera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utbr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rict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4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13%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52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tali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mains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0.0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pidemic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bove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norm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bbi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Adj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mani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400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ompa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Gulu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mong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onfi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pidemi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lthou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875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4F81BC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jc w:val="both"/>
        <w:spacing w:after="0"/>
        <w:sectPr>
          <w:pgMar w:footer="478" w:header="0" w:top="640" w:bottom="660" w:left="260" w:right="460"/>
          <w:footerReference w:type="default" r:id="rId13"/>
          <w:pgSz w:w="11920" w:h="16840"/>
        </w:sectPr>
      </w:pPr>
      <w:rPr/>
    </w:p>
    <w:p>
      <w:pPr>
        <w:spacing w:before="3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40.799999pt;margin-top:48.119991pt;width:3.84pt;height:1.2pt;mso-position-horizontal-relative:page;mso-position-vertical-relative:page;z-index:-5058" coordorigin="816,962" coordsize="77,24">
            <v:shape style="position:absolute;left:816;top:962;width:77;height:24" coordorigin="816,962" coordsize="77,24" path="m816,974l893,974e" filled="f" stroked="t" strokeweight="1.3pt" strokecolor="#000000">
              <v:path arrowok="t"/>
            </v:shape>
          </v:group>
          <w10:wrap type="none"/>
        </w:pict>
      </w:r>
      <w:r>
        <w:rPr/>
        <w:pict>
          <v:group style="position:absolute;margin-left:21.391172pt;margin-top:132.292633pt;width:352.491026pt;height:208.8291pt;mso-position-horizontal-relative:page;mso-position-vertical-relative:page;z-index:-5057" coordorigin="428,2646" coordsize="7050,4177">
            <v:group style="position:absolute;left:440;top:2658;width:7025;height:4152" coordorigin="440,2658" coordsize="7025,4152">
              <v:shape style="position:absolute;left:440;top:2658;width:7025;height:4152" coordorigin="440,2658" coordsize="7025,4152" path="m440,6810l7465,6810,7465,2658,440,2658,440,6810e" filled="t" fillcolor="#FFFFFF" stroked="f">
                <v:path arrowok="t"/>
                <v:fill/>
              </v:shape>
            </v:group>
            <v:group style="position:absolute;left:1483;top:3940;width:5761;height:1236" coordorigin="1483,3940" coordsize="5761,1236">
              <v:shape style="position:absolute;left:1483;top:3940;width:5761;height:1236" coordorigin="1483,3940" coordsize="5761,1236" path="m1483,5176l7245,5176,7245,3940,1483,3940,1483,5176e" filled="t" fillcolor="#FFFFFF" stroked="f">
                <v:path arrowok="t"/>
                <v:fill/>
              </v:shape>
            </v:group>
            <v:group style="position:absolute;left:1668;top:4177;width:2;height:998" coordorigin="1668,4177" coordsize="2,998">
              <v:shape style="position:absolute;left:1668;top:4177;width:2;height:998" coordorigin="1668,4177" coordsize="0,998" path="m1668,4177l1668,5176e" filled="f" stroked="t" strokeweight="4.175839pt" strokecolor="#C0504D">
                <v:path arrowok="t"/>
              </v:shape>
            </v:group>
            <v:group style="position:absolute;left:1957;top:4331;width:2;height:845" coordorigin="1957,4331" coordsize="2,845">
              <v:shape style="position:absolute;left:1957;top:4331;width:2;height:845" coordorigin="1957,4331" coordsize="0,845" path="m1957,4331l1957,5176e" filled="f" stroked="t" strokeweight="4.295717pt" strokecolor="#C0504D">
                <v:path arrowok="t"/>
              </v:shape>
            </v:group>
            <v:group style="position:absolute;left:2244;top:4547;width:2;height:629" coordorigin="2244,4547" coordsize="2,629">
              <v:shape style="position:absolute;left:2244;top:4547;width:2;height:629" coordorigin="2244,4547" coordsize="0,629" path="m2244,4547l2244,5176e" filled="f" stroked="t" strokeweight="4.295717pt" strokecolor="#C0504D">
                <v:path arrowok="t"/>
              </v:shape>
            </v:group>
            <v:group style="position:absolute;left:2533;top:4547;width:2;height:629" coordorigin="2533,4547" coordsize="2,629">
              <v:shape style="position:absolute;left:2533;top:4547;width:2;height:629" coordorigin="2533,4547" coordsize="0,629" path="m2533,4547l2533,5176e" filled="f" stroked="t" strokeweight="4.175839pt" strokecolor="#C0504D">
                <v:path arrowok="t"/>
              </v:shape>
            </v:group>
            <v:group style="position:absolute;left:2821;top:4681;width:2;height:494" coordorigin="2821,4681" coordsize="2,494">
              <v:shape style="position:absolute;left:2821;top:4681;width:2;height:494" coordorigin="2821,4681" coordsize="0,494" path="m2821,4681l2821,5176e" filled="f" stroked="t" strokeweight="4.175839pt" strokecolor="#C0504D">
                <v:path arrowok="t"/>
              </v:shape>
            </v:group>
            <v:group style="position:absolute;left:3109;top:4744;width:2;height:432" coordorigin="3109,4744" coordsize="2,432">
              <v:shape style="position:absolute;left:3109;top:4744;width:2;height:432" coordorigin="3109,4744" coordsize="0,432" path="m3109,4744l3109,5176e" filled="f" stroked="t" strokeweight="4.175839pt" strokecolor="#C0504D">
                <v:path arrowok="t"/>
              </v:shape>
            </v:group>
            <v:group style="position:absolute;left:3397;top:4753;width:2;height:422" coordorigin="3397,4753" coordsize="2,422">
              <v:shape style="position:absolute;left:3397;top:4753;width:2;height:422" coordorigin="3397,4753" coordsize="0,422" path="m3397,4753l3397,5176e" filled="f" stroked="t" strokeweight="4.175839pt" strokecolor="#C0504D">
                <v:path arrowok="t"/>
              </v:shape>
            </v:group>
            <v:group style="position:absolute;left:3685;top:4816;width:2;height:360" coordorigin="3685,4816" coordsize="2,360">
              <v:shape style="position:absolute;left:3685;top:4816;width:2;height:360" coordorigin="3685,4816" coordsize="0,360" path="m3685,4816l3685,5176e" filled="f" stroked="t" strokeweight="4.295717pt" strokecolor="#C0504D">
                <v:path arrowok="t"/>
              </v:shape>
            </v:group>
            <v:group style="position:absolute;left:3973;top:4816;width:2;height:360" coordorigin="3973,4816" coordsize="2,360">
              <v:shape style="position:absolute;left:3973;top:4816;width:2;height:360" coordorigin="3973,4816" coordsize="0,360" path="m3973,4816l3973,5176e" filled="f" stroked="t" strokeweight="4.295717pt" strokecolor="#C0504D">
                <v:path arrowok="t"/>
              </v:shape>
            </v:group>
            <v:group style="position:absolute;left:4262;top:4825;width:2;height:350" coordorigin="4262,4825" coordsize="2,350">
              <v:shape style="position:absolute;left:4262;top:4825;width:2;height:350" coordorigin="4262,4825" coordsize="0,350" path="m4262,4825l4262,5176e" filled="f" stroked="t" strokeweight="4.175839pt" strokecolor="#C0504D">
                <v:path arrowok="t"/>
              </v:shape>
            </v:group>
            <v:group style="position:absolute;left:4550;top:4857;width:2;height:319" coordorigin="4550,4857" coordsize="2,319">
              <v:shape style="position:absolute;left:4550;top:4857;width:2;height:319" coordorigin="4550,4857" coordsize="0,319" path="m4550,4857l4550,5176e" filled="f" stroked="t" strokeweight="4.175839pt" strokecolor="#C0504D">
                <v:path arrowok="t"/>
              </v:shape>
            </v:group>
            <v:group style="position:absolute;left:4837;top:4866;width:2;height:309" coordorigin="4837,4866" coordsize="2,309">
              <v:shape style="position:absolute;left:4837;top:4866;width:2;height:309" coordorigin="4837,4866" coordsize="0,309" path="m4837,4866l4837,5176e" filled="f" stroked="t" strokeweight="4.175839pt" strokecolor="#C0504D">
                <v:path arrowok="t"/>
              </v:shape>
            </v:group>
            <v:group style="position:absolute;left:5125;top:4866;width:2;height:309" coordorigin="5125,4866" coordsize="2,309">
              <v:shape style="position:absolute;left:5125;top:4866;width:2;height:309" coordorigin="5125,4866" coordsize="0,309" path="m5125,4866l5125,5176e" filled="f" stroked="t" strokeweight="4.175839pt" strokecolor="#C0504D">
                <v:path arrowok="t"/>
              </v:shape>
            </v:group>
            <v:group style="position:absolute;left:5414;top:4866;width:2;height:309" coordorigin="5414,4866" coordsize="2,309">
              <v:shape style="position:absolute;left:5414;top:4866;width:2;height:309" coordorigin="5414,4866" coordsize="0,309" path="m5414,4866l5414,5176e" filled="f" stroked="t" strokeweight="4.295717pt" strokecolor="#C0504D">
                <v:path arrowok="t"/>
              </v:shape>
            </v:group>
            <v:group style="position:absolute;left:5702;top:4878;width:2;height:297" coordorigin="5702,4878" coordsize="2,297">
              <v:shape style="position:absolute;left:5702;top:4878;width:2;height:297" coordorigin="5702,4878" coordsize="0,297" path="m5702,4878l5702,5176e" filled="f" stroked="t" strokeweight="4.295717pt" strokecolor="#C0504D">
                <v:path arrowok="t"/>
              </v:shape>
            </v:group>
            <v:group style="position:absolute;left:5991;top:4909;width:2;height:266" coordorigin="5991,4909" coordsize="2,266">
              <v:shape style="position:absolute;left:5991;top:4909;width:2;height:266" coordorigin="5991,4909" coordsize="0,266" path="m5991,4909l5991,5176e" filled="f" stroked="t" strokeweight="4.175839pt" strokecolor="#C0504D">
                <v:path arrowok="t"/>
              </v:shape>
            </v:group>
            <v:group style="position:absolute;left:6278;top:4919;width:2;height:257" coordorigin="6278,4919" coordsize="2,257">
              <v:shape style="position:absolute;left:6278;top:4919;width:2;height:257" coordorigin="6278,4919" coordsize="0,257" path="m6278,4919l6278,5176e" filled="f" stroked="t" strokeweight="4.175839pt" strokecolor="#C0504D">
                <v:path arrowok="t"/>
              </v:shape>
            </v:group>
            <v:group style="position:absolute;left:6566;top:4950;width:2;height:226" coordorigin="6566,4950" coordsize="2,226">
              <v:shape style="position:absolute;left:6566;top:4950;width:2;height:226" coordorigin="6566,4950" coordsize="0,226" path="m6566,4950l6566,5176e" filled="f" stroked="t" strokeweight="4.175839pt" strokecolor="#C0504D">
                <v:path arrowok="t"/>
              </v:shape>
            </v:group>
            <v:group style="position:absolute;left:6854;top:4950;width:2;height:226" coordorigin="6854,4950" coordsize="2,226">
              <v:shape style="position:absolute;left:6854;top:4950;width:2;height:226" coordorigin="6854,4950" coordsize="0,226" path="m6854,4950l6854,5176e" filled="f" stroked="t" strokeweight="4.175839pt" strokecolor="#C0504D">
                <v:path arrowok="t"/>
              </v:shape>
            </v:group>
            <v:group style="position:absolute;left:7143;top:4969;width:2;height:206" coordorigin="7143,4969" coordsize="2,206">
              <v:shape style="position:absolute;left:7143;top:4969;width:2;height:206" coordorigin="7143,4969" coordsize="0,206" path="m7143,4969l7143,5176e" filled="f" stroked="t" strokeweight="4.295717pt" strokecolor="#C0504D">
                <v:path arrowok="t"/>
              </v:shape>
            </v:group>
            <v:group style="position:absolute;left:1483;top:3940;width:2;height:1301" coordorigin="1483,3940" coordsize="2,1301">
              <v:shape style="position:absolute;left:1483;top:3940;width:2;height:1301" coordorigin="1483,3940" coordsize="0,1301" path="m1483,3940l1483,5240e" filled="f" stroked="t" strokeweight=".719266pt" strokecolor="#858585">
                <v:path arrowok="t"/>
              </v:shape>
            </v:group>
            <v:group style="position:absolute;left:1419;top:5176;width:5826;height:2" coordorigin="1419,5176" coordsize="5826,2">
              <v:shape style="position:absolute;left:1419;top:5176;width:5826;height:2" coordorigin="1419,5176" coordsize="5826,0" path="m1419,5176l7245,5176e" filled="f" stroked="t" strokeweight=".719929pt" strokecolor="#858585">
                <v:path arrowok="t"/>
              </v:shape>
            </v:group>
            <v:group style="position:absolute;left:1419;top:4969;width:65;height:2" coordorigin="1419,4969" coordsize="65,2">
              <v:shape style="position:absolute;left:1419;top:4969;width:65;height:2" coordorigin="1419,4969" coordsize="65,0" path="m1419,4969l1483,4969e" filled="f" stroked="t" strokeweight=".719929pt" strokecolor="#858585">
                <v:path arrowok="t"/>
              </v:shape>
            </v:group>
            <v:group style="position:absolute;left:1419;top:4763;width:65;height:2" coordorigin="1419,4763" coordsize="65,2">
              <v:shape style="position:absolute;left:1419;top:4763;width:65;height:2" coordorigin="1419,4763" coordsize="65,0" path="m1419,4763l1483,4763e" filled="f" stroked="t" strokeweight=".719929pt" strokecolor="#858585">
                <v:path arrowok="t"/>
              </v:shape>
            </v:group>
            <v:group style="position:absolute;left:1419;top:4557;width:65;height:2" coordorigin="1419,4557" coordsize="65,2">
              <v:shape style="position:absolute;left:1419;top:4557;width:65;height:2" coordorigin="1419,4557" coordsize="65,0" path="m1419,4557l1483,4557e" filled="f" stroked="t" strokeweight=".719929pt" strokecolor="#858585">
                <v:path arrowok="t"/>
              </v:shape>
            </v:group>
            <v:group style="position:absolute;left:1419;top:4353;width:65;height:2" coordorigin="1419,4353" coordsize="65,2">
              <v:shape style="position:absolute;left:1419;top:4353;width:65;height:2" coordorigin="1419,4353" coordsize="65,0" path="m1419,4353l1483,4353e" filled="f" stroked="t" strokeweight=".719929pt" strokecolor="#858585">
                <v:path arrowok="t"/>
              </v:shape>
            </v:group>
            <v:group style="position:absolute;left:1419;top:4146;width:65;height:2" coordorigin="1419,4146" coordsize="65,2">
              <v:shape style="position:absolute;left:1419;top:4146;width:65;height:2" coordorigin="1419,4146" coordsize="65,0" path="m1419,4146l1483,4146e" filled="f" stroked="t" strokeweight=".719929pt" strokecolor="#858585">
                <v:path arrowok="t"/>
              </v:shape>
            </v:group>
            <v:group style="position:absolute;left:1419;top:3940;width:65;height:2" coordorigin="1419,3940" coordsize="65,2">
              <v:shape style="position:absolute;left:1419;top:3940;width:65;height:2" coordorigin="1419,3940" coordsize="65,0" path="m1419,3940l1483,3940e" filled="f" stroked="t" strokeweight=".719929pt" strokecolor="#858585">
                <v:path arrowok="t"/>
              </v:shape>
            </v:group>
            <v:group style="position:absolute;left:1771;top:5176;width:2;height:65" coordorigin="1771,5176" coordsize="2,65">
              <v:shape style="position:absolute;left:1771;top:5176;width:2;height:65" coordorigin="1771,5176" coordsize="0,65" path="m1771,5176l1771,5240e" filled="f" stroked="t" strokeweight=".719266pt" strokecolor="#858585">
                <v:path arrowok="t"/>
              </v:shape>
            </v:group>
            <v:group style="position:absolute;left:2059;top:5176;width:2;height:65" coordorigin="2059,5176" coordsize="2,65">
              <v:shape style="position:absolute;left:2059;top:5176;width:2;height:65" coordorigin="2059,5176" coordsize="0,65" path="m2059,5176l2059,5240e" filled="f" stroked="t" strokeweight=".719266pt" strokecolor="#858585">
                <v:path arrowok="t"/>
              </v:shape>
            </v:group>
            <v:group style="position:absolute;left:2346;top:5176;width:2;height:65" coordorigin="2346,5176" coordsize="2,65">
              <v:shape style="position:absolute;left:2346;top:5176;width:2;height:65" coordorigin="2346,5176" coordsize="0,65" path="m2346,5176l2346,5240e" filled="f" stroked="t" strokeweight=".719266pt" strokecolor="#858585">
                <v:path arrowok="t"/>
              </v:shape>
            </v:group>
            <v:group style="position:absolute;left:2636;top:5176;width:2;height:65" coordorigin="2636,5176" coordsize="2,65">
              <v:shape style="position:absolute;left:2636;top:5176;width:2;height:65" coordorigin="2636,5176" coordsize="0,65" path="m2636,5176l2636,5240e" filled="f" stroked="t" strokeweight=".719266pt" strokecolor="#858585">
                <v:path arrowok="t"/>
              </v:shape>
            </v:group>
            <v:group style="position:absolute;left:2924;top:5176;width:2;height:65" coordorigin="2924,5176" coordsize="2,65">
              <v:shape style="position:absolute;left:2924;top:5176;width:2;height:65" coordorigin="2924,5176" coordsize="0,65" path="m2924,5176l2924,5240e" filled="f" stroked="t" strokeweight=".719266pt" strokecolor="#858585">
                <v:path arrowok="t"/>
              </v:shape>
            </v:group>
            <v:group style="position:absolute;left:3212;top:5176;width:2;height:65" coordorigin="3212,5176" coordsize="2,65">
              <v:shape style="position:absolute;left:3212;top:5176;width:2;height:65" coordorigin="3212,5176" coordsize="0,65" path="m3212,5176l3212,5240e" filled="f" stroked="t" strokeweight=".719266pt" strokecolor="#858585">
                <v:path arrowok="t"/>
              </v:shape>
            </v:group>
            <v:group style="position:absolute;left:3500;top:5176;width:2;height:65" coordorigin="3500,5176" coordsize="2,65">
              <v:shape style="position:absolute;left:3500;top:5176;width:2;height:65" coordorigin="3500,5176" coordsize="0,65" path="m3500,5176l3500,5240e" filled="f" stroked="t" strokeweight=".719266pt" strokecolor="#858585">
                <v:path arrowok="t"/>
              </v:shape>
            </v:group>
            <v:group style="position:absolute;left:3787;top:5176;width:2;height:65" coordorigin="3787,5176" coordsize="2,65">
              <v:shape style="position:absolute;left:3787;top:5176;width:2;height:65" coordorigin="3787,5176" coordsize="0,65" path="m3787,5176l3787,5240e" filled="f" stroked="t" strokeweight=".719266pt" strokecolor="#858585">
                <v:path arrowok="t"/>
              </v:shape>
            </v:group>
            <v:group style="position:absolute;left:4075;top:5176;width:2;height:65" coordorigin="4075,5176" coordsize="2,65">
              <v:shape style="position:absolute;left:4075;top:5176;width:2;height:65" coordorigin="4075,5176" coordsize="0,65" path="m4075,5176l4075,5240e" filled="f" stroked="t" strokeweight=".719266pt" strokecolor="#858585">
                <v:path arrowok="t"/>
              </v:shape>
            </v:group>
            <v:group style="position:absolute;left:4365;top:5176;width:2;height:65" coordorigin="4365,5176" coordsize="2,65">
              <v:shape style="position:absolute;left:4365;top:5176;width:2;height:65" coordorigin="4365,5176" coordsize="0,65" path="m4365,5176l4365,5240e" filled="f" stroked="t" strokeweight=".719266pt" strokecolor="#858585">
                <v:path arrowok="t"/>
              </v:shape>
            </v:group>
            <v:group style="position:absolute;left:4653;top:5176;width:2;height:65" coordorigin="4653,5176" coordsize="2,65">
              <v:shape style="position:absolute;left:4653;top:5176;width:2;height:65" coordorigin="4653,5176" coordsize="0,65" path="m4653,5176l4653,5240e" filled="f" stroked="t" strokeweight=".719266pt" strokecolor="#858585">
                <v:path arrowok="t"/>
              </v:shape>
            </v:group>
            <v:group style="position:absolute;left:4941;top:5176;width:2;height:65" coordorigin="4941,5176" coordsize="2,65">
              <v:shape style="position:absolute;left:4941;top:5176;width:2;height:65" coordorigin="4941,5176" coordsize="0,65" path="m4941,5176l4941,5240e" filled="f" stroked="t" strokeweight=".719266pt" strokecolor="#858585">
                <v:path arrowok="t"/>
              </v:shape>
            </v:group>
            <v:group style="position:absolute;left:5228;top:5176;width:2;height:65" coordorigin="5228,5176" coordsize="2,65">
              <v:shape style="position:absolute;left:5228;top:5176;width:2;height:65" coordorigin="5228,5176" coordsize="0,65" path="m5228,5176l5228,5240e" filled="f" stroked="t" strokeweight=".719266pt" strokecolor="#858585">
                <v:path arrowok="t"/>
              </v:shape>
            </v:group>
            <v:group style="position:absolute;left:5516;top:5176;width:2;height:65" coordorigin="5516,5176" coordsize="2,65">
              <v:shape style="position:absolute;left:5516;top:5176;width:2;height:65" coordorigin="5516,5176" coordsize="0,65" path="m5516,5176l5516,5240e" filled="f" stroked="t" strokeweight=".719266pt" strokecolor="#858585">
                <v:path arrowok="t"/>
              </v:shape>
            </v:group>
            <v:group style="position:absolute;left:5804;top:5176;width:2;height:65" coordorigin="5804,5176" coordsize="2,65">
              <v:shape style="position:absolute;left:5804;top:5176;width:2;height:65" coordorigin="5804,5176" coordsize="0,65" path="m5804,5176l5804,5240e" filled="f" stroked="t" strokeweight=".719266pt" strokecolor="#858585">
                <v:path arrowok="t"/>
              </v:shape>
            </v:group>
            <v:group style="position:absolute;left:6094;top:5176;width:2;height:65" coordorigin="6094,5176" coordsize="2,65">
              <v:shape style="position:absolute;left:6094;top:5176;width:2;height:65" coordorigin="6094,5176" coordsize="0,65" path="m6094,5176l6094,5240e" filled="f" stroked="t" strokeweight=".719266pt" strokecolor="#858585">
                <v:path arrowok="t"/>
              </v:shape>
            </v:group>
            <v:group style="position:absolute;left:6381;top:5176;width:2;height:65" coordorigin="6381,5176" coordsize="2,65">
              <v:shape style="position:absolute;left:6381;top:5176;width:2;height:65" coordorigin="6381,5176" coordsize="0,65" path="m6381,5176l6381,5240e" filled="f" stroked="t" strokeweight=".719266pt" strokecolor="#858585">
                <v:path arrowok="t"/>
              </v:shape>
            </v:group>
            <v:group style="position:absolute;left:6669;top:5176;width:2;height:65" coordorigin="6669,5176" coordsize="2,65">
              <v:shape style="position:absolute;left:6669;top:5176;width:2;height:65" coordorigin="6669,5176" coordsize="0,65" path="m6669,5176l6669,5240e" filled="f" stroked="t" strokeweight=".719266pt" strokecolor="#858585">
                <v:path arrowok="t"/>
              </v:shape>
            </v:group>
            <v:group style="position:absolute;left:6957;top:5176;width:2;height:65" coordorigin="6957,5176" coordsize="2,65">
              <v:shape style="position:absolute;left:6957;top:5176;width:2;height:65" coordorigin="6957,5176" coordsize="0,65" path="m6957,5176l6957,5240e" filled="f" stroked="t" strokeweight=".719266pt" strokecolor="#858585">
                <v:path arrowok="t"/>
              </v:shape>
            </v:group>
            <v:group style="position:absolute;left:7245;top:5176;width:2;height:65" coordorigin="7245,5176" coordsize="2,65">
              <v:shape style="position:absolute;left:7245;top:5176;width:2;height:65" coordorigin="7245,5176" coordsize="0,65" path="m7245,5176l7245,5240e" filled="f" stroked="t" strokeweight=".719266pt" strokecolor="#858585">
                <v:path arrowok="t"/>
              </v:shape>
            </v:group>
            <v:group style="position:absolute;left:440;top:2658;width:7025;height:4152" coordorigin="440,2658" coordsize="7025,4152">
              <v:shape style="position:absolute;left:440;top:2658;width:7025;height:4152" coordorigin="440,2658" coordsize="7025,4152" path="m440,6810l7465,6810,7465,2658,440,2658,440,6810xe" filled="f" stroked="t" strokeweight=".719757pt" strokecolor="#858585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5.51516pt;margin-top:199.174301pt;width:11.949846pt;height:71.025178pt;mso-position-horizontal-relative:page;mso-position-vertical-relative:page;z-index:-5056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3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b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er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0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f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ases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297531pt;margin-top:266.404755pt;width:285.722377pt;height:47.494399pt;mso-position-horizontal-relative:page;mso-position-vertical-relative:page;z-index:-5055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3" w:lineRule="exact"/>
                    <w:ind w:left="-30" w:right="3"/>
                    <w:jc w:val="righ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  <w:position w:val="1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  <w:position w:val="1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  <w:position w:val="1"/>
                    </w:rPr>
                    <w:t>b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  <w:position w:val="1"/>
                    </w:rPr>
                    <w:t>b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  <w:position w:val="1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  <w:position w:val="1"/>
                    </w:rPr>
                    <w:t>le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  <w:p>
                  <w:pPr>
                    <w:spacing w:before="44" w:after="0" w:line="283" w:lineRule="auto"/>
                    <w:ind w:left="112" w:right="2" w:firstLine="78"/>
                    <w:jc w:val="righ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99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ala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b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le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99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go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Bu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igi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Kal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gu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ro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Ig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ga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M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y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k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as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99"/>
                    </w:rPr>
                    <w:t>k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0" w:after="0" w:line="283" w:lineRule="auto"/>
                    <w:ind w:left="153" w:firstLine="-120"/>
                    <w:jc w:val="righ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y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Bu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s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h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99"/>
                    </w:rPr>
                    <w:t>y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Buik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99"/>
                    </w:rPr>
                    <w:t>w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Bugi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99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Ka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gu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Ar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99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7.5" w:type="dxa"/>
      </w:tblPr>
      <w:tblGrid/>
      <w:tr>
        <w:trPr>
          <w:trHeight w:val="8764" w:hRule="exact"/>
        </w:trPr>
        <w:tc>
          <w:tcPr>
            <w:tcW w:w="11273" w:type="dxa"/>
            <w:gridSpan w:val="6"/>
            <w:tcBorders>
              <w:top w:val="single" w:sz="10" w:space="0" w:color="767070"/>
              <w:bottom w:val="single" w:sz="4.639840" w:space="0" w:color="6FAC46"/>
              <w:left w:val="single" w:sz="10" w:space="0" w:color="767070"/>
              <w:right w:val="single" w:sz="10" w:space="0" w:color="767070"/>
            </w:tcBorders>
          </w:tcPr>
          <w:p>
            <w:pPr>
              <w:spacing w:before="0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8" w:right="17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  <w:u w:val="thick" w:color="4F81BC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8" w:right="17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  <w:u w:val="thick" w:color="4F81BC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5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9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  <w:u w:val="single" w:color="0000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9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w</w:t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38" w:right="4926"/>
              <w:jc w:val="center"/>
              <w:rPr>
                <w:rFonts w:ascii="Calibri" w:hAnsi="Calibri" w:cs="Calibri" w:eastAsia="Calibri"/>
                <w:sz w:val="36"/>
                <w:szCs w:val="36"/>
              </w:rPr>
            </w:pPr>
            <w:rPr/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Num</w:t>
            </w:r>
            <w:r>
              <w:rPr>
                <w:rFonts w:ascii="Calibri" w:hAnsi="Calibri" w:cs="Calibri" w:eastAsia="Calibri"/>
                <w:sz w:val="36"/>
                <w:szCs w:val="36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36"/>
                <w:szCs w:val="36"/>
                <w:spacing w:val="-5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36"/>
                <w:szCs w:val="36"/>
                <w:spacing w:val="-2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of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36"/>
                <w:szCs w:val="36"/>
                <w:spacing w:val="-6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36"/>
                <w:szCs w:val="36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or</w:t>
            </w:r>
            <w:r>
              <w:rPr>
                <w:rFonts w:ascii="Calibri" w:hAnsi="Calibri" w:cs="Calibri" w:eastAsia="Calibri"/>
                <w:sz w:val="36"/>
                <w:szCs w:val="36"/>
                <w:spacing w:val="-5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36"/>
                <w:szCs w:val="36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typh</w:t>
            </w:r>
            <w:r>
              <w:rPr>
                <w:rFonts w:ascii="Calibri" w:hAnsi="Calibri" w:cs="Calibri" w:eastAsia="Calibri"/>
                <w:sz w:val="36"/>
                <w:szCs w:val="36"/>
                <w:spacing w:val="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id</w:t>
            </w:r>
            <w:r>
              <w:rPr>
                <w:rFonts w:ascii="Calibri" w:hAnsi="Calibri" w:cs="Calibri" w:eastAsia="Calibri"/>
                <w:sz w:val="36"/>
                <w:szCs w:val="36"/>
                <w:spacing w:val="-15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36"/>
                <w:szCs w:val="36"/>
                <w:spacing w:val="-2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ases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764" w:right="6751"/>
              <w:jc w:val="center"/>
              <w:rPr>
                <w:rFonts w:ascii="Calibri" w:hAnsi="Calibri" w:cs="Calibri" w:eastAsia="Calibri"/>
                <w:sz w:val="36"/>
                <w:szCs w:val="36"/>
              </w:rPr>
            </w:pPr>
            <w:rPr/>
            <w:r>
              <w:rPr>
                <w:rFonts w:ascii="Calibri" w:hAnsi="Calibri" w:cs="Calibri" w:eastAsia="Calibri"/>
                <w:sz w:val="36"/>
                <w:szCs w:val="36"/>
                <w:spacing w:val="1"/>
                <w:w w:val="100"/>
                <w:b/>
                <w:bCs/>
              </w:rPr>
              <w:t>p</w:t>
            </w:r>
            <w:r>
              <w:rPr>
                <w:rFonts w:ascii="Calibri" w:hAnsi="Calibri" w:cs="Calibri" w:eastAsia="Calibri"/>
                <w:sz w:val="36"/>
                <w:szCs w:val="36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36"/>
                <w:szCs w:val="36"/>
                <w:spacing w:val="-7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36"/>
                <w:szCs w:val="36"/>
                <w:spacing w:val="1"/>
                <w:w w:val="99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99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36"/>
                <w:szCs w:val="36"/>
                <w:spacing w:val="-4"/>
                <w:w w:val="99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99"/>
                <w:b/>
                <w:bCs/>
              </w:rPr>
              <w:t>trict</w:t>
            </w:r>
            <w:r>
              <w:rPr>
                <w:rFonts w:ascii="Calibri" w:hAnsi="Calibri" w:cs="Calibri" w:eastAsia="Calibri"/>
                <w:sz w:val="36"/>
                <w:szCs w:val="36"/>
                <w:spacing w:val="0"/>
                <w:w w:val="100"/>
              </w:rPr>
            </w:r>
          </w:p>
          <w:p>
            <w:pPr>
              <w:spacing w:before="8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58" w:lineRule="exact"/>
              <w:ind w:left="662" w:right="-20"/>
              <w:jc w:val="left"/>
              <w:tabs>
                <w:tab w:pos="122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2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2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2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2"/>
              </w:rPr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2"/>
              </w:rPr>
              <w:t>97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191" w:lineRule="exact"/>
              <w:ind w:left="662" w:right="-20"/>
              <w:jc w:val="left"/>
              <w:tabs>
                <w:tab w:pos="152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3"/>
              </w:rPr>
              <w:t>82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66" w:lineRule="exact"/>
              <w:ind w:left="763" w:right="-20"/>
              <w:jc w:val="left"/>
              <w:tabs>
                <w:tab w:pos="180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6"/>
              </w:rPr>
              <w:t>80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6"/>
              </w:rPr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6"/>
              </w:rPr>
              <w:t>61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6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6"/>
              </w:rPr>
              <w:t>61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6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7"/>
              </w:rPr>
              <w:t>48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21" w:lineRule="exact"/>
              <w:ind w:left="763" w:right="-20"/>
              <w:jc w:val="left"/>
              <w:tabs>
                <w:tab w:pos="26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8"/>
              </w:rPr>
              <w:t>60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8"/>
              </w:rPr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0"/>
              </w:rPr>
              <w:t>42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1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9"/>
              </w:rPr>
              <w:t>41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9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3"/>
              </w:rPr>
              <w:t>35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3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3"/>
              </w:rPr>
              <w:t>35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3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2"/>
              </w:rPr>
              <w:t>34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2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2"/>
              </w:rPr>
              <w:t>31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2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3"/>
              </w:rPr>
              <w:t>30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3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3"/>
              </w:rPr>
              <w:t>30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3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3"/>
              </w:rPr>
              <w:t>30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3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4"/>
              </w:rPr>
              <w:t>29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4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7"/>
              </w:rPr>
              <w:t>26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-7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-8"/>
              </w:rPr>
              <w:t>25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137" w:lineRule="exact"/>
              <w:ind w:left="763" w:right="-20"/>
              <w:jc w:val="left"/>
              <w:tabs>
                <w:tab w:pos="612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3"/>
              </w:rPr>
              <w:t>40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3"/>
              </w:rPr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5"/>
              </w:rPr>
              <w:t>22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5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5"/>
              </w:rPr>
              <w:t>22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  <w:position w:val="5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2"/>
              </w:rPr>
              <w:t>20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02" w:lineRule="exact"/>
              <w:ind w:left="76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06" w:lineRule="exact"/>
              <w:ind w:left="829" w:right="1022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b/>
                <w:bCs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b/>
                <w:bCs/>
              </w:rPr>
              <w:t>ts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4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" w:right="17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7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8" w:right="17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4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24"/>
                <w:w w:val="100"/>
                <w:b/>
                <w:bCs/>
                <w:u w:val="thick" w:color="4F81BC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22"/>
                <w:w w:val="100"/>
                <w:b/>
                <w:bCs/>
                <w:u w:val="thick" w:color="4F81BC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24"/>
                <w:w w:val="100"/>
                <w:b/>
                <w:bCs/>
                <w:u w:val="thick" w:color="4F81BC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2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3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-1"/>
                <w:w w:val="100"/>
                <w:b/>
                <w:bCs/>
                <w:u w:val="thick" w:color="4F81BC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0"/>
                <w:w w:val="100"/>
                <w:b/>
                <w:bCs/>
                <w:u w:val="thick" w:color="4F81BC"/>
              </w:rPr>
              <w:t>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4F81BC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7)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28" w:right="26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  <w:p>
            <w:pPr>
              <w:spacing w:before="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8" w:right="6921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: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8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hs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3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ek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6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10213" w:type="dxa"/>
            <w:gridSpan w:val="5"/>
            <w:tcBorders>
              <w:top w:val="single" w:sz="4.639840" w:space="0" w:color="6FAC46"/>
              <w:bottom w:val="single" w:sz="4.64008" w:space="0" w:color="6FAC46"/>
              <w:left w:val="single" w:sz="10" w:space="0" w:color="767070"/>
              <w:right w:val="single" w:sz="4.639840" w:space="0" w:color="6FAC46"/>
            </w:tcBorders>
            <w:shd w:val="clear" w:color="auto" w:fill="6FAC46"/>
          </w:tcPr>
          <w:p>
            <w:pPr>
              <w:spacing w:before="0" w:after="0" w:line="272" w:lineRule="exact"/>
              <w:ind w:left="135" w:right="-20"/>
              <w:jc w:val="left"/>
              <w:tabs>
                <w:tab w:pos="1360" w:val="left"/>
                <w:tab w:pos="2760" w:val="left"/>
                <w:tab w:pos="5620" w:val="left"/>
                <w:tab w:pos="85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gion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ict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ty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ity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right="96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aths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60" w:type="dxa"/>
            <w:vMerge w:val="restart"/>
            <w:tcBorders>
              <w:top w:val="nil" w:sz="6" w:space="0" w:color="auto"/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358" w:hRule="exact"/>
        </w:trPr>
        <w:tc>
          <w:tcPr>
            <w:tcW w:w="1276" w:type="dxa"/>
            <w:tcBorders>
              <w:top w:val="single" w:sz="4.64008" w:space="0" w:color="6FAC46"/>
              <w:bottom w:val="single" w:sz="4.639840" w:space="0" w:color="A8D08D"/>
              <w:left w:val="single" w:sz="10" w:space="0" w:color="767070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4.64008" w:space="0" w:color="6FAC46"/>
              <w:bottom w:val="single" w:sz="4.639840" w:space="0" w:color="A8D08D"/>
              <w:left w:val="single" w:sz="4.6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Abim</w:t>
            </w:r>
          </w:p>
        </w:tc>
        <w:tc>
          <w:tcPr>
            <w:tcW w:w="2852" w:type="dxa"/>
            <w:tcBorders>
              <w:top w:val="single" w:sz="4.64008" w:space="0" w:color="6FAC46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sub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4.64008" w:space="0" w:color="6FAC46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HC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3"/>
                <w:w w:val="100"/>
              </w:rPr>
              <w:t>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01" w:type="dxa"/>
            <w:tcBorders>
              <w:top w:val="single" w:sz="4.64008" w:space="0" w:color="6FAC46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060" w:type="dxa"/>
            <w:vMerge/>
            <w:tcBorders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360" w:hRule="exact"/>
        </w:trPr>
        <w:tc>
          <w:tcPr>
            <w:tcW w:w="1276" w:type="dxa"/>
            <w:tcBorders>
              <w:top w:val="single" w:sz="4.639840" w:space="0" w:color="A8D08D"/>
              <w:bottom w:val="single" w:sz="4.639840" w:space="0" w:color="A8D08D"/>
              <w:left w:val="single" w:sz="10" w:space="0" w:color="767070"/>
              <w:right w:val="single" w:sz="4.640" w:space="0" w:color="A8D08D"/>
            </w:tcBorders>
          </w:tcPr>
          <w:p>
            <w:pPr>
              <w:spacing w:before="0" w:after="0" w:line="272" w:lineRule="exact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08" w:space="0" w:color="A8D08D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</w:p>
        </w:tc>
        <w:tc>
          <w:tcPr>
            <w:tcW w:w="2852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67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own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67" w:lineRule="exact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01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67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060" w:type="dxa"/>
            <w:vMerge/>
            <w:tcBorders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358" w:hRule="exact"/>
        </w:trPr>
        <w:tc>
          <w:tcPr>
            <w:tcW w:w="1276" w:type="dxa"/>
            <w:tcBorders>
              <w:top w:val="single" w:sz="4.639840" w:space="0" w:color="A8D08D"/>
              <w:bottom w:val="nil" w:sz="6" w:space="0" w:color="auto"/>
              <w:left w:val="single" w:sz="10" w:space="0" w:color="767070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4.639840" w:space="0" w:color="A8D08D"/>
              <w:bottom w:val="nil" w:sz="6" w:space="0" w:color="auto"/>
              <w:left w:val="single" w:sz="4.6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2852" w:type="dxa"/>
            <w:tcBorders>
              <w:top w:val="single" w:sz="4.639840" w:space="0" w:color="A8D08D"/>
              <w:bottom w:val="nil" w:sz="6" w:space="0" w:color="auto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undib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3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4.639840" w:space="0" w:color="A8D08D"/>
              <w:bottom w:val="nil" w:sz="6" w:space="0" w:color="auto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undib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801" w:type="dxa"/>
            <w:tcBorders>
              <w:top w:val="single" w:sz="4.639840" w:space="0" w:color="A8D08D"/>
              <w:bottom w:val="nil" w:sz="6" w:space="0" w:color="auto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1060" w:type="dxa"/>
            <w:vMerge/>
            <w:tcBorders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360" w:hRule="exact"/>
        </w:trPr>
        <w:tc>
          <w:tcPr>
            <w:tcW w:w="1276" w:type="dxa"/>
            <w:tcBorders>
              <w:top w:val="nil" w:sz="6" w:space="0" w:color="auto"/>
              <w:bottom w:val="single" w:sz="4.639840" w:space="0" w:color="A8D08D"/>
              <w:left w:val="single" w:sz="10" w:space="0" w:color="767070"/>
              <w:right w:val="single" w:sz="4.640" w:space="0" w:color="A8D08D"/>
            </w:tcBorders>
          </w:tcPr>
          <w:p>
            <w:pPr>
              <w:spacing w:before="4" w:after="0" w:line="240" w:lineRule="auto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nil" w:sz="6" w:space="0" w:color="auto"/>
              <w:bottom w:val="single" w:sz="4.639840" w:space="0" w:color="A8D08D"/>
              <w:left w:val="single" w:sz="4.640" w:space="0" w:color="A8D08D"/>
              <w:right w:val="single" w:sz="4.64008" w:space="0" w:color="A8D08D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2852" w:type="dxa"/>
            <w:tcBorders>
              <w:top w:val="nil" w:sz="6" w:space="0" w:color="auto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ndo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nil" w:sz="6" w:space="0" w:color="auto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5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Kinoni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</w:p>
        </w:tc>
        <w:tc>
          <w:tcPr>
            <w:tcW w:w="1801" w:type="dxa"/>
            <w:tcBorders>
              <w:top w:val="nil" w:sz="6" w:space="0" w:color="auto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5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060" w:type="dxa"/>
            <w:vMerge/>
            <w:tcBorders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562" w:hRule="exact"/>
        </w:trPr>
        <w:tc>
          <w:tcPr>
            <w:tcW w:w="1276" w:type="dxa"/>
            <w:tcBorders>
              <w:top w:val="single" w:sz="4.639840" w:space="0" w:color="A8D08D"/>
              <w:bottom w:val="single" w:sz="4.639840" w:space="0" w:color="A8D08D"/>
              <w:left w:val="single" w:sz="10" w:space="0" w:color="767070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2" w:lineRule="exact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</w:p>
        </w:tc>
        <w:tc>
          <w:tcPr>
            <w:tcW w:w="2852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28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t.No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HC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III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01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67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060" w:type="dxa"/>
            <w:vMerge/>
            <w:tcBorders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360" w:hRule="exact"/>
        </w:trPr>
        <w:tc>
          <w:tcPr>
            <w:tcW w:w="1276" w:type="dxa"/>
            <w:tcBorders>
              <w:top w:val="single" w:sz="4.639840" w:space="0" w:color="A8D08D"/>
              <w:bottom w:val="single" w:sz="4.639840" w:space="0" w:color="A8D08D"/>
              <w:left w:val="single" w:sz="10" w:space="0" w:color="767070"/>
              <w:right w:val="single" w:sz="4.640" w:space="0" w:color="A8D08D"/>
            </w:tcBorders>
          </w:tcPr>
          <w:p>
            <w:pPr>
              <w:spacing w:before="0" w:after="0" w:line="272" w:lineRule="exact"/>
              <w:ind w:left="13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08" w:space="0" w:color="A8D08D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Amolator</w:t>
            </w:r>
          </w:p>
        </w:tc>
        <w:tc>
          <w:tcPr>
            <w:tcW w:w="2852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</w:t>
            </w:r>
          </w:p>
        </w:tc>
        <w:tc>
          <w:tcPr>
            <w:tcW w:w="28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67" w:lineRule="exact"/>
              <w:ind w:left="1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2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uni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2F2F38"/>
                <w:spacing w:val="0"/>
                <w:w w:val="100"/>
              </w:rPr>
              <w:t>Hosp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801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67" w:lineRule="exact"/>
              <w:ind w:right="85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1060" w:type="dxa"/>
            <w:vMerge/>
            <w:tcBorders>
              <w:bottom w:val="nil" w:sz="6" w:space="0" w:color="auto"/>
              <w:left w:val="single" w:sz="4.639840" w:space="0" w:color="A8D08D"/>
              <w:right w:val="single" w:sz="10" w:space="0" w:color="767070"/>
            </w:tcBorders>
          </w:tcPr>
          <w:p>
            <w:pPr/>
            <w:rPr/>
          </w:p>
        </w:tc>
      </w:tr>
      <w:tr>
        <w:trPr>
          <w:trHeight w:val="4279" w:hRule="exact"/>
        </w:trPr>
        <w:tc>
          <w:tcPr>
            <w:tcW w:w="11273" w:type="dxa"/>
            <w:gridSpan w:val="6"/>
            <w:tcBorders>
              <w:top w:val="single" w:sz="4.639840" w:space="0" w:color="A8D08D"/>
              <w:bottom w:val="single" w:sz="10" w:space="0" w:color="767070"/>
              <w:left w:val="single" w:sz="10" w:space="0" w:color="767070"/>
              <w:right w:val="single" w:sz="10" w:space="0" w:color="767070"/>
            </w:tcBorders>
          </w:tcPr>
          <w:p>
            <w:pPr>
              <w:spacing w:before="16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8" w:right="843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8" w:right="84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HF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  <w:b/>
                <w:bCs/>
                <w:u w:val="thick" w:color="0000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  <w:b/>
                <w:bCs/>
                <w:u w:val="thick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thick" w:color="0000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8" w:right="17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7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7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ry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2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8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ly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7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9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8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8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7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4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10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3"/>
                <w:w w:val="100"/>
              </w:rPr>
              <w:t>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-2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333333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48" w:right="-20"/>
              <w:jc w:val="left"/>
              <w:tabs>
                <w:tab w:pos="9500" w:val="left"/>
              </w:tabs>
              <w:rPr>
                <w:rFonts w:ascii="Calibri Light" w:hAnsi="Calibri Light" w:cs="Calibri Light" w:eastAsia="Calibri Light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W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k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y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3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og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B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n,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2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ry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of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H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h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1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ga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-3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  <w:t>da</w:t>
              <w:tab/>
            </w:r>
            <w:r>
              <w:rPr>
                <w:rFonts w:ascii="Arial" w:hAnsi="Arial" w:cs="Arial" w:eastAsia="Arial"/>
                <w:sz w:val="16"/>
                <w:szCs w:val="16"/>
                <w:color w:val="5B9BD4"/>
                <w:spacing w:val="0"/>
                <w:w w:val="100"/>
                <w:b/>
                <w:bCs/>
                <w:i/>
              </w:rPr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5B9BD4"/>
                <w:spacing w:val="0"/>
                <w:w w:val="100"/>
              </w:rPr>
              <w:t>P</w:t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5B9BD4"/>
                <w:spacing w:val="-3"/>
                <w:w w:val="100"/>
              </w:rPr>
              <w:t>g</w:t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5B9BD4"/>
                <w:spacing w:val="0"/>
                <w:w w:val="100"/>
              </w:rPr>
              <w:t>.</w:t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5B9BD4"/>
                <w:spacing w:val="-2"/>
                <w:w w:val="100"/>
              </w:rPr>
              <w:t> </w:t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5B9BD4"/>
                <w:spacing w:val="0"/>
                <w:w w:val="100"/>
              </w:rPr>
              <w:t>3</w:t>
            </w:r>
            <w:r>
              <w:rPr>
                <w:rFonts w:ascii="Calibri Light" w:hAnsi="Calibri Light" w:cs="Calibri Light" w:eastAsia="Calibri Light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footer="0" w:header="0" w:top="320" w:bottom="280" w:left="220" w:right="200"/>
          <w:footerReference w:type="default" r:id="rId16"/>
          <w:pgSz w:w="11920" w:h="16840"/>
        </w:sectPr>
      </w:pPr>
      <w:rPr/>
    </w:p>
    <w:p>
      <w:pPr>
        <w:spacing w:before="78" w:after="0" w:line="240" w:lineRule="auto"/>
        <w:ind w:left="100" w:right="505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5.275pt;margin-top:21.324993pt;width:565pt;height:799.3pt;mso-position-horizontal-relative:page;mso-position-vertical-relative:page;z-index:-5054" coordorigin="305,426" coordsize="11300,15986">
            <v:group style="position:absolute;left:320;top:439;width:11273;height:15961" coordorigin="320,439" coordsize="11273,15961">
              <v:shape style="position:absolute;left:320;top:439;width:11273;height:15961" coordorigin="320,439" coordsize="11273,15961" path="m320,16400l11593,16400,11593,439,320,439,320,16400xe" filled="f" stroked="t" strokeweight="1.25pt" strokecolor="#767070">
                <v:path arrowok="t"/>
              </v:shape>
            </v:group>
            <v:group style="position:absolute;left:318;top:3392;width:11184;height:1755" coordorigin="318,3392" coordsize="11184,1755">
              <v:shape style="position:absolute;left:318;top:3392;width:11184;height:1755" coordorigin="318,3392" coordsize="11184,1755" path="m318,5147l11502,5147,11502,3392,318,3392,318,5147e" filled="t" fillcolor="#FFFFFF" stroked="f">
                <v:path arrowok="t"/>
                <v:fill/>
              </v:shape>
            </v:group>
            <v:group style="position:absolute;left:318;top:3392;width:11184;height:1755" coordorigin="318,3392" coordsize="11184,1755">
              <v:shape style="position:absolute;left:318;top:3392;width:11184;height:1755" coordorigin="318,3392" coordsize="11184,1755" path="m318,5147l11502,5147,11502,3392,318,3392,318,5147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4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1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5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6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-1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333333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00" w:right="316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hyperlink r:id="rId18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/apps.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ho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/ebol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ur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si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tuation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bol</w:t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si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spacing w:val="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on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port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11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  <w:u w:val="single" w:color="000000"/>
            <w:position w:val="-1"/>
          </w:rPr>
          <w:t>j</w:t>
        </w:r>
        <w:r>
          <w:rPr>
            <w:rFonts w:ascii="Times New Roman" w:hAnsi="Times New Roman" w:cs="Times New Roman" w:eastAsia="Times New Roman"/>
            <w:sz w:val="24"/>
            <w:szCs w:val="24"/>
            <w:spacing w:val="3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nu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4"/>
            <w:w w:val="100"/>
            <w:u w:val="single" w:color="000000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spacing w:val="4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spacing w:val="-2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  <w:u w:val="single" w:color="0000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u w:val="single" w:color="000000"/>
            <w:position w:val="-1"/>
          </w:rPr>
          <w:t>2016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  <w:position w:val="0"/>
          </w:rPr>
        </w:r>
      </w:hyperlink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2" w:lineRule="exact"/>
        <w:ind w:left="210" w:right="29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Dr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3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M.</w:t>
      </w:r>
      <w:r>
        <w:rPr>
          <w:rFonts w:ascii="Calibri" w:hAnsi="Calibri" w:cs="Calibri" w:eastAsia="Calibri"/>
          <w:sz w:val="20"/>
          <w:szCs w:val="20"/>
          <w:spacing w:val="3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240" w:lineRule="auto"/>
        <w:ind w:left="210" w:right="77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(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3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4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(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3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4" w:lineRule="auto"/>
        <w:ind w:left="4243" w:right="474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9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20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NumType w:start="4"/>
          <w:pgMar w:footer="278" w:header="0" w:top="620" w:bottom="460" w:left="260" w:right="460"/>
          <w:footerReference w:type="default" r:id="rId17"/>
          <w:pgSz w:w="11920" w:h="16840"/>
        </w:sectPr>
      </w:pPr>
      <w:rPr/>
    </w:p>
    <w:p>
      <w:pPr>
        <w:spacing w:before="78" w:after="0" w:line="240" w:lineRule="auto"/>
        <w:ind w:left="460" w:right="48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6pt;margin-top:21.949993pt;width:563.65pt;height:798.05pt;mso-position-horizontal-relative:page;mso-position-vertical-relative:page;z-index:-5053" coordorigin="320,439" coordsize="11273,15961">
            <v:shape style="position:absolute;left:320;top:439;width:11273;height:15961" coordorigin="320,439" coordsize="11273,15961" path="m320,16400l11593,16400,11593,439,320,439,320,16400xe" filled="f" stroked="t" strokeweight="1.25pt" strokecolor="#76707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ogical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ived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</w:rPr>
        <w:t>(2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-1"/>
          <w:w w:val="100"/>
          <w:b/>
          <w:bCs/>
          <w:position w:val="8"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0"/>
          <w:w w:val="100"/>
          <w:b/>
          <w:bCs/>
          <w:position w:val="8"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19"/>
          <w:w w:val="100"/>
          <w:b/>
          <w:bCs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201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3"/>
          <w:w w:val="100"/>
          <w:b/>
          <w:bCs/>
          <w:position w:val="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-1"/>
          <w:w w:val="100"/>
          <w:b/>
          <w:bCs/>
          <w:position w:val="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1"/>
          <w:w w:val="100"/>
          <w:b/>
          <w:bCs/>
          <w:position w:val="8"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0"/>
          <w:w w:val="100"/>
          <w:b/>
          <w:bCs/>
          <w:position w:val="8"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color w:val="FF0000"/>
          <w:spacing w:val="19"/>
          <w:w w:val="100"/>
          <w:b/>
          <w:bCs/>
          <w:position w:val="8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Jan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2016)</w:t>
      </w:r>
      <w:r>
        <w:rPr>
          <w:rFonts w:ascii="Times New Roman" w:hAnsi="Times New Roman" w:cs="Times New Roman" w:eastAsia="Times New Roman"/>
          <w:sz w:val="24"/>
          <w:szCs w:val="24"/>
          <w:color w:val="FF0000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b/>
          <w:bCs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  <w:b/>
          <w:bCs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ica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aths)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231.000004" w:type="dxa"/>
      </w:tblPr>
      <w:tblGrid/>
      <w:tr>
        <w:trPr>
          <w:trHeight w:val="1157" w:hRule="exact"/>
        </w:trPr>
        <w:tc>
          <w:tcPr>
            <w:tcW w:w="168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Distri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7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</w:p>
          <w:p>
            <w:pPr>
              <w:spacing w:before="9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porting</w:t>
            </w:r>
          </w:p>
        </w:tc>
        <w:tc>
          <w:tcPr>
            <w:tcW w:w="109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</w:p>
        </w:tc>
        <w:tc>
          <w:tcPr>
            <w:tcW w:w="70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Dys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ntery</w:t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AFP</w:t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6" w:lineRule="auto"/>
              <w:ind w:left="-1" w:right="3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72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ial</w:t>
            </w:r>
          </w:p>
          <w:p>
            <w:pPr>
              <w:spacing w:before="7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9" w:after="0" w:line="280" w:lineRule="atLeast"/>
              <w:ind w:left="-1" w:right="3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</w:p>
        </w:tc>
        <w:tc>
          <w:tcPr>
            <w:tcW w:w="61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sles</w:t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NNT</w:t>
            </w:r>
          </w:p>
        </w:tc>
        <w:tc>
          <w:tcPr>
            <w:tcW w:w="6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lague</w:t>
            </w:r>
          </w:p>
        </w:tc>
        <w:tc>
          <w:tcPr>
            <w:tcW w:w="73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Typhoid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Abim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831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Adjumani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97.1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4064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3)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1500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btong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83.3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436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Amolat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69.2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197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1457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78.1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2807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56.8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2002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72.6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3205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ka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93.8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653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ududa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86.7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620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305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1,641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uhw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ju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82.4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164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uikwe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49.1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1,387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ukomansimbi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88.2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456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ukwo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ulambuli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378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isa</w:t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532</w:t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undib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3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710(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ush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89.7</w:t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1,131</w:t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/>
            <w:rPr/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usia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75.9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1,686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ja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58.3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utamb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65.2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437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uvuma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18.2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</w:t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86.4</w:t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1156</w:t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</w:tbl>
    <w:p>
      <w:pPr>
        <w:jc w:val="left"/>
        <w:spacing w:after="0"/>
        <w:sectPr>
          <w:pgMar w:header="0" w:footer="278" w:top="620" w:bottom="660" w:left="260" w:right="96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16pt;margin-top:21.949993pt;width:563.65pt;height:798.05pt;mso-position-horizontal-relative:page;mso-position-vertical-relative:page;z-index:-5052" coordorigin="320,439" coordsize="11273,15961">
            <v:shape style="position:absolute;left:320;top:439;width:11273;height:15961" coordorigin="320,439" coordsize="11273,15961" path="m320,16400l11593,16400,11593,439,320,439,320,16400xe" filled="f" stroked="t" strokeweight="1.25pt" strokecolor="#767070">
              <v:path arrowok="t"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000004" w:type="dxa"/>
      </w:tblPr>
      <w:tblGrid/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Dokolo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93.8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714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Gomba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73.7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973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Gulu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86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9,800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Hoima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1,097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1,292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227691)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iro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81.4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2,182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ja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44.9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1785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81.5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628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7(1)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72.9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492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54.9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661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maido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686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76.5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228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52.4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633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51.7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483(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mpala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19.6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720(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1653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54.3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1,803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10129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wa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90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606(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)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84.8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4,336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61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tak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53.8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728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3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39.3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666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Kib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64.8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1,654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Kibo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66.7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1,035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Kibuku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86.7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416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67.4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1,151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80.8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1,505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Kisoro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97.4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214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57.1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2,463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Koboko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87.5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1334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1)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</w:tbl>
    <w:p>
      <w:pPr>
        <w:jc w:val="left"/>
        <w:spacing w:after="0"/>
        <w:sectPr>
          <w:pgMar w:header="0" w:footer="278" w:top="620" w:bottom="460" w:left="380" w:right="96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16pt;margin-top:21.949993pt;width:563.65pt;height:798.05pt;mso-position-horizontal-relative:page;mso-position-vertical-relative:page;z-index:-5051" coordorigin="320,439" coordsize="11273,15961">
            <v:shape style="position:absolute;left:320;top:439;width:11273;height:15961" coordorigin="320,439" coordsize="11273,15961" path="m320,16400l11593,16400,11593,439,320,439,320,16400xe" filled="f" stroked="t" strokeweight="1.25pt" strokecolor="#767070">
              <v:path arrowok="t"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000004" w:type="dxa"/>
      </w:tblPr>
      <w:tblGrid/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Kole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1112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Kotido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31.6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293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Kumi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55.6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747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66.7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408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nkw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66.7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876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njo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j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40.4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525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mwo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76.2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2813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81.3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1217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1)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uuka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41.9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757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68.9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80.6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1,569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48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nton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3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953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70.8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574(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1,811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15(2)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61.5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1283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sindi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55.8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1,135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52.2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1675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1,165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61.2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672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ooma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649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3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50.8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2446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Moroto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543(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3,452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82.5</w:t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951</w:t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Mub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35.1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Mukono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59.2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1,261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piripirit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58.8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788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79.2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1,204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1,299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4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3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53.1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768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</w:tbl>
    <w:p>
      <w:pPr>
        <w:jc w:val="left"/>
        <w:spacing w:after="0"/>
        <w:sectPr>
          <w:pgMar w:header="0" w:footer="278" w:top="620" w:bottom="460" w:left="380" w:right="96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16pt;margin-top:21.949993pt;width:563.65pt;height:798.05pt;mso-position-horizontal-relative:page;mso-position-vertical-relative:page;z-index:-5050" coordorigin="320,439" coordsize="11273,15961">
            <v:shape style="position:absolute;left:320;top:439;width:11273;height:15961" coordorigin="320,439" coordsize="11273,15961" path="m320,16400l11593,16400,11593,439,320,439,320,16400xe" filled="f" stroked="t" strokeweight="1.25pt" strokecolor="#767070">
              <v:path arrowok="t"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1.000004" w:type="dxa"/>
      </w:tblPr>
      <w:tblGrid/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umba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61.8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1,388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71.4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918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bbi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95.3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4,657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83.3</w:t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481</w:t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Ntor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77.8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245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Ntun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31.8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895(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77.8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1106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Otuke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73.3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238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5"/>
                <w:w w:val="100"/>
              </w:rPr>
              <w:t>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64.5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1825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3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64.1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2,976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60.6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856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48.6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2,970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Rubiri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47.4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671(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Rukun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2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49.4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473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mbabule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1,892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97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</w:p>
        </w:tc>
        <w:tc>
          <w:tcPr>
            <w:tcW w:w="87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95.2</w:t>
            </w:r>
          </w:p>
        </w:tc>
        <w:tc>
          <w:tcPr>
            <w:tcW w:w="109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1335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1)</w:t>
            </w:r>
          </w:p>
        </w:tc>
        <w:tc>
          <w:tcPr>
            <w:tcW w:w="70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  <w:tc>
          <w:tcPr>
            <w:tcW w:w="7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85.3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645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ironko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76.7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1184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oroti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55.6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1373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59.7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763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1"/>
                <w:w w:val="100"/>
              </w:rPr>
              <w:t>W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kiso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32.9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2,465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color w:val="FF0000"/>
                <w:spacing w:val="0"/>
                <w:w w:val="100"/>
              </w:rPr>
              <w:t>12(1)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Yumbe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2,813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492" w:hRule="exact"/>
        </w:trPr>
        <w:tc>
          <w:tcPr>
            <w:tcW w:w="1683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ombo</w:t>
            </w:r>
          </w:p>
        </w:tc>
        <w:tc>
          <w:tcPr>
            <w:tcW w:w="8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100</w:t>
            </w:r>
          </w:p>
        </w:tc>
        <w:tc>
          <w:tcPr>
            <w:tcW w:w="109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1,896</w:t>
            </w:r>
          </w:p>
        </w:tc>
        <w:tc>
          <w:tcPr>
            <w:tcW w:w="70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  <w:tc>
          <w:tcPr>
            <w:tcW w:w="7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6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0</w:t>
            </w:r>
          </w:p>
        </w:tc>
        <w:tc>
          <w:tcPr>
            <w:tcW w:w="73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</w:tbl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6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68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header="0" w:footer="278" w:top="620" w:bottom="460" w:left="380" w:right="96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 Light">
    <w:altName w:val="Calibri Light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1.100006pt;margin-top:806.786011pt;width:21.328086pt;height:11.96pt;mso-position-horizontal-relative:page;mso-position-vertical-relative:page;z-index:-5065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 Light" w:hAnsi="Calibri Light" w:cs="Calibri Light" w:eastAsia="Calibri Light"/>
                    <w:sz w:val="20"/>
                    <w:szCs w:val="20"/>
                  </w:rPr>
                </w:pPr>
                <w:rPr/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t>P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-3"/>
                    <w:w w:val="100"/>
                    <w:position w:val="1"/>
                  </w:rPr>
                  <w:t>g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t>.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t>2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807.741089pt;width:227.883811pt;height:10.040pt;mso-position-horizontal-relative:page;mso-position-vertical-relative:page;z-index:-5064" type="#_x0000_t202" filled="f" stroked="f">
          <v:textbox inset="0,0,0,0">
            <w:txbxContent>
              <w:p>
                <w:pPr>
                  <w:spacing w:before="0" w:after="0" w:line="240" w:lineRule="auto"/>
                  <w:ind w:left="20" w:right="-44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W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k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y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3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og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n,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2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2"/>
                    <w:w w:val="100"/>
                    <w:b/>
                    <w:bCs/>
                    <w:i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2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ry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of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ga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3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da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1.100006pt;margin-top:806.786011pt;width:22.32972pt;height:11.96pt;mso-position-horizontal-relative:page;mso-position-vertical-relative:page;z-index:-5063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20"/>
                  <w:jc w:val="left"/>
                  <w:rPr>
                    <w:rFonts w:ascii="Calibri Light" w:hAnsi="Calibri Light" w:cs="Calibri Light" w:eastAsia="Calibri Light"/>
                    <w:sz w:val="20"/>
                    <w:szCs w:val="20"/>
                  </w:rPr>
                </w:pPr>
                <w:rPr/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t>P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-3"/>
                    <w:w w:val="100"/>
                    <w:position w:val="1"/>
                  </w:rPr>
                  <w:t>g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t>.</w:t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-2"/>
                    <w:w w:val="100"/>
                    <w:position w:val="1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5B9BD4"/>
                    <w:spacing w:val="0"/>
                    <w:w w:val="100"/>
                    <w:position w:val="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Calibri Light" w:hAnsi="Calibri Light" w:cs="Calibri Light" w:eastAsia="Calibri Light"/>
                    <w:sz w:val="20"/>
                    <w:szCs w:val="20"/>
                    <w:color w:val="00000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807.741089pt;width:227.883811pt;height:10.040pt;mso-position-horizontal-relative:page;mso-position-vertical-relative:page;z-index:-5062" type="#_x0000_t202" filled="f" stroked="f">
          <v:textbox inset="0,0,0,0">
            <w:txbxContent>
              <w:p>
                <w:pPr>
                  <w:spacing w:before="0" w:after="0" w:line="240" w:lineRule="auto"/>
                  <w:ind w:left="20" w:right="-44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W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k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y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3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og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n,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2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2"/>
                    <w:w w:val="100"/>
                    <w:b/>
                    <w:bCs/>
                    <w:i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2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ry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of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1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1"/>
                    <w:w w:val="100"/>
                    <w:b/>
                    <w:bCs/>
                    <w:i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ga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-3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5B9BD4"/>
                    <w:spacing w:val="0"/>
                    <w:w w:val="100"/>
                    <w:b/>
                    <w:bCs/>
                    <w:i/>
                  </w:rPr>
                  <w:t>da</w:t>
                </w:r>
                <w:r>
                  <w:rPr>
                    <w:rFonts w:ascii="Arial" w:hAnsi="Arial" w:cs="Arial" w:eastAsia="Arial"/>
                    <w:sz w:val="16"/>
                    <w:szCs w:val="16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oter" Target="footer1.xml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oter" Target="footer2.xml"/><Relationship Id="rId17" Type="http://schemas.openxmlformats.org/officeDocument/2006/relationships/footer" Target="footer3.xml"/><Relationship Id="rId18" Type="http://schemas.openxmlformats.org/officeDocument/2006/relationships/hyperlink" Target="http://apps.who.int/ebola/current-situation/ebola-situation-report-11-january-2016" TargetMode="External"/><Relationship Id="rId19" Type="http://schemas.openxmlformats.org/officeDocument/2006/relationships/hyperlink" Target="mailto:esd@health.go.ug" TargetMode="External"/><Relationship Id="rId20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2017-01-08T16:25:27Z</dcterms:created>
  <dcterms:modified xsi:type="dcterms:W3CDTF">2017-01-08T16:25:27Z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2016-01-16T00:00:00Z</vt:filetime>
  </property>
  <property fmtid="{D5CDD505-2E9C-101B-9397-08002B2CF9AE}" pid="3" name="LastSaved">
    <vt:filetime>2017-01-08T00:00:00Z</vt:filetime>
  </property>
</Properties>
</file>