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300" w:right="540"/>
        </w:sectPr>
      </w:pPr>
      <w:rPr/>
    </w:p>
    <w:p>
      <w:pPr>
        <w:spacing w:before="29" w:after="0" w:line="240" w:lineRule="auto"/>
        <w:ind w:left="444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61429pt;margin-top:-83.884163pt;width:158.010266pt;height:20.625pt;mso-position-horizontal-relative:page;mso-position-vertical-relative:paragraph;z-index:-4396" type="#_x0000_t75">
            <v:imagedata r:id="rId6" o:title=""/>
          </v:shape>
        </w:pict>
      </w:r>
      <w:r>
        <w:rPr/>
        <w:pict>
          <v:group style="position:absolute;margin-left:351.130005pt;margin-top:-84.10746pt;width:41.290219pt;height:17.133293pt;mso-position-horizontal-relative:page;mso-position-vertical-relative:paragraph;z-index:-4395" coordorigin="7023,-1682" coordsize="826,343">
            <v:group style="position:absolute;left:7093;top:-1556;width:400;height:207" coordorigin="7093,-1556" coordsize="400,207">
              <v:shape style="position:absolute;left:7093;top:-1556;width:400;height:207" coordorigin="7093,-1556" coordsize="400,207" path="m7289,-1556l7228,-1551,7153,-1527,7104,-1488,7093,-1453,7093,-1447,7136,-1385,7193,-1361,7253,-1351,7299,-1349,7321,-1350,7380,-1356,7455,-1381,7488,-1402,7286,-1402,7267,-1407,7249,-1416,7237,-1431,7233,-1453,7235,-1463,7296,-1503,7493,-1503,7487,-1509,7424,-1542,7343,-1555,7317,-1556,7289,-1556e" filled="t" fillcolor="#9999FF" stroked="f">
                <v:path arrowok="t"/>
                <v:fill/>
              </v:shape>
            </v:group>
            <v:group style="position:absolute;left:7286;top:-1503;width:227;height:101" coordorigin="7286,-1503" coordsize="227,101">
              <v:shape style="position:absolute;left:7286;top:-1503;width:227;height:101" coordorigin="7286,-1503" coordsize="227,101" path="m7493,-1503l7324,-1503,7342,-1497,7362,-1485,7370,-1469,7371,-1443,7364,-1425,7347,-1411,7333,-1405,7313,-1402,7286,-1402,7488,-1402,7491,-1405,7503,-1420,7510,-1438,7513,-1458,7510,-1476,7501,-1493,7493,-1503e" filled="t" fillcolor="#9999FF" stroked="f">
                <v:path arrowok="t"/>
                <v:fill/>
              </v:shape>
            </v:group>
            <v:group style="position:absolute;left:7547;top:-1632;width:291;height:278" coordorigin="7547,-1632" coordsize="291,278">
              <v:shape style="position:absolute;left:7547;top:-1632;width:291;height:278" coordorigin="7547,-1632" coordsize="291,278" path="m7719,-1632l7640,-1620,7600,-1570,7600,-1555,7585,-1552,7566,-1548,7547,-1536,7549,-1516,7558,-1497,7578,-1496,7598,-1494,7596,-1434,7594,-1354,7654,-1354,7714,-1356,7735,-1377,7736,-1397,7744,-1477,7767,-1498,7786,-1502,7806,-1513,7805,-1532,7800,-1552,7740,-1552,7741,-1561,7769,-1584,7785,-1584,7802,-1585,7826,-1590,7832,-1609,7838,-1628,7795,-1630,7775,-1631,7756,-1632,7738,-1632,7719,-1632e" filled="t" fillcolor="#9999FF" stroked="f">
                <v:path arrowok="t"/>
                <v:fill/>
              </v:shape>
            </v:group>
            <v:group style="position:absolute;left:7033;top:-1596;width:400;height:207" coordorigin="7033,-1596" coordsize="400,207">
              <v:shape style="position:absolute;left:7033;top:-1596;width:400;height:207" coordorigin="7033,-1596" coordsize="400,207" path="m7229,-1596l7168,-1591,7093,-1567,7044,-1528,7033,-1493,7033,-1487,7076,-1425,7133,-1401,7193,-1391,7239,-1389,7261,-1390,7320,-1396,7395,-1421,7428,-1442,7226,-1442,7207,-1447,7189,-1456,7177,-1471,7173,-1493,7175,-1503,7236,-1543,7433,-1543,7427,-1549,7364,-1582,7283,-1595,7257,-1596,7229,-1596e" filled="t" fillcolor="#B1B1B1" stroked="f">
                <v:path arrowok="t"/>
                <v:fill/>
              </v:shape>
            </v:group>
            <v:group style="position:absolute;left:7226;top:-1543;width:227;height:101" coordorigin="7226,-1543" coordsize="227,101">
              <v:shape style="position:absolute;left:7226;top:-1543;width:227;height:101" coordorigin="7226,-1543" coordsize="227,101" path="m7433,-1543l7264,-1543,7282,-1537,7302,-1525,7310,-1509,7311,-1483,7304,-1465,7287,-1451,7273,-1445,7253,-1442,7226,-1442,7428,-1442,7431,-1445,7443,-1460,7450,-1478,7453,-1498,7450,-1516,7441,-1533,7433,-1543e" filled="t" fillcolor="#B1B1B1" stroked="f">
                <v:path arrowok="t"/>
                <v:fill/>
              </v:shape>
            </v:group>
            <v:group style="position:absolute;left:7487;top:-1672;width:291;height:278" coordorigin="7487,-1672" coordsize="291,278">
              <v:shape style="position:absolute;left:7487;top:-1672;width:291;height:278" coordorigin="7487,-1672" coordsize="291,278" path="m7659,-1672l7580,-1660,7540,-1610,7540,-1595,7525,-1592,7506,-1588,7487,-1576,7489,-1556,7498,-1537,7518,-1536,7538,-1534,7536,-1474,7534,-1394,7594,-1394,7654,-1396,7675,-1417,7676,-1437,7684,-1517,7707,-1538,7726,-1542,7746,-1553,7745,-1572,7740,-1592,7680,-1592,7681,-1601,7709,-1624,7725,-1624,7742,-1625,7766,-1630,7772,-1649,7778,-1668,7735,-1670,7715,-1671,7696,-1672,7678,-1672,7659,-1672e" filled="t" fillcolor="#B1B1B1" stroked="f">
                <v:path arrowok="t"/>
                <v:fill/>
              </v:shape>
            </v:group>
            <v:group style="position:absolute;left:7033;top:-1596;width:421;height:207" coordorigin="7033,-1596" coordsize="421,207">
              <v:shape style="position:absolute;left:7033;top:-1596;width:421;height:207" coordorigin="7033,-1596" coordsize="421,207" path="m7033,-1493l7075,-1558,7131,-1581,7208,-1595,7229,-1596,7257,-1596,7327,-1590,7395,-1571,7441,-1533,7453,-1498,7450,-1478,7395,-1421,7320,-1396,7261,-1390,7239,-1389,7215,-1390,7152,-1397,7076,-1425,7036,-1470,7033,-1493xe" filled="f" stroked="t" strokeweight="1pt" strokecolor="#3333CC">
                <v:path arrowok="t"/>
              </v:shape>
            </v:group>
            <v:group style="position:absolute;left:7173;top:-1543;width:138;height:101" coordorigin="7173,-1543" coordsize="138,101">
              <v:shape style="position:absolute;left:7173;top:-1543;width:138;height:101" coordorigin="7173,-1543" coordsize="138,101" path="m7173,-1493l7177,-1471,7189,-1456,7207,-1447,7226,-1442,7253,-1442,7273,-1445,7287,-1451,7304,-1465,7311,-1483,7310,-1509,7302,-1525,7282,-1537,7264,-1543,7236,-1543,7175,-1503,7173,-1493xe" filled="f" stroked="t" strokeweight="1pt" strokecolor="#3333CC">
                <v:path arrowok="t"/>
              </v:shape>
            </v:group>
            <v:group style="position:absolute;left:7487;top:-1672;width:291;height:278" coordorigin="7487,-1672" coordsize="291,278">
              <v:shape style="position:absolute;left:7487;top:-1672;width:291;height:278" coordorigin="7487,-1672" coordsize="291,278" path="m7680,-1592l7700,-1592,7720,-1592,7740,-1592,7745,-1572,7746,-1553,7726,-1542,7707,-1538,7687,-1537,7684,-1517,7677,-1457,7674,-1397,7654,-1396,7594,-1394,7534,-1394,7534,-1414,7536,-1494,7538,-1534,7518,-1536,7498,-1537,7489,-1556,7487,-1576,7506,-1588,7525,-1592,7540,-1595,7540,-1598,7540,-1601,7540,-1609,7580,-1660,7659,-1672,7678,-1672,7756,-1669,7778,-1668,7772,-1649,7766,-1630,7742,-1625,7725,-1624,7709,-1624,7700,-1623,7681,-1601,7680,-1592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557pt;margin-top:-83.884163pt;width:126.451913pt;height:16.875pt;mso-position-horizontal-relative:page;mso-position-vertical-relative:paragraph;z-index:-4394" type="#_x0000_t75">
            <v:imagedata r:id="rId7" o:title=""/>
          </v:shape>
        </w:pict>
      </w:r>
      <w:r>
        <w:rPr/>
        <w:pict>
          <v:shape style="position:absolute;margin-left:307.432343pt;margin-top:-56.934166pt;width:146.659451pt;height:20.625pt;mso-position-horizontal-relative:page;mso-position-vertical-relative:paragraph;z-index:-4393" type="#_x0000_t75">
            <v:imagedata r:id="rId8" o:title=""/>
          </v:shape>
        </w:pict>
      </w:r>
      <w:r>
        <w:rPr/>
        <w:pict>
          <v:shape style="position:absolute;margin-left:239.449997pt;margin-top:-29.564165pt;width:250.192346pt;height:19.875pt;mso-position-horizontal-relative:page;mso-position-vertical-relative:paragraph;z-index:-4392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6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5.4" w:type="dxa"/>
      </w:tblPr>
      <w:tblGrid/>
      <w:tr>
        <w:trPr>
          <w:trHeight w:val="517" w:hRule="exact"/>
        </w:trPr>
        <w:tc>
          <w:tcPr>
            <w:tcW w:w="1551" w:type="dxa"/>
            <w:tcBorders>
              <w:top w:val="nil" w:sz="6" w:space="0" w:color="auto"/>
              <w:bottom w:val="single" w:sz="18.080" w:space="0" w:color="4F81BC"/>
              <w:left w:val="single" w:sz="18.080" w:space="0" w:color="4F81BC"/>
              <w:right w:val="single" w:sz="35.552" w:space="0" w:color="538DD3"/>
            </w:tcBorders>
            <w:shd w:val="clear" w:color="auto" w:fill="538DD3"/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nil" w:sz="6" w:space="0" w:color="auto"/>
              <w:bottom w:val="single" w:sz="18.080" w:space="0" w:color="4F81BC"/>
              <w:left w:val="single" w:sz="35.552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61" w:right="4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57" w:right="2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nil" w:sz="6" w:space="0" w:color="auto"/>
              <w:bottom w:val="single" w:sz="18.080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162" w:right="1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61"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42" w:right="32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3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404" w:right="38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56" w:right="33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2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" w:after="0" w:line="240" w:lineRule="exact"/>
              <w:ind w:left="90" w:right="45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404" w:right="38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56" w:right="33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FP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6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24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20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258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15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18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138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29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3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0" w:after="0" w:line="240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7"/>
                <w:w w:val="100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6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47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54" w:right="14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</w:p>
          <w:p>
            <w:pPr>
              <w:spacing w:before="1" w:after="0" w:line="240" w:lineRule="auto"/>
              <w:ind w:left="332" w:right="30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11" w:right="9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  <w:p>
            <w:pPr>
              <w:spacing w:before="1" w:after="0" w:line="240" w:lineRule="auto"/>
              <w:ind w:left="284" w:right="26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24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20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36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258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8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6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6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1" w:hRule="exact"/>
        </w:trPr>
        <w:tc>
          <w:tcPr>
            <w:tcW w:w="1551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Ty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d</w:t>
            </w:r>
          </w:p>
        </w:tc>
        <w:tc>
          <w:tcPr>
            <w:tcW w:w="1172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8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38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2" w:right="5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42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  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100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%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  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</w:p>
    <w:p>
      <w:pPr>
        <w:spacing w:before="1" w:after="0" w:line="240" w:lineRule="auto"/>
        <w:ind w:left="242" w:right="-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&lt;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2" w:right="247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2" w:right="-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</w:p>
    <w:p>
      <w:pPr>
        <w:spacing w:before="2" w:after="0" w:line="239" w:lineRule="auto"/>
        <w:ind w:left="242" w:right="-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239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541" w:lineRule="auto"/>
        <w:ind w:right="359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5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3</w:t>
      </w:r>
      <w:r>
        <w:rPr>
          <w:rFonts w:ascii="Arial" w:hAnsi="Arial" w:cs="Arial" w:eastAsia="Arial"/>
          <w:sz w:val="16"/>
          <w:szCs w:val="16"/>
          <w:color w:val="4F81BC"/>
          <w:spacing w:val="1"/>
          <w:w w:val="100"/>
          <w:b/>
          <w:bCs/>
          <w:position w:val="11"/>
        </w:rPr>
        <w:t>r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d</w:t>
      </w:r>
      <w:r>
        <w:rPr>
          <w:rFonts w:ascii="Arial" w:hAnsi="Arial" w:cs="Arial" w:eastAsia="Arial"/>
          <w:sz w:val="16"/>
          <w:szCs w:val="16"/>
          <w:color w:val="4F81BC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9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40" w:after="0" w:line="238" w:lineRule="auto"/>
        <w:ind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5</w:t>
      </w:r>
      <w:r>
        <w:rPr>
          <w:rFonts w:ascii="Arial" w:hAnsi="Arial" w:cs="Arial" w:eastAsia="Arial"/>
          <w:sz w:val="14"/>
          <w:szCs w:val="14"/>
          <w:color w:val="000000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 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of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nd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9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75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54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b/>
          <w:bCs/>
          <w:u w:val="thick" w:color="0000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u w:val="thick" w:color="0000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b/>
          <w:bCs/>
          <w:u w:val="thick" w:color="0000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u w:val="thick" w:color="0000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u w:val="thick" w:color="0000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b/>
          <w:bCs/>
          <w:u w:val="thick" w:color="0000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u w:val="thick" w:color="0000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u w:val="thick" w:color="0000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u w:val="thick" w:color="0000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u w:val="thick" w:color="0000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u w:val="thick" w:color="0000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u w:val="thick" w:color="0000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b/>
          <w:bCs/>
          <w:u w:val="thick" w:color="0000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u w:val="thick" w:color="0000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b/>
          <w:bCs/>
          <w:u w:val="thick" w:color="0000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u w:val="thick" w:color="0000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u w:val="thick" w:color="0000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u w:val="thick" w:color="0000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u w:val="thick" w:color="0000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u w:val="thick" w:color="0000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u w:val="thick" w:color="0000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u w:val="thick" w:color="0000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xt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6" w:lineRule="auto"/>
        <w:ind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i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21</w:t>
      </w:r>
      <w:r>
        <w:rPr>
          <w:rFonts w:ascii="Arial" w:hAnsi="Arial" w:cs="Arial" w:eastAsia="Arial"/>
          <w:sz w:val="14"/>
          <w:szCs w:val="14"/>
          <w:color w:val="000000"/>
          <w:spacing w:val="-1"/>
          <w:w w:val="100"/>
          <w:b/>
          <w:bCs/>
          <w:position w:val="10"/>
        </w:rPr>
        <w:t>s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b/>
          <w:bCs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b/>
          <w:bCs/>
          <w:position w:val="10"/>
        </w:rPr>
        <w:t> </w:t>
      </w:r>
      <w:r>
        <w:rPr>
          <w:rFonts w:ascii="Arial" w:hAnsi="Arial" w:cs="Arial" w:eastAsia="Arial"/>
          <w:sz w:val="14"/>
          <w:szCs w:val="14"/>
          <w:color w:val="000000"/>
          <w:spacing w:val="28"/>
          <w:w w:val="100"/>
          <w:b/>
          <w:bCs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FR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TC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ro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bi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nd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ho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</w:p>
    <w:p>
      <w:pPr>
        <w:spacing w:before="2" w:after="0" w:line="240" w:lineRule="auto"/>
        <w:ind w:right="168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90%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42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0" w:lineRule="auto"/>
        <w:ind w:right="401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q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i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40"/>
          <w:pgMar w:top="200" w:bottom="280" w:left="300" w:right="540"/>
          <w:cols w:num="2" w:equalWidth="0">
            <w:col w:w="3983" w:space="265"/>
            <w:col w:w="6832"/>
          </w:cols>
        </w:sectPr>
      </w:pPr>
      <w:rPr/>
    </w:p>
    <w:p>
      <w:pPr>
        <w:spacing w:before="77" w:after="0" w:line="240" w:lineRule="auto"/>
        <w:ind w:left="10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3931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3" w:lineRule="auto"/>
        <w:ind w:left="10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s)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42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5" w:lineRule="auto"/>
        <w:ind w:left="100"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3" w:lineRule="auto"/>
        <w:ind w:left="100" w:right="4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’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42.199205pt;height:372.40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218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22"/>
          <w:szCs w:val="22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NumType w:start="2"/>
          <w:pgMar w:footer="300" w:header="0" w:top="620" w:bottom="500" w:left="260" w:right="460"/>
          <w:footerReference w:type="default" r:id="rId1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4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9.789503pt;height:203.10750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42" w:after="0" w:line="273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om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14"/>
          <w:szCs w:val="14"/>
          <w:spacing w:val="-5"/>
          <w:w w:val="100"/>
          <w:b/>
          <w:bCs/>
          <w:position w:val="9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9"/>
        </w:rPr>
        <w:t>t</w:t>
      </w:r>
      <w:r>
        <w:rPr>
          <w:rFonts w:ascii="Arial" w:hAnsi="Arial" w:cs="Arial" w:eastAsia="Arial"/>
          <w:sz w:val="14"/>
          <w:szCs w:val="14"/>
          <w:spacing w:val="19"/>
          <w:w w:val="100"/>
          <w:b/>
          <w:bCs/>
          <w:position w:val="9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pr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14"/>
          <w:szCs w:val="14"/>
          <w:spacing w:val="2"/>
          <w:w w:val="100"/>
          <w:b/>
          <w:bCs/>
          <w:position w:val="9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9"/>
        </w:rPr>
        <w:t>h</w:t>
      </w:r>
      <w:r>
        <w:rPr>
          <w:rFonts w:ascii="Arial" w:hAnsi="Arial" w:cs="Arial" w:eastAsia="Arial"/>
          <w:sz w:val="14"/>
          <w:szCs w:val="14"/>
          <w:spacing w:val="19"/>
          <w:w w:val="100"/>
          <w:b/>
          <w:bCs/>
          <w:position w:val="9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7" w:after="0" w:line="240" w:lineRule="auto"/>
        <w:ind w:left="1270" w:right="-20"/>
        <w:jc w:val="left"/>
        <w:rPr>
          <w:rFonts w:ascii="Calibri" w:hAnsi="Calibri" w:cs="Calibri" w:eastAsia="Calibri"/>
          <w:sz w:val="16"/>
          <w:szCs w:val="16"/>
        </w:rPr>
      </w:pPr>
      <w:rPr/>
      <w:r>
        <w:rPr>
          <w:rFonts w:ascii="Calibri" w:hAnsi="Calibri" w:cs="Calibri" w:eastAsia="Calibri"/>
          <w:sz w:val="16"/>
          <w:szCs w:val="16"/>
          <w:color w:val="FFFFFF"/>
          <w:spacing w:val="7"/>
          <w:w w:val="116"/>
          <w:b/>
          <w:bCs/>
        </w:rPr>
        <w:t>C</w:t>
      </w:r>
      <w:r>
        <w:rPr>
          <w:rFonts w:ascii="Calibri" w:hAnsi="Calibri" w:cs="Calibri" w:eastAsia="Calibri"/>
          <w:sz w:val="16"/>
          <w:szCs w:val="16"/>
          <w:color w:val="FFFFFF"/>
          <w:spacing w:val="-1"/>
          <w:w w:val="116"/>
          <w:b/>
          <w:bCs/>
        </w:rPr>
        <w:t>H</w:t>
      </w:r>
      <w:r>
        <w:rPr>
          <w:rFonts w:ascii="Calibri" w:hAnsi="Calibri" w:cs="Calibri" w:eastAsia="Calibri"/>
          <w:sz w:val="16"/>
          <w:szCs w:val="16"/>
          <w:color w:val="FFFFFF"/>
          <w:spacing w:val="2"/>
          <w:w w:val="116"/>
          <w:b/>
          <w:bCs/>
        </w:rPr>
        <w:t>O</w:t>
      </w:r>
      <w:r>
        <w:rPr>
          <w:rFonts w:ascii="Calibri" w:hAnsi="Calibri" w:cs="Calibri" w:eastAsia="Calibri"/>
          <w:sz w:val="16"/>
          <w:szCs w:val="16"/>
          <w:color w:val="FFFFFF"/>
          <w:spacing w:val="2"/>
          <w:w w:val="116"/>
          <w:b/>
          <w:bCs/>
        </w:rPr>
        <w:t>L</w:t>
      </w:r>
      <w:r>
        <w:rPr>
          <w:rFonts w:ascii="Calibri" w:hAnsi="Calibri" w:cs="Calibri" w:eastAsia="Calibri"/>
          <w:sz w:val="16"/>
          <w:szCs w:val="16"/>
          <w:color w:val="FFFFFF"/>
          <w:spacing w:val="2"/>
          <w:w w:val="116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RA</w:t>
      </w:r>
      <w:r>
        <w:rPr>
          <w:rFonts w:ascii="Calibri" w:hAnsi="Calibri" w:cs="Calibri" w:eastAsia="Calibri"/>
          <w:sz w:val="16"/>
          <w:szCs w:val="16"/>
          <w:color w:val="FFFFFF"/>
          <w:spacing w:val="3"/>
          <w:w w:val="116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7"/>
          <w:w w:val="116"/>
          <w:b/>
          <w:bCs/>
        </w:rPr>
        <w:t>C</w:t>
      </w:r>
      <w:r>
        <w:rPr>
          <w:rFonts w:ascii="Calibri" w:hAnsi="Calibri" w:cs="Calibri" w:eastAsia="Calibri"/>
          <w:sz w:val="16"/>
          <w:szCs w:val="16"/>
          <w:color w:val="FFFFFF"/>
          <w:spacing w:val="3"/>
          <w:w w:val="116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FFFFFF"/>
          <w:spacing w:val="6"/>
          <w:w w:val="116"/>
          <w:b/>
          <w:bCs/>
        </w:rPr>
        <w:t>S</w:t>
      </w:r>
      <w:r>
        <w:rPr>
          <w:rFonts w:ascii="Calibri" w:hAnsi="Calibri" w:cs="Calibri" w:eastAsia="Calibri"/>
          <w:sz w:val="16"/>
          <w:szCs w:val="16"/>
          <w:color w:val="FFFFFF"/>
          <w:spacing w:val="2"/>
          <w:w w:val="116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S</w:t>
      </w:r>
      <w:r>
        <w:rPr>
          <w:rFonts w:ascii="Calibri" w:hAnsi="Calibri" w:cs="Calibri" w:eastAsia="Calibri"/>
          <w:sz w:val="16"/>
          <w:szCs w:val="16"/>
          <w:color w:val="FFFFFF"/>
          <w:spacing w:val="1"/>
          <w:w w:val="116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3"/>
          <w:w w:val="116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FFFFFF"/>
          <w:spacing w:val="6"/>
          <w:w w:val="116"/>
          <w:b/>
          <w:bCs/>
        </w:rPr>
        <w:t>N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D</w:t>
      </w:r>
      <w:r>
        <w:rPr>
          <w:rFonts w:ascii="Calibri" w:hAnsi="Calibri" w:cs="Calibri" w:eastAsia="Calibri"/>
          <w:sz w:val="16"/>
          <w:szCs w:val="16"/>
          <w:color w:val="FFFFFF"/>
          <w:spacing w:val="-5"/>
          <w:w w:val="116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-1"/>
          <w:w w:val="116"/>
          <w:b/>
          <w:bCs/>
        </w:rPr>
        <w:t>D</w:t>
      </w:r>
      <w:r>
        <w:rPr>
          <w:rFonts w:ascii="Calibri" w:hAnsi="Calibri" w:cs="Calibri" w:eastAsia="Calibri"/>
          <w:sz w:val="16"/>
          <w:szCs w:val="16"/>
          <w:color w:val="FFFFFF"/>
          <w:spacing w:val="2"/>
          <w:w w:val="116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color w:val="FFFFFF"/>
          <w:spacing w:val="-9"/>
          <w:w w:val="116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FFFFFF"/>
          <w:spacing w:val="1"/>
          <w:w w:val="116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color w:val="FFFFFF"/>
          <w:spacing w:val="-1"/>
          <w:w w:val="116"/>
          <w:b/>
          <w:bCs/>
        </w:rPr>
        <w:t>H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S</w:t>
      </w:r>
      <w:r>
        <w:rPr>
          <w:rFonts w:ascii="Calibri" w:hAnsi="Calibri" w:cs="Calibri" w:eastAsia="Calibri"/>
          <w:sz w:val="16"/>
          <w:szCs w:val="16"/>
          <w:color w:val="FFFFFF"/>
          <w:spacing w:val="-6"/>
          <w:w w:val="116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-3"/>
          <w:w w:val="100"/>
          <w:b/>
          <w:bCs/>
        </w:rPr>
        <w:t>I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00"/>
          <w:b/>
          <w:bCs/>
        </w:rPr>
        <w:t>N</w:t>
      </w:r>
      <w:r>
        <w:rPr>
          <w:rFonts w:ascii="Calibri" w:hAnsi="Calibri" w:cs="Calibri" w:eastAsia="Calibri"/>
          <w:sz w:val="16"/>
          <w:szCs w:val="16"/>
          <w:color w:val="FFFFFF"/>
          <w:spacing w:val="29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B</w:t>
      </w:r>
      <w:r>
        <w:rPr>
          <w:rFonts w:ascii="Calibri" w:hAnsi="Calibri" w:cs="Calibri" w:eastAsia="Calibri"/>
          <w:sz w:val="16"/>
          <w:szCs w:val="16"/>
          <w:color w:val="FFFFFF"/>
          <w:spacing w:val="7"/>
          <w:w w:val="116"/>
          <w:b/>
          <w:bCs/>
        </w:rPr>
        <w:t>W</w:t>
      </w:r>
      <w:r>
        <w:rPr>
          <w:rFonts w:ascii="Calibri" w:hAnsi="Calibri" w:cs="Calibri" w:eastAsia="Calibri"/>
          <w:sz w:val="16"/>
          <w:szCs w:val="16"/>
          <w:color w:val="FFFFFF"/>
          <w:spacing w:val="2"/>
          <w:w w:val="116"/>
          <w:b/>
          <w:bCs/>
        </w:rPr>
        <w:t>E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RA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7"/>
          <w:w w:val="116"/>
          <w:b/>
          <w:bCs/>
        </w:rPr>
        <w:t>C</w:t>
      </w:r>
      <w:r>
        <w:rPr>
          <w:rFonts w:ascii="Calibri" w:hAnsi="Calibri" w:cs="Calibri" w:eastAsia="Calibri"/>
          <w:sz w:val="16"/>
          <w:szCs w:val="16"/>
          <w:color w:val="FFFFFF"/>
          <w:spacing w:val="1"/>
          <w:w w:val="116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color w:val="FFFFFF"/>
          <w:spacing w:val="-7"/>
          <w:w w:val="116"/>
          <w:b/>
          <w:bCs/>
        </w:rPr>
        <w:t>C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:</w:t>
      </w:r>
      <w:r>
        <w:rPr>
          <w:rFonts w:ascii="Calibri" w:hAnsi="Calibri" w:cs="Calibri" w:eastAsia="Calibri"/>
          <w:sz w:val="16"/>
          <w:szCs w:val="16"/>
          <w:color w:val="FFFFFF"/>
          <w:spacing w:val="-7"/>
          <w:w w:val="116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-1"/>
          <w:w w:val="100"/>
          <w:b/>
          <w:bCs/>
        </w:rPr>
        <w:t>1</w:t>
      </w:r>
      <w:r>
        <w:rPr>
          <w:rFonts w:ascii="Calibri" w:hAnsi="Calibri" w:cs="Calibri" w:eastAsia="Calibri"/>
          <w:sz w:val="16"/>
          <w:szCs w:val="16"/>
          <w:color w:val="FFFFFF"/>
          <w:spacing w:val="5"/>
          <w:w w:val="100"/>
          <w:b/>
          <w:bCs/>
        </w:rPr>
        <w:t>S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5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M</w:t>
      </w:r>
      <w:r>
        <w:rPr>
          <w:rFonts w:ascii="Calibri" w:hAnsi="Calibri" w:cs="Calibri" w:eastAsia="Calibri"/>
          <w:sz w:val="16"/>
          <w:szCs w:val="16"/>
          <w:color w:val="FFFFFF"/>
          <w:spacing w:val="3"/>
          <w:w w:val="116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6"/>
          <w:b/>
          <w:bCs/>
        </w:rPr>
        <w:t>R</w:t>
      </w:r>
      <w:r>
        <w:rPr>
          <w:rFonts w:ascii="Calibri" w:hAnsi="Calibri" w:cs="Calibri" w:eastAsia="Calibri"/>
          <w:sz w:val="16"/>
          <w:szCs w:val="16"/>
          <w:color w:val="FFFFFF"/>
          <w:spacing w:val="5"/>
          <w:w w:val="116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00"/>
          <w:b/>
          <w:bCs/>
        </w:rPr>
        <w:t>-</w:t>
      </w:r>
      <w:r>
        <w:rPr>
          <w:rFonts w:ascii="Calibri" w:hAnsi="Calibri" w:cs="Calibri" w:eastAsia="Calibri"/>
          <w:sz w:val="16"/>
          <w:szCs w:val="16"/>
          <w:color w:val="FFFFFF"/>
          <w:spacing w:val="10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-1"/>
          <w:w w:val="100"/>
          <w:b/>
          <w:bCs/>
        </w:rPr>
        <w:t>2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00"/>
          <w:b/>
          <w:bCs/>
        </w:rPr>
        <w:t>1</w:t>
      </w:r>
      <w:r>
        <w:rPr>
          <w:rFonts w:ascii="Calibri" w:hAnsi="Calibri" w:cs="Calibri" w:eastAsia="Calibri"/>
          <w:sz w:val="16"/>
          <w:szCs w:val="16"/>
          <w:color w:val="FFFFFF"/>
          <w:spacing w:val="26"/>
          <w:w w:val="100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7"/>
          <w:b/>
          <w:bCs/>
        </w:rPr>
        <w:t>M</w:t>
      </w:r>
      <w:r>
        <w:rPr>
          <w:rFonts w:ascii="Calibri" w:hAnsi="Calibri" w:cs="Calibri" w:eastAsia="Calibri"/>
          <w:sz w:val="16"/>
          <w:szCs w:val="16"/>
          <w:color w:val="FFFFFF"/>
          <w:spacing w:val="-9"/>
          <w:w w:val="117"/>
          <w:b/>
          <w:bCs/>
        </w:rPr>
        <w:t>A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7"/>
          <w:b/>
          <w:bCs/>
        </w:rPr>
        <w:t>Y</w:t>
      </w:r>
      <w:r>
        <w:rPr>
          <w:rFonts w:ascii="Calibri" w:hAnsi="Calibri" w:cs="Calibri" w:eastAsia="Calibri"/>
          <w:sz w:val="16"/>
          <w:szCs w:val="16"/>
          <w:color w:val="FFFFFF"/>
          <w:spacing w:val="-10"/>
          <w:w w:val="117"/>
          <w:b/>
          <w:bCs/>
        </w:rPr>
        <w:t> </w:t>
      </w:r>
      <w:r>
        <w:rPr>
          <w:rFonts w:ascii="Calibri" w:hAnsi="Calibri" w:cs="Calibri" w:eastAsia="Calibri"/>
          <w:sz w:val="16"/>
          <w:szCs w:val="16"/>
          <w:color w:val="FFFFFF"/>
          <w:spacing w:val="-1"/>
          <w:w w:val="117"/>
          <w:b/>
          <w:bCs/>
        </w:rPr>
        <w:t>2</w:t>
      </w:r>
      <w:r>
        <w:rPr>
          <w:rFonts w:ascii="Calibri" w:hAnsi="Calibri" w:cs="Calibri" w:eastAsia="Calibri"/>
          <w:sz w:val="16"/>
          <w:szCs w:val="16"/>
          <w:color w:val="FFFFFF"/>
          <w:spacing w:val="-1"/>
          <w:w w:val="117"/>
          <w:b/>
          <w:bCs/>
        </w:rPr>
        <w:t>0</w:t>
      </w:r>
      <w:r>
        <w:rPr>
          <w:rFonts w:ascii="Calibri" w:hAnsi="Calibri" w:cs="Calibri" w:eastAsia="Calibri"/>
          <w:sz w:val="16"/>
          <w:szCs w:val="16"/>
          <w:color w:val="FFFFFF"/>
          <w:spacing w:val="-1"/>
          <w:w w:val="117"/>
          <w:b/>
          <w:bCs/>
        </w:rPr>
        <w:t>1</w:t>
      </w:r>
      <w:r>
        <w:rPr>
          <w:rFonts w:ascii="Calibri" w:hAnsi="Calibri" w:cs="Calibri" w:eastAsia="Calibri"/>
          <w:sz w:val="16"/>
          <w:szCs w:val="16"/>
          <w:color w:val="FFFFFF"/>
          <w:spacing w:val="0"/>
          <w:w w:val="117"/>
          <w:b/>
          <w:bCs/>
        </w:rPr>
        <w:t>5</w:t>
      </w:r>
      <w:r>
        <w:rPr>
          <w:rFonts w:ascii="Calibri" w:hAnsi="Calibri" w:cs="Calibri" w:eastAsia="Calibri"/>
          <w:sz w:val="16"/>
          <w:szCs w:val="16"/>
          <w:color w:val="000000"/>
          <w:spacing w:val="0"/>
          <w:w w:val="100"/>
        </w:rPr>
      </w:r>
    </w:p>
    <w:p>
      <w:pPr>
        <w:spacing w:before="65" w:after="0" w:line="156" w:lineRule="exact"/>
        <w:ind w:left="520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5"/>
          <w:w w:val="118"/>
          <w:b/>
          <w:bCs/>
        </w:rPr>
        <w:t>20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33" w:after="0" w:line="156" w:lineRule="exact"/>
        <w:ind w:left="520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5"/>
          <w:w w:val="118"/>
          <w:b/>
          <w:bCs/>
        </w:rPr>
        <w:t>18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33" w:after="0" w:line="156" w:lineRule="exact"/>
        <w:ind w:left="520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5"/>
          <w:w w:val="118"/>
          <w:b/>
          <w:bCs/>
        </w:rPr>
        <w:t>16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33" w:after="0" w:line="156" w:lineRule="exact"/>
        <w:ind w:left="520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5"/>
          <w:w w:val="118"/>
          <w:b/>
          <w:bCs/>
        </w:rPr>
        <w:t>14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33" w:after="0" w:line="240" w:lineRule="auto"/>
        <w:ind w:left="520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5"/>
          <w:w w:val="118"/>
          <w:b/>
          <w:bCs/>
        </w:rPr>
        <w:t>12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0" w:right="-20"/>
        <w:jc w:val="left"/>
        <w:tabs>
          <w:tab w:pos="8720" w:val="left"/>
        </w:tabs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5"/>
          <w:w w:val="100"/>
          <w:b/>
          <w:bCs/>
          <w:position w:val="-8"/>
        </w:rPr>
        <w:t>1</w:t>
      </w:r>
      <w:r>
        <w:rPr>
          <w:rFonts w:ascii="Calibri" w:hAnsi="Calibri" w:cs="Calibri" w:eastAsia="Calibri"/>
          <w:sz w:val="13"/>
          <w:szCs w:val="13"/>
          <w:spacing w:val="0"/>
          <w:w w:val="100"/>
          <w:b/>
          <w:bCs/>
          <w:position w:val="-8"/>
        </w:rPr>
        <w:t>0</w:t>
      </w:r>
      <w:r>
        <w:rPr>
          <w:rFonts w:ascii="Calibri" w:hAnsi="Calibri" w:cs="Calibri" w:eastAsia="Calibri"/>
          <w:sz w:val="13"/>
          <w:szCs w:val="13"/>
          <w:spacing w:val="-6"/>
          <w:w w:val="100"/>
          <w:b/>
          <w:bCs/>
          <w:position w:val="-8"/>
        </w:rPr>
        <w:t> </w:t>
      </w:r>
      <w:r>
        <w:rPr>
          <w:rFonts w:ascii="Calibri" w:hAnsi="Calibri" w:cs="Calibri" w:eastAsia="Calibri"/>
          <w:sz w:val="13"/>
          <w:szCs w:val="13"/>
          <w:spacing w:val="0"/>
          <w:w w:val="100"/>
          <w:b/>
          <w:bCs/>
          <w:position w:val="-8"/>
        </w:rPr>
        <w:tab/>
      </w:r>
      <w:r>
        <w:rPr>
          <w:rFonts w:ascii="Calibri" w:hAnsi="Calibri" w:cs="Calibri" w:eastAsia="Calibri"/>
          <w:sz w:val="13"/>
          <w:szCs w:val="13"/>
          <w:spacing w:val="1"/>
          <w:w w:val="118"/>
          <w:b/>
          <w:bCs/>
          <w:position w:val="0"/>
        </w:rPr>
        <w:t>C</w:t>
      </w:r>
      <w:r>
        <w:rPr>
          <w:rFonts w:ascii="Calibri" w:hAnsi="Calibri" w:cs="Calibri" w:eastAsia="Calibri"/>
          <w:sz w:val="13"/>
          <w:szCs w:val="13"/>
          <w:spacing w:val="-5"/>
          <w:w w:val="117"/>
          <w:b/>
          <w:bCs/>
          <w:position w:val="0"/>
        </w:rPr>
        <w:t>a</w:t>
      </w:r>
      <w:r>
        <w:rPr>
          <w:rFonts w:ascii="Calibri" w:hAnsi="Calibri" w:cs="Calibri" w:eastAsia="Calibri"/>
          <w:sz w:val="13"/>
          <w:szCs w:val="13"/>
          <w:spacing w:val="-2"/>
          <w:w w:val="118"/>
          <w:b/>
          <w:bCs/>
          <w:position w:val="0"/>
        </w:rPr>
        <w:t>s</w:t>
      </w:r>
      <w:r>
        <w:rPr>
          <w:rFonts w:ascii="Calibri" w:hAnsi="Calibri" w:cs="Calibri" w:eastAsia="Calibri"/>
          <w:sz w:val="13"/>
          <w:szCs w:val="13"/>
          <w:spacing w:val="5"/>
          <w:w w:val="118"/>
          <w:b/>
          <w:bCs/>
          <w:position w:val="0"/>
        </w:rPr>
        <w:t>e</w:t>
      </w:r>
      <w:r>
        <w:rPr>
          <w:rFonts w:ascii="Calibri" w:hAnsi="Calibri" w:cs="Calibri" w:eastAsia="Calibri"/>
          <w:sz w:val="13"/>
          <w:szCs w:val="13"/>
          <w:spacing w:val="0"/>
          <w:w w:val="118"/>
          <w:b/>
          <w:bCs/>
          <w:position w:val="0"/>
        </w:rPr>
        <w:t>s</w:t>
      </w:r>
      <w:r>
        <w:rPr>
          <w:rFonts w:ascii="Calibri" w:hAnsi="Calibri" w:cs="Calibri" w:eastAsia="Calibri"/>
          <w:sz w:val="13"/>
          <w:szCs w:val="13"/>
          <w:spacing w:val="0"/>
          <w:w w:val="100"/>
          <w:position w:val="0"/>
        </w:rPr>
      </w:r>
    </w:p>
    <w:p>
      <w:pPr>
        <w:spacing w:before="1" w:after="0" w:line="240" w:lineRule="auto"/>
        <w:ind w:right="1229"/>
        <w:jc w:val="righ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-2"/>
          <w:w w:val="117"/>
          <w:b/>
          <w:bCs/>
        </w:rPr>
        <w:t>D</w:t>
      </w:r>
      <w:r>
        <w:rPr>
          <w:rFonts w:ascii="Calibri" w:hAnsi="Calibri" w:cs="Calibri" w:eastAsia="Calibri"/>
          <w:sz w:val="13"/>
          <w:szCs w:val="13"/>
          <w:spacing w:val="6"/>
          <w:w w:val="117"/>
          <w:b/>
          <w:bCs/>
        </w:rPr>
        <w:t>e</w:t>
      </w:r>
      <w:r>
        <w:rPr>
          <w:rFonts w:ascii="Calibri" w:hAnsi="Calibri" w:cs="Calibri" w:eastAsia="Calibri"/>
          <w:sz w:val="13"/>
          <w:szCs w:val="13"/>
          <w:spacing w:val="-5"/>
          <w:w w:val="117"/>
          <w:b/>
          <w:bCs/>
        </w:rPr>
        <w:t>a</w:t>
      </w:r>
      <w:r>
        <w:rPr>
          <w:rFonts w:ascii="Calibri" w:hAnsi="Calibri" w:cs="Calibri" w:eastAsia="Calibri"/>
          <w:sz w:val="13"/>
          <w:szCs w:val="13"/>
          <w:spacing w:val="6"/>
          <w:w w:val="117"/>
          <w:b/>
          <w:bCs/>
        </w:rPr>
        <w:t>t</w:t>
      </w:r>
      <w:r>
        <w:rPr>
          <w:rFonts w:ascii="Calibri" w:hAnsi="Calibri" w:cs="Calibri" w:eastAsia="Calibri"/>
          <w:sz w:val="13"/>
          <w:szCs w:val="13"/>
          <w:spacing w:val="1"/>
          <w:w w:val="117"/>
          <w:b/>
          <w:bCs/>
        </w:rPr>
        <w:t>h</w:t>
      </w:r>
      <w:r>
        <w:rPr>
          <w:rFonts w:ascii="Calibri" w:hAnsi="Calibri" w:cs="Calibri" w:eastAsia="Calibri"/>
          <w:sz w:val="13"/>
          <w:szCs w:val="13"/>
          <w:spacing w:val="0"/>
          <w:w w:val="117"/>
          <w:b/>
          <w:bCs/>
        </w:rPr>
        <w:t>s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27" w:after="0" w:line="156" w:lineRule="exact"/>
        <w:ind w:left="607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0"/>
          <w:w w:val="118"/>
          <w:b/>
          <w:bCs/>
        </w:rPr>
        <w:t>8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33" w:after="0" w:line="156" w:lineRule="exact"/>
        <w:ind w:left="607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0"/>
          <w:w w:val="118"/>
          <w:b/>
          <w:bCs/>
        </w:rPr>
        <w:t>6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33" w:after="0" w:line="156" w:lineRule="exact"/>
        <w:ind w:left="607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0"/>
          <w:w w:val="118"/>
          <w:b/>
          <w:bCs/>
        </w:rPr>
        <w:t>4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33" w:after="0" w:line="156" w:lineRule="exact"/>
        <w:ind w:left="607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0"/>
          <w:w w:val="118"/>
          <w:b/>
          <w:bCs/>
        </w:rPr>
        <w:t>2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pgMar w:header="0" w:footer="300" w:top="600" w:bottom="700" w:left="260" w:right="1220"/>
          <w:pgSz w:w="11920" w:h="16840"/>
        </w:sectPr>
      </w:pPr>
      <w:rPr/>
    </w:p>
    <w:p>
      <w:pPr>
        <w:spacing w:before="33" w:after="0" w:line="240" w:lineRule="auto"/>
        <w:ind w:left="607" w:right="-20"/>
        <w:jc w:val="left"/>
        <w:rPr>
          <w:rFonts w:ascii="Calibri" w:hAnsi="Calibri" w:cs="Calibri" w:eastAsia="Calibri"/>
          <w:sz w:val="13"/>
          <w:szCs w:val="13"/>
        </w:rPr>
      </w:pPr>
      <w:rPr/>
      <w:r>
        <w:rPr>
          <w:rFonts w:ascii="Calibri" w:hAnsi="Calibri" w:cs="Calibri" w:eastAsia="Calibri"/>
          <w:sz w:val="13"/>
          <w:szCs w:val="13"/>
          <w:spacing w:val="0"/>
          <w:w w:val="118"/>
          <w:b/>
          <w:bCs/>
        </w:rPr>
        <w:t>0</w:t>
      </w:r>
      <w:r>
        <w:rPr>
          <w:rFonts w:ascii="Calibri" w:hAnsi="Calibri" w:cs="Calibri" w:eastAsia="Calibri"/>
          <w:sz w:val="13"/>
          <w:szCs w:val="13"/>
          <w:spacing w:val="0"/>
          <w:w w:val="100"/>
        </w:rPr>
      </w:r>
    </w:p>
    <w:p>
      <w:pPr>
        <w:spacing w:before="32" w:after="0" w:line="132" w:lineRule="exact"/>
        <w:ind w:left="928" w:right="-56"/>
        <w:jc w:val="left"/>
        <w:rPr>
          <w:rFonts w:ascii="Calibri" w:hAnsi="Calibri" w:cs="Calibri" w:eastAsia="Calibri"/>
          <w:sz w:val="11"/>
          <w:szCs w:val="11"/>
        </w:rPr>
      </w:pPr>
      <w:rPr/>
      <w:r>
        <w:rPr>
          <w:rFonts w:ascii="Calibri" w:hAnsi="Calibri" w:cs="Calibri" w:eastAsia="Calibri"/>
          <w:sz w:val="11"/>
          <w:szCs w:val="11"/>
          <w:spacing w:val="-6"/>
          <w:w w:val="117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7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7"/>
        </w:rPr>
        <w:t>r</w:t>
      </w:r>
      <w:r>
        <w:rPr>
          <w:rFonts w:ascii="Calibri" w:hAnsi="Calibri" w:cs="Calibri" w:eastAsia="Calibri"/>
          <w:sz w:val="11"/>
          <w:szCs w:val="11"/>
          <w:spacing w:val="-2"/>
          <w:w w:val="117"/>
        </w:rPr>
        <w:t> </w:t>
      </w:r>
      <w:r>
        <w:rPr>
          <w:rFonts w:ascii="Calibri" w:hAnsi="Calibri" w:cs="Calibri" w:eastAsia="Calibri"/>
          <w:sz w:val="11"/>
          <w:szCs w:val="11"/>
          <w:spacing w:val="5"/>
          <w:w w:val="100"/>
        </w:rPr>
        <w:t>1</w:t>
      </w:r>
      <w:r>
        <w:rPr>
          <w:rFonts w:ascii="Calibri" w:hAnsi="Calibri" w:cs="Calibri" w:eastAsia="Calibri"/>
          <w:sz w:val="11"/>
          <w:szCs w:val="11"/>
          <w:spacing w:val="-4"/>
          <w:w w:val="100"/>
        </w:rPr>
        <w:t>-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7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       </w:t>
      </w:r>
      <w:r>
        <w:rPr>
          <w:rFonts w:ascii="Calibri" w:hAnsi="Calibri" w:cs="Calibri" w:eastAsia="Calibri"/>
          <w:sz w:val="11"/>
          <w:szCs w:val="11"/>
          <w:spacing w:val="2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-6"/>
          <w:w w:val="116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6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r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8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-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4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 </w:t>
      </w:r>
      <w:r>
        <w:rPr>
          <w:rFonts w:ascii="Calibri" w:hAnsi="Calibri" w:cs="Calibri" w:eastAsia="Calibri"/>
          <w:sz w:val="11"/>
          <w:szCs w:val="11"/>
          <w:spacing w:val="21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-6"/>
          <w:w w:val="116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6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r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7"/>
          <w:w w:val="116"/>
        </w:rPr>
        <w:t>5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-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2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14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-6"/>
          <w:w w:val="116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6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r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2</w:t>
      </w:r>
      <w:r>
        <w:rPr>
          <w:rFonts w:ascii="Calibri" w:hAnsi="Calibri" w:cs="Calibri" w:eastAsia="Calibri"/>
          <w:sz w:val="11"/>
          <w:szCs w:val="11"/>
          <w:spacing w:val="7"/>
          <w:w w:val="116"/>
        </w:rPr>
        <w:t>2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-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2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8</w:t>
      </w:r>
      <w:r>
        <w:rPr>
          <w:rFonts w:ascii="Calibri" w:hAnsi="Calibri" w:cs="Calibri" w:eastAsia="Calibri"/>
          <w:sz w:val="11"/>
          <w:szCs w:val="11"/>
          <w:spacing w:val="19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-6"/>
          <w:w w:val="116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6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r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2</w:t>
      </w:r>
      <w:r>
        <w:rPr>
          <w:rFonts w:ascii="Calibri" w:hAnsi="Calibri" w:cs="Calibri" w:eastAsia="Calibri"/>
          <w:sz w:val="11"/>
          <w:szCs w:val="11"/>
          <w:spacing w:val="7"/>
          <w:w w:val="116"/>
        </w:rPr>
        <w:t>9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-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A</w:t>
      </w:r>
      <w:r>
        <w:rPr>
          <w:rFonts w:ascii="Calibri" w:hAnsi="Calibri" w:cs="Calibri" w:eastAsia="Calibri"/>
          <w:sz w:val="11"/>
          <w:szCs w:val="11"/>
          <w:spacing w:val="2"/>
          <w:w w:val="116"/>
        </w:rPr>
        <w:t>p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r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 </w:t>
      </w:r>
      <w:r>
        <w:rPr>
          <w:rFonts w:ascii="Calibri" w:hAnsi="Calibri" w:cs="Calibri" w:eastAsia="Calibri"/>
          <w:sz w:val="11"/>
          <w:szCs w:val="11"/>
          <w:spacing w:val="7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-4"/>
          <w:w w:val="100"/>
        </w:rPr>
        <w:t>A</w:t>
      </w:r>
      <w:r>
        <w:rPr>
          <w:rFonts w:ascii="Calibri" w:hAnsi="Calibri" w:cs="Calibri" w:eastAsia="Calibri"/>
          <w:sz w:val="11"/>
          <w:szCs w:val="11"/>
          <w:spacing w:val="2"/>
          <w:w w:val="100"/>
        </w:rPr>
        <w:t>p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r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3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7"/>
          <w:w w:val="116"/>
        </w:rPr>
        <w:t>5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-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  </w:t>
      </w:r>
      <w:r>
        <w:rPr>
          <w:rFonts w:ascii="Calibri" w:hAnsi="Calibri" w:cs="Calibri" w:eastAsia="Calibri"/>
          <w:sz w:val="11"/>
          <w:szCs w:val="11"/>
          <w:spacing w:val="15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-4"/>
          <w:w w:val="100"/>
        </w:rPr>
        <w:t>A</w:t>
      </w:r>
      <w:r>
        <w:rPr>
          <w:rFonts w:ascii="Calibri" w:hAnsi="Calibri" w:cs="Calibri" w:eastAsia="Calibri"/>
          <w:sz w:val="11"/>
          <w:szCs w:val="11"/>
          <w:spacing w:val="2"/>
          <w:w w:val="100"/>
        </w:rPr>
        <w:t>p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r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3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7"/>
          <w:w w:val="116"/>
        </w:rPr>
        <w:t>2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-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8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 </w:t>
      </w:r>
      <w:r>
        <w:rPr>
          <w:rFonts w:ascii="Calibri" w:hAnsi="Calibri" w:cs="Calibri" w:eastAsia="Calibri"/>
          <w:sz w:val="11"/>
          <w:szCs w:val="11"/>
          <w:spacing w:val="9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-4"/>
          <w:w w:val="100"/>
        </w:rPr>
        <w:t>A</w:t>
      </w:r>
      <w:r>
        <w:rPr>
          <w:rFonts w:ascii="Calibri" w:hAnsi="Calibri" w:cs="Calibri" w:eastAsia="Calibri"/>
          <w:sz w:val="11"/>
          <w:szCs w:val="11"/>
          <w:spacing w:val="2"/>
          <w:w w:val="100"/>
        </w:rPr>
        <w:t>p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r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3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7"/>
          <w:w w:val="116"/>
        </w:rPr>
        <w:t>9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-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2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5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2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-4"/>
          <w:w w:val="100"/>
        </w:rPr>
        <w:t>A</w:t>
      </w:r>
      <w:r>
        <w:rPr>
          <w:rFonts w:ascii="Calibri" w:hAnsi="Calibri" w:cs="Calibri" w:eastAsia="Calibri"/>
          <w:sz w:val="11"/>
          <w:szCs w:val="11"/>
          <w:spacing w:val="2"/>
          <w:w w:val="100"/>
        </w:rPr>
        <w:t>p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r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3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5"/>
          <w:w w:val="117"/>
        </w:rPr>
        <w:t>2</w:t>
      </w:r>
      <w:r>
        <w:rPr>
          <w:rFonts w:ascii="Calibri" w:hAnsi="Calibri" w:cs="Calibri" w:eastAsia="Calibri"/>
          <w:sz w:val="11"/>
          <w:szCs w:val="11"/>
          <w:spacing w:val="6"/>
          <w:w w:val="117"/>
        </w:rPr>
        <w:t>6</w:t>
      </w:r>
      <w:r>
        <w:rPr>
          <w:rFonts w:ascii="Calibri" w:hAnsi="Calibri" w:cs="Calibri" w:eastAsia="Calibri"/>
          <w:sz w:val="11"/>
          <w:szCs w:val="11"/>
          <w:spacing w:val="-4"/>
          <w:w w:val="117"/>
        </w:rPr>
        <w:t>-</w:t>
      </w:r>
      <w:r>
        <w:rPr>
          <w:rFonts w:ascii="Calibri" w:hAnsi="Calibri" w:cs="Calibri" w:eastAsia="Calibri"/>
          <w:sz w:val="11"/>
          <w:szCs w:val="11"/>
          <w:spacing w:val="-5"/>
          <w:w w:val="117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7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7"/>
        </w:rPr>
        <w:t>y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132" w:lineRule="exact"/>
        <w:ind w:right="-20"/>
        <w:jc w:val="left"/>
        <w:rPr>
          <w:rFonts w:ascii="Calibri" w:hAnsi="Calibri" w:cs="Calibri" w:eastAsia="Calibri"/>
          <w:sz w:val="11"/>
          <w:szCs w:val="11"/>
        </w:rPr>
      </w:pPr>
      <w:rPr/>
      <w:r>
        <w:rPr>
          <w:rFonts w:ascii="Calibri" w:hAnsi="Calibri" w:cs="Calibri" w:eastAsia="Calibri"/>
          <w:sz w:val="11"/>
          <w:szCs w:val="11"/>
          <w:spacing w:val="-6"/>
          <w:w w:val="117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7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7"/>
        </w:rPr>
        <w:t>y</w:t>
      </w:r>
      <w:r>
        <w:rPr>
          <w:rFonts w:ascii="Calibri" w:hAnsi="Calibri" w:cs="Calibri" w:eastAsia="Calibri"/>
          <w:sz w:val="11"/>
          <w:szCs w:val="11"/>
          <w:spacing w:val="-4"/>
          <w:w w:val="117"/>
        </w:rPr>
        <w:t> </w:t>
      </w:r>
      <w:r>
        <w:rPr>
          <w:rFonts w:ascii="Calibri" w:hAnsi="Calibri" w:cs="Calibri" w:eastAsia="Calibri"/>
          <w:sz w:val="11"/>
          <w:szCs w:val="11"/>
          <w:spacing w:val="5"/>
          <w:w w:val="100"/>
        </w:rPr>
        <w:t>3</w:t>
      </w:r>
      <w:r>
        <w:rPr>
          <w:rFonts w:ascii="Calibri" w:hAnsi="Calibri" w:cs="Calibri" w:eastAsia="Calibri"/>
          <w:sz w:val="11"/>
          <w:szCs w:val="11"/>
          <w:spacing w:val="-4"/>
          <w:w w:val="100"/>
        </w:rPr>
        <w:t>-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9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>     </w:t>
      </w:r>
      <w:r>
        <w:rPr>
          <w:rFonts w:ascii="Calibri" w:hAnsi="Calibri" w:cs="Calibri" w:eastAsia="Calibri"/>
          <w:sz w:val="11"/>
          <w:szCs w:val="11"/>
          <w:spacing w:val="5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-6"/>
          <w:w w:val="116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6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y</w:t>
      </w:r>
      <w:r>
        <w:rPr>
          <w:rFonts w:ascii="Calibri" w:hAnsi="Calibri" w:cs="Calibri" w:eastAsia="Calibri"/>
          <w:sz w:val="11"/>
          <w:szCs w:val="11"/>
          <w:spacing w:val="-2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7"/>
          <w:w w:val="116"/>
        </w:rPr>
        <w:t>0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-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6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2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-6"/>
          <w:w w:val="116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6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y</w:t>
      </w:r>
      <w:r>
        <w:rPr>
          <w:rFonts w:ascii="Calibri" w:hAnsi="Calibri" w:cs="Calibri" w:eastAsia="Calibri"/>
          <w:sz w:val="11"/>
          <w:szCs w:val="11"/>
          <w:spacing w:val="-2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1</w:t>
      </w:r>
      <w:r>
        <w:rPr>
          <w:rFonts w:ascii="Calibri" w:hAnsi="Calibri" w:cs="Calibri" w:eastAsia="Calibri"/>
          <w:sz w:val="11"/>
          <w:szCs w:val="11"/>
          <w:spacing w:val="7"/>
          <w:w w:val="116"/>
        </w:rPr>
        <w:t>7</w:t>
      </w:r>
      <w:r>
        <w:rPr>
          <w:rFonts w:ascii="Calibri" w:hAnsi="Calibri" w:cs="Calibri" w:eastAsia="Calibri"/>
          <w:sz w:val="11"/>
          <w:szCs w:val="11"/>
          <w:spacing w:val="-5"/>
          <w:w w:val="116"/>
        </w:rPr>
        <w:t>-</w:t>
      </w:r>
      <w:r>
        <w:rPr>
          <w:rFonts w:ascii="Calibri" w:hAnsi="Calibri" w:cs="Calibri" w:eastAsia="Calibri"/>
          <w:sz w:val="11"/>
          <w:szCs w:val="11"/>
          <w:spacing w:val="6"/>
          <w:w w:val="116"/>
        </w:rPr>
        <w:t>2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3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2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-6"/>
          <w:w w:val="116"/>
        </w:rPr>
        <w:t>M</w:t>
      </w:r>
      <w:r>
        <w:rPr>
          <w:rFonts w:ascii="Calibri" w:hAnsi="Calibri" w:cs="Calibri" w:eastAsia="Calibri"/>
          <w:sz w:val="11"/>
          <w:szCs w:val="11"/>
          <w:spacing w:val="-3"/>
          <w:w w:val="116"/>
        </w:rPr>
        <w:t>a</w:t>
      </w:r>
      <w:r>
        <w:rPr>
          <w:rFonts w:ascii="Calibri" w:hAnsi="Calibri" w:cs="Calibri" w:eastAsia="Calibri"/>
          <w:sz w:val="11"/>
          <w:szCs w:val="11"/>
          <w:spacing w:val="0"/>
          <w:w w:val="116"/>
        </w:rPr>
        <w:t>y</w:t>
      </w:r>
      <w:r>
        <w:rPr>
          <w:rFonts w:ascii="Calibri" w:hAnsi="Calibri" w:cs="Calibri" w:eastAsia="Calibri"/>
          <w:sz w:val="11"/>
          <w:szCs w:val="11"/>
          <w:spacing w:val="-2"/>
          <w:w w:val="116"/>
        </w:rPr>
        <w:t> </w:t>
      </w:r>
      <w:r>
        <w:rPr>
          <w:rFonts w:ascii="Calibri" w:hAnsi="Calibri" w:cs="Calibri" w:eastAsia="Calibri"/>
          <w:sz w:val="11"/>
          <w:szCs w:val="11"/>
          <w:spacing w:val="5"/>
          <w:w w:val="117"/>
        </w:rPr>
        <w:t>2</w:t>
      </w:r>
      <w:r>
        <w:rPr>
          <w:rFonts w:ascii="Calibri" w:hAnsi="Calibri" w:cs="Calibri" w:eastAsia="Calibri"/>
          <w:sz w:val="11"/>
          <w:szCs w:val="11"/>
          <w:spacing w:val="6"/>
          <w:w w:val="117"/>
        </w:rPr>
        <w:t>4</w:t>
      </w:r>
      <w:r>
        <w:rPr>
          <w:rFonts w:ascii="Calibri" w:hAnsi="Calibri" w:cs="Calibri" w:eastAsia="Calibri"/>
          <w:sz w:val="11"/>
          <w:szCs w:val="11"/>
          <w:spacing w:val="-4"/>
          <w:w w:val="117"/>
        </w:rPr>
        <w:t>-</w:t>
      </w:r>
      <w:r>
        <w:rPr>
          <w:rFonts w:ascii="Calibri" w:hAnsi="Calibri" w:cs="Calibri" w:eastAsia="Calibri"/>
          <w:sz w:val="11"/>
          <w:szCs w:val="11"/>
          <w:spacing w:val="5"/>
          <w:w w:val="117"/>
        </w:rPr>
        <w:t>30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260" w:right="1220"/>
          <w:cols w:num="2" w:equalWidth="0">
            <w:col w:w="6402" w:space="101"/>
            <w:col w:w="3937"/>
          </w:cols>
        </w:sectPr>
      </w:pPr>
      <w:rPr/>
    </w:p>
    <w:p>
      <w:pPr>
        <w:spacing w:before="0" w:after="0" w:line="130" w:lineRule="exact"/>
        <w:ind w:left="3554" w:right="4255"/>
        <w:jc w:val="center"/>
        <w:tabs>
          <w:tab w:pos="6020" w:val="left"/>
        </w:tabs>
        <w:rPr>
          <w:rFonts w:ascii="Calibri" w:hAnsi="Calibri" w:cs="Calibri" w:eastAsia="Calibri"/>
          <w:sz w:val="11"/>
          <w:szCs w:val="11"/>
        </w:rPr>
      </w:pPr>
      <w:rPr/>
      <w:r>
        <w:rPr>
          <w:rFonts w:ascii="Calibri" w:hAnsi="Calibri" w:cs="Calibri" w:eastAsia="Calibri"/>
          <w:sz w:val="11"/>
          <w:szCs w:val="11"/>
          <w:spacing w:val="0"/>
          <w:w w:val="100"/>
        </w:rPr>
        <w:t>4</w:t>
      </w:r>
      <w:r>
        <w:rPr>
          <w:rFonts w:ascii="Calibri" w:hAnsi="Calibri" w:cs="Calibri" w:eastAsia="Calibri"/>
          <w:sz w:val="11"/>
          <w:szCs w:val="11"/>
          <w:spacing w:val="-15"/>
          <w:w w:val="100"/>
        </w:rPr>
        <w:t> 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  <w:tab/>
      </w:r>
      <w:r>
        <w:rPr>
          <w:rFonts w:ascii="Calibri" w:hAnsi="Calibri" w:cs="Calibri" w:eastAsia="Calibri"/>
          <w:sz w:val="11"/>
          <w:szCs w:val="11"/>
          <w:spacing w:val="0"/>
          <w:w w:val="117"/>
        </w:rPr>
        <w:t>2</w:t>
      </w:r>
      <w:r>
        <w:rPr>
          <w:rFonts w:ascii="Calibri" w:hAnsi="Calibri" w:cs="Calibri" w:eastAsia="Calibri"/>
          <w:sz w:val="11"/>
          <w:szCs w:val="1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8.742687pt;margin-top:-236.486145pt;width:461.491797pt;height:225.828364pt;mso-position-horizontal-relative:page;mso-position-vertical-relative:paragraph;z-index:-4391" coordorigin="375,-4730" coordsize="9230,4517">
            <v:group style="position:absolute;left:1039;top:-1143;width:8089;height:2" coordorigin="1039,-1143" coordsize="8089,2">
              <v:shape style="position:absolute;left:1039;top:-1143;width:8089;height:2" coordorigin="1039,-1143" coordsize="8089,0" path="m1039,-1143l9129,-1143e" filled="f" stroked="t" strokeweight=".497368pt" strokecolor="#858585">
                <v:path arrowok="t"/>
              </v:shape>
            </v:group>
            <v:group style="position:absolute;left:1039;top:-1492;width:8089;height:2" coordorigin="1039,-1492" coordsize="8089,2">
              <v:shape style="position:absolute;left:1039;top:-1492;width:8089;height:2" coordorigin="1039,-1492" coordsize="8089,0" path="m1039,-1492l9129,-1492e" filled="f" stroked="t" strokeweight=".497368pt" strokecolor="#858585">
                <v:path arrowok="t"/>
              </v:shape>
            </v:group>
            <v:group style="position:absolute;left:1039;top:-1830;width:8089;height:2" coordorigin="1039,-1830" coordsize="8089,2">
              <v:shape style="position:absolute;left:1039;top:-1830;width:8089;height:2" coordorigin="1039,-1830" coordsize="8089,0" path="m1039,-1830l9129,-1830e" filled="f" stroked="t" strokeweight=".497368pt" strokecolor="#858585">
                <v:path arrowok="t"/>
              </v:shape>
            </v:group>
            <v:group style="position:absolute;left:1039;top:-2178;width:8089;height:2" coordorigin="1039,-2178" coordsize="8089,2">
              <v:shape style="position:absolute;left:1039;top:-2178;width:8089;height:2" coordorigin="1039,-2178" coordsize="8089,0" path="m1039,-2178l9129,-2178e" filled="f" stroked="t" strokeweight=".497368pt" strokecolor="#858585">
                <v:path arrowok="t"/>
              </v:shape>
            </v:group>
            <v:group style="position:absolute;left:1039;top:-2516;width:8089;height:2" coordorigin="1039,-2516" coordsize="8089,2">
              <v:shape style="position:absolute;left:1039;top:-2516;width:8089;height:2" coordorigin="1039,-2516" coordsize="8089,0" path="m1039,-2516l9129,-2516e" filled="f" stroked="t" strokeweight=".497368pt" strokecolor="#858585">
                <v:path arrowok="t"/>
              </v:shape>
            </v:group>
            <v:group style="position:absolute;left:1039;top:-2854;width:8089;height:2" coordorigin="1039,-2854" coordsize="8089,2">
              <v:shape style="position:absolute;left:1039;top:-2854;width:8089;height:2" coordorigin="1039,-2854" coordsize="8089,0" path="m1039,-2854l9129,-2854e" filled="f" stroked="t" strokeweight=".497368pt" strokecolor="#858585">
                <v:path arrowok="t"/>
              </v:shape>
            </v:group>
            <v:group style="position:absolute;left:1039;top:-3203;width:8089;height:2" coordorigin="1039,-3203" coordsize="8089,2">
              <v:shape style="position:absolute;left:1039;top:-3203;width:8089;height:2" coordorigin="1039,-3203" coordsize="8089,0" path="m1039,-3203l9129,-3203e" filled="f" stroked="t" strokeweight=".497368pt" strokecolor="#858585">
                <v:path arrowok="t"/>
              </v:shape>
            </v:group>
            <v:group style="position:absolute;left:1039;top:-3541;width:8089;height:2" coordorigin="1039,-3541" coordsize="8089,2">
              <v:shape style="position:absolute;left:1039;top:-3541;width:8089;height:2" coordorigin="1039,-3541" coordsize="8089,0" path="m1039,-3541l9129,-3541e" filled="f" stroked="t" strokeweight=".497368pt" strokecolor="#858585">
                <v:path arrowok="t"/>
              </v:shape>
            </v:group>
            <v:group style="position:absolute;left:1039;top:-3889;width:8089;height:2" coordorigin="1039,-3889" coordsize="8089,2">
              <v:shape style="position:absolute;left:1039;top:-3889;width:8089;height:2" coordorigin="1039,-3889" coordsize="8089,0" path="m1039,-3889l9129,-3889e" filled="f" stroked="t" strokeweight=".497368pt" strokecolor="#858585">
                <v:path arrowok="t"/>
              </v:shape>
            </v:group>
            <v:group style="position:absolute;left:1039;top:-4227;width:8089;height:2" coordorigin="1039,-4227" coordsize="8089,2">
              <v:shape style="position:absolute;left:1039;top:-4227;width:8089;height:2" coordorigin="1039,-4227" coordsize="8089,0" path="m1039,-4227l9129,-4227e" filled="f" stroked="t" strokeweight=".497368pt" strokecolor="#858585">
                <v:path arrowok="t"/>
              </v:shape>
            </v:group>
            <v:group style="position:absolute;left:1098;top:-4227;width:2;height:3462" coordorigin="1098,-4227" coordsize="2,3462">
              <v:shape style="position:absolute;left:1098;top:-4227;width:2;height:3462" coordorigin="1098,-4227" coordsize="0,3462" path="m1098,-4227l1098,-765e" filled="f" stroked="t" strokeweight=".588724pt" strokecolor="#858585">
                <v:path arrowok="t"/>
              </v:shape>
            </v:group>
            <v:group style="position:absolute;left:1039;top:-805;width:8089;height:2" coordorigin="1039,-805" coordsize="8089,2">
              <v:shape style="position:absolute;left:1039;top:-805;width:8089;height:2" coordorigin="1039,-805" coordsize="8089,0" path="m1039,-805l9129,-805e" filled="f" stroked="t" strokeweight=".497368pt" strokecolor="#858585">
                <v:path arrowok="t"/>
              </v:shape>
            </v:group>
            <v:group style="position:absolute;left:1711;top:-805;width:2;height:40" coordorigin="1711,-805" coordsize="2,40">
              <v:shape style="position:absolute;left:1711;top:-805;width:2;height:40" coordorigin="1711,-805" coordsize="0,40" path="m1711,-805l1711,-765e" filled="f" stroked="t" strokeweight=".588724pt" strokecolor="#858585">
                <v:path arrowok="t"/>
              </v:shape>
            </v:group>
            <v:group style="position:absolute;left:2335;top:-805;width:2;height:40" coordorigin="2335,-805" coordsize="2,40">
              <v:shape style="position:absolute;left:2335;top:-805;width:2;height:40" coordorigin="2335,-805" coordsize="0,40" path="m2335,-805l2335,-765e" filled="f" stroked="t" strokeweight=".588724pt" strokecolor="#858585">
                <v:path arrowok="t"/>
              </v:shape>
            </v:group>
            <v:group style="position:absolute;left:2947;top:-805;width:2;height:40" coordorigin="2947,-805" coordsize="2,40">
              <v:shape style="position:absolute;left:2947;top:-805;width:2;height:40" coordorigin="2947,-805" coordsize="0,40" path="m2947,-805l2947,-765e" filled="f" stroked="t" strokeweight=".588724pt" strokecolor="#858585">
                <v:path arrowok="t"/>
              </v:shape>
            </v:group>
            <v:group style="position:absolute;left:3571;top:-805;width:2;height:40" coordorigin="3571,-805" coordsize="2,40">
              <v:shape style="position:absolute;left:3571;top:-805;width:2;height:40" coordorigin="3571,-805" coordsize="0,40" path="m3571,-805l3571,-765e" filled="f" stroked="t" strokeweight=".588724pt" strokecolor="#858585">
                <v:path arrowok="t"/>
              </v:shape>
            </v:group>
            <v:group style="position:absolute;left:4183;top:-805;width:2;height:40" coordorigin="4183,-805" coordsize="2,40">
              <v:shape style="position:absolute;left:4183;top:-805;width:2;height:40" coordorigin="4183,-805" coordsize="0,40" path="m4183,-805l4183,-765e" filled="f" stroked="t" strokeweight=".588724pt" strokecolor="#858585">
                <v:path arrowok="t"/>
              </v:shape>
            </v:group>
            <v:group style="position:absolute;left:4807;top:-805;width:2;height:40" coordorigin="4807,-805" coordsize="2,40">
              <v:shape style="position:absolute;left:4807;top:-805;width:2;height:40" coordorigin="4807,-805" coordsize="0,40" path="m4807,-805l4807,-765e" filled="f" stroked="t" strokeweight=".588724pt" strokecolor="#858585">
                <v:path arrowok="t"/>
              </v:shape>
            </v:group>
            <v:group style="position:absolute;left:5420;top:-805;width:2;height:40" coordorigin="5420,-805" coordsize="2,40">
              <v:shape style="position:absolute;left:5420;top:-805;width:2;height:40" coordorigin="5420,-805" coordsize="0,40" path="m5420,-805l5420,-765e" filled="f" stroked="t" strokeweight=".588724pt" strokecolor="#858585">
                <v:path arrowok="t"/>
              </v:shape>
            </v:group>
            <v:group style="position:absolute;left:6044;top:-805;width:2;height:40" coordorigin="6044,-805" coordsize="2,40">
              <v:shape style="position:absolute;left:6044;top:-805;width:2;height:40" coordorigin="6044,-805" coordsize="0,40" path="m6044,-805l6044,-765e" filled="f" stroked="t" strokeweight=".588724pt" strokecolor="#858585">
                <v:path arrowok="t"/>
              </v:shape>
            </v:group>
            <v:group style="position:absolute;left:6656;top:-805;width:2;height:40" coordorigin="6656,-805" coordsize="2,40">
              <v:shape style="position:absolute;left:6656;top:-805;width:2;height:40" coordorigin="6656,-805" coordsize="0,40" path="m6656,-805l6656,-765e" filled="f" stroked="t" strokeweight=".588724pt" strokecolor="#858585">
                <v:path arrowok="t"/>
              </v:shape>
            </v:group>
            <v:group style="position:absolute;left:7280;top:-805;width:2;height:40" coordorigin="7280,-805" coordsize="2,40">
              <v:shape style="position:absolute;left:7280;top:-805;width:2;height:40" coordorigin="7280,-805" coordsize="0,40" path="m7280,-805l7280,-765e" filled="f" stroked="t" strokeweight=".588724pt" strokecolor="#858585">
                <v:path arrowok="t"/>
              </v:shape>
            </v:group>
            <v:group style="position:absolute;left:7892;top:-805;width:2;height:40" coordorigin="7892,-805" coordsize="2,40">
              <v:shape style="position:absolute;left:7892;top:-805;width:2;height:40" coordorigin="7892,-805" coordsize="0,40" path="m7892,-805l7892,-765e" filled="f" stroked="t" strokeweight=".588724pt" strokecolor="#858585">
                <v:path arrowok="t"/>
              </v:shape>
            </v:group>
            <v:group style="position:absolute;left:8516;top:-805;width:2;height:40" coordorigin="8516,-805" coordsize="2,40">
              <v:shape style="position:absolute;left:8516;top:-805;width:2;height:40" coordorigin="8516,-805" coordsize="0,40" path="m8516,-805l8516,-765e" filled="f" stroked="t" strokeweight=".588724pt" strokecolor="#858585">
                <v:path arrowok="t"/>
              </v:shape>
            </v:group>
            <v:group style="position:absolute;left:9129;top:-805;width:2;height:40" coordorigin="9129,-805" coordsize="2,40">
              <v:shape style="position:absolute;left:9129;top:-805;width:2;height:40" coordorigin="9129,-805" coordsize="0,40" path="m9129,-805l9129,-765e" filled="f" stroked="t" strokeweight=".588724pt" strokecolor="#858585">
                <v:path arrowok="t"/>
              </v:shape>
            </v:group>
            <v:group style="position:absolute;left:1404;top:-3879;width:6806;height:3074" coordorigin="1404,-3879" coordsize="6806,3074">
              <v:shape style="position:absolute;left:1404;top:-3879;width:6806;height:3074" coordorigin="1404,-3879" coordsize="6806,3074" path="m1404,-805l2028,-974,2641,-2516,3265,-2854,3877,-2516,4501,-2168,5113,-2516,5738,-2516,6350,-3879,6974,-2685,7586,-1492,8210,-974e" filled="f" stroked="t" strokeweight="1.538538pt" strokecolor="#497DBA">
                <v:path arrowok="t"/>
              </v:shape>
            </v:group>
            <v:group style="position:absolute;left:1346;top:-848;width:110;height:93" coordorigin="1346,-848" coordsize="110,93">
              <v:shape style="position:absolute;left:1346;top:-848;width:110;height:93" coordorigin="1346,-848" coordsize="110,93" path="m1401,-848l1346,-802,1401,-756,1455,-802,1401,-848e" filled="t" fillcolor="#4F81BC" stroked="f">
                <v:path arrowok="t"/>
                <v:fill/>
              </v:shape>
            </v:group>
            <v:group style="position:absolute;left:1346;top:-848;width:110;height:93" coordorigin="1346,-848" coordsize="110,93">
              <v:shape style="position:absolute;left:1346;top:-848;width:110;height:93" coordorigin="1346,-848" coordsize="110,93" path="m1401,-756l1346,-802,1401,-848,1455,-802,1401,-756e" filled="f" stroked="t" strokeweight=".535447pt" strokecolor="#497DBA">
                <v:path arrowok="t"/>
              </v:shape>
            </v:group>
            <v:group style="position:absolute;left:1964;top:-1020;width:110;height:93" coordorigin="1964,-1020" coordsize="110,93">
              <v:shape style="position:absolute;left:1964;top:-1020;width:110;height:93" coordorigin="1964,-1020" coordsize="110,93" path="m2019,-1020l1964,-973,2019,-927,2074,-973,2019,-1020e" filled="t" fillcolor="#4F81BC" stroked="f">
                <v:path arrowok="t"/>
                <v:fill/>
              </v:shape>
            </v:group>
            <v:group style="position:absolute;left:1964;top:-1020;width:110;height:93" coordorigin="1964,-1020" coordsize="110,93">
              <v:shape style="position:absolute;left:1964;top:-1020;width:110;height:93" coordorigin="1964,-1020" coordsize="110,93" path="m2019,-927l1964,-973,2019,-1020,2074,-973,2019,-927e" filled="f" stroked="t" strokeweight=".535434pt" strokecolor="#497DBA">
                <v:path arrowok="t"/>
              </v:shape>
            </v:group>
            <v:group style="position:absolute;left:2582;top:-2560;width:110;height:93" coordorigin="2582,-2560" coordsize="110,93">
              <v:shape style="position:absolute;left:2582;top:-2560;width:110;height:93" coordorigin="2582,-2560" coordsize="110,93" path="m2637,-2560l2582,-2513,2637,-2467,2692,-2513,2637,-2560e" filled="t" fillcolor="#4F81BC" stroked="f">
                <v:path arrowok="t"/>
                <v:fill/>
              </v:shape>
            </v:group>
            <v:group style="position:absolute;left:2582;top:-2560;width:110;height:93" coordorigin="2582,-2560" coordsize="110,93">
              <v:shape style="position:absolute;left:2582;top:-2560;width:110;height:93" coordorigin="2582,-2560" coordsize="110,93" path="m2637,-2467l2582,-2513,2637,-2560,2692,-2513,2637,-2467e" filled="f" stroked="t" strokeweight=".535415pt" strokecolor="#497DBA">
                <v:path arrowok="t"/>
              </v:shape>
            </v:group>
            <v:group style="position:absolute;left:3201;top:-2902;width:110;height:93" coordorigin="3201,-2902" coordsize="110,93">
              <v:shape style="position:absolute;left:3201;top:-2902;width:110;height:93" coordorigin="3201,-2902" coordsize="110,93" path="m3255,-2902l3201,-2856,3255,-2809,3310,-2856,3255,-2902e" filled="t" fillcolor="#4F81BC" stroked="f">
                <v:path arrowok="t"/>
                <v:fill/>
              </v:shape>
            </v:group>
            <v:group style="position:absolute;left:3201;top:-2902;width:110;height:93" coordorigin="3201,-2902" coordsize="110,93">
              <v:shape style="position:absolute;left:3201;top:-2902;width:110;height:93" coordorigin="3201,-2902" coordsize="110,93" path="m3255,-2809l3201,-2856,3255,-2902,3310,-2856,3255,-2809e" filled="f" stroked="t" strokeweight=".535415pt" strokecolor="#497DBA">
                <v:path arrowok="t"/>
              </v:shape>
            </v:group>
            <v:group style="position:absolute;left:3819;top:-2560;width:110;height:93" coordorigin="3819,-2560" coordsize="110,93">
              <v:shape style="position:absolute;left:3819;top:-2560;width:110;height:93" coordorigin="3819,-2560" coordsize="110,93" path="m3874,-2560l3819,-2513,3874,-2467,3929,-2513,3874,-2560e" filled="t" fillcolor="#4F81BC" stroked="f">
                <v:path arrowok="t"/>
                <v:fill/>
              </v:shape>
            </v:group>
            <v:group style="position:absolute;left:3819;top:-2560;width:110;height:93" coordorigin="3819,-2560" coordsize="110,93">
              <v:shape style="position:absolute;left:3819;top:-2560;width:110;height:93" coordorigin="3819,-2560" coordsize="110,93" path="m3874,-2467l3819,-2513,3874,-2560,3929,-2513,3874,-2467e" filled="f" stroked="t" strokeweight=".535415pt" strokecolor="#497DBA">
                <v:path arrowok="t"/>
              </v:shape>
            </v:group>
            <v:group style="position:absolute;left:4437;top:-2217;width:110;height:93" coordorigin="4437,-2217" coordsize="110,93">
              <v:shape style="position:absolute;left:4437;top:-2217;width:110;height:93" coordorigin="4437,-2217" coordsize="110,93" path="m4492,-2217l4437,-2171,4492,-2125,4547,-2171,4492,-2217e" filled="t" fillcolor="#4F81BC" stroked="f">
                <v:path arrowok="t"/>
                <v:fill/>
              </v:shape>
            </v:group>
            <v:group style="position:absolute;left:4437;top:-2217;width:110;height:93" coordorigin="4437,-2217" coordsize="110,93">
              <v:shape style="position:absolute;left:4437;top:-2217;width:110;height:93" coordorigin="4437,-2217" coordsize="110,93" path="m4492,-2125l4437,-2171,4492,-2217,4547,-2171,4492,-2125e" filled="f" stroked="t" strokeweight=".535415pt" strokecolor="#497DBA">
                <v:path arrowok="t"/>
              </v:shape>
            </v:group>
            <v:group style="position:absolute;left:5056;top:-2560;width:110;height:93" coordorigin="5056,-2560" coordsize="110,93">
              <v:shape style="position:absolute;left:5056;top:-2560;width:110;height:93" coordorigin="5056,-2560" coordsize="110,93" path="m5110,-2560l5056,-2513,5110,-2467,5165,-2513,5110,-2560e" filled="t" fillcolor="#4F81BC" stroked="f">
                <v:path arrowok="t"/>
                <v:fill/>
              </v:shape>
            </v:group>
            <v:group style="position:absolute;left:5056;top:-2560;width:110;height:93" coordorigin="5056,-2560" coordsize="110,93">
              <v:shape style="position:absolute;left:5056;top:-2560;width:110;height:93" coordorigin="5056,-2560" coordsize="110,93" path="m5110,-2467l5056,-2513,5110,-2560,5165,-2513,5110,-2467e" filled="f" stroked="t" strokeweight=".535415pt" strokecolor="#497DBA">
                <v:path arrowok="t"/>
              </v:shape>
            </v:group>
            <v:group style="position:absolute;left:5674;top:-2560;width:110;height:93" coordorigin="5674,-2560" coordsize="110,93">
              <v:shape style="position:absolute;left:5674;top:-2560;width:110;height:93" coordorigin="5674,-2560" coordsize="110,93" path="m5729,-2560l5674,-2513,5729,-2467,5784,-2513,5729,-2560e" filled="t" fillcolor="#4F81BC" stroked="f">
                <v:path arrowok="t"/>
                <v:fill/>
              </v:shape>
            </v:group>
            <v:group style="position:absolute;left:5674;top:-2560;width:110;height:93" coordorigin="5674,-2560" coordsize="110,93">
              <v:shape style="position:absolute;left:5674;top:-2560;width:110;height:93" coordorigin="5674,-2560" coordsize="110,93" path="m5729,-2467l5674,-2513,5729,-2560,5784,-2513,5729,-2467e" filled="f" stroked="t" strokeweight=".535415pt" strokecolor="#497DBA">
                <v:path arrowok="t"/>
              </v:shape>
            </v:group>
            <v:group style="position:absolute;left:6292;top:-3929;width:110;height:93" coordorigin="6292,-3929" coordsize="110,93">
              <v:shape style="position:absolute;left:6292;top:-3929;width:110;height:93" coordorigin="6292,-3929" coordsize="110,93" path="m6347,-3929l6292,-3882,6347,-3836,6402,-3882,6347,-3929e" filled="t" fillcolor="#4F81BC" stroked="f">
                <v:path arrowok="t"/>
                <v:fill/>
              </v:shape>
            </v:group>
            <v:group style="position:absolute;left:6292;top:-3929;width:110;height:93" coordorigin="6292,-3929" coordsize="110,93">
              <v:shape style="position:absolute;left:6292;top:-3929;width:110;height:93" coordorigin="6292,-3929" coordsize="110,93" path="m6347,-3836l6292,-3882,6347,-3929,6402,-3882,6347,-3836e" filled="f" stroked="t" strokeweight=".535479pt" strokecolor="#497DBA">
                <v:path arrowok="t"/>
              </v:shape>
            </v:group>
            <v:group style="position:absolute;left:6911;top:-2731;width:110;height:93" coordorigin="6911,-2731" coordsize="110,93">
              <v:shape style="position:absolute;left:6911;top:-2731;width:110;height:93" coordorigin="6911,-2731" coordsize="110,93" path="m6966,-2731l6911,-2684,6966,-2638,7020,-2684,6966,-2731e" filled="t" fillcolor="#4F81BC" stroked="f">
                <v:path arrowok="t"/>
                <v:fill/>
              </v:shape>
            </v:group>
            <v:group style="position:absolute;left:6911;top:-2731;width:110;height:93" coordorigin="6911,-2731" coordsize="110,93">
              <v:shape style="position:absolute;left:6911;top:-2731;width:110;height:93" coordorigin="6911,-2731" coordsize="110,93" path="m6966,-2638l6911,-2684,6966,-2731,7020,-2684,6966,-2638e" filled="f" stroked="t" strokeweight=".535479pt" strokecolor="#497DBA">
                <v:path arrowok="t"/>
              </v:shape>
            </v:group>
            <v:group style="position:absolute;left:7529;top:-1533;width:110;height:93" coordorigin="7529,-1533" coordsize="110,93">
              <v:shape style="position:absolute;left:7529;top:-1533;width:110;height:93" coordorigin="7529,-1533" coordsize="110,93" path="m7584,-1533l7529,-1486,7584,-1440,7639,-1486,7584,-1533e" filled="t" fillcolor="#4F81BC" stroked="f">
                <v:path arrowok="t"/>
                <v:fill/>
              </v:shape>
            </v:group>
            <v:group style="position:absolute;left:7529;top:-1533;width:110;height:93" coordorigin="7529,-1533" coordsize="110,93">
              <v:shape style="position:absolute;left:7529;top:-1533;width:110;height:93" coordorigin="7529,-1533" coordsize="110,93" path="m7584,-1440l7529,-1486,7584,-1533,7639,-1486,7584,-1440e" filled="f" stroked="t" strokeweight=".535447pt" strokecolor="#497DBA">
                <v:path arrowok="t"/>
              </v:shape>
            </v:group>
            <v:group style="position:absolute;left:8147;top:-1020;width:110;height:93" coordorigin="8147,-1020" coordsize="110,93">
              <v:shape style="position:absolute;left:8147;top:-1020;width:110;height:93" coordorigin="8147,-1020" coordsize="110,93" path="m8202,-1020l8147,-973,8202,-927,8257,-973,8202,-1020e" filled="t" fillcolor="#4F81BC" stroked="f">
                <v:path arrowok="t"/>
                <v:fill/>
              </v:shape>
            </v:group>
            <v:group style="position:absolute;left:8147;top:-1020;width:110;height:93" coordorigin="8147,-1020" coordsize="110,93">
              <v:shape style="position:absolute;left:8147;top:-1020;width:110;height:93" coordorigin="8147,-1020" coordsize="110,93" path="m8202,-927l8147,-973,8202,-1020,8257,-973,8202,-927e" filled="f" stroked="t" strokeweight=".535434pt" strokecolor="#497DBA">
                <v:path arrowok="t"/>
              </v:shape>
            </v:group>
            <v:group style="position:absolute;left:1404;top:-974;width:6806;height:169" coordorigin="1404,-974" coordsize="6806,169">
              <v:shape style="position:absolute;left:1404;top:-974;width:6806;height:169" coordorigin="1404,-974" coordsize="6806,169" path="m1404,-805l1404,-805,5113,-805,5738,-974,6350,-805,6974,-805,7586,-805,8210,-805e" filled="f" stroked="t" strokeweight="1.492272pt" strokecolor="#BD4A47">
                <v:path arrowok="t"/>
              </v:shape>
            </v:group>
            <v:group style="position:absolute;left:1346;top:-800;width:106;height:2" coordorigin="1346,-800" coordsize="106,2">
              <v:shape style="position:absolute;left:1346;top:-800;width:106;height:2" coordorigin="1346,-800" coordsize="106,0" path="m1346,-800l1452,-800e" filled="f" stroked="t" strokeweight="4.576309pt" strokecolor="#C0504D">
                <v:path arrowok="t"/>
              </v:shape>
            </v:group>
            <v:group style="position:absolute;left:1346;top:-845;width:106;height:90" coordorigin="1346,-845" coordsize="106,90">
              <v:shape style="position:absolute;left:1346;top:-845;width:106;height:90" coordorigin="1346,-845" coordsize="106,90" path="m1346,-756l1452,-756,1452,-845,1346,-845,1346,-756xe" filled="f" stroked="t" strokeweight=".535415pt" strokecolor="#BD4A47">
                <v:path arrowok="t"/>
              </v:shape>
            </v:group>
            <v:group style="position:absolute;left:1970;top:-800;width:106;height:2" coordorigin="1970,-800" coordsize="106,2">
              <v:shape style="position:absolute;left:1970;top:-800;width:106;height:2" coordorigin="1970,-800" coordsize="106,0" path="m1970,-800l2076,-800e" filled="f" stroked="t" strokeweight="4.576309pt" strokecolor="#C0504D">
                <v:path arrowok="t"/>
              </v:shape>
            </v:group>
            <v:group style="position:absolute;left:1970;top:-845;width:106;height:90" coordorigin="1970,-845" coordsize="106,90">
              <v:shape style="position:absolute;left:1970;top:-845;width:106;height:90" coordorigin="1970,-845" coordsize="106,90" path="m1970,-756l2076,-756,2076,-845,1970,-845,1970,-756xe" filled="f" stroked="t" strokeweight=".535415pt" strokecolor="#BD4A47">
                <v:path arrowok="t"/>
              </v:shape>
            </v:group>
            <v:group style="position:absolute;left:2582;top:-800;width:106;height:2" coordorigin="2582,-800" coordsize="106,2">
              <v:shape style="position:absolute;left:2582;top:-800;width:106;height:2" coordorigin="2582,-800" coordsize="106,0" path="m2582,-800l2688,-800e" filled="f" stroked="t" strokeweight="4.576309pt" strokecolor="#C0504D">
                <v:path arrowok="t"/>
              </v:shape>
            </v:group>
            <v:group style="position:absolute;left:2582;top:-845;width:106;height:90" coordorigin="2582,-845" coordsize="106,90">
              <v:shape style="position:absolute;left:2582;top:-845;width:106;height:90" coordorigin="2582,-845" coordsize="106,90" path="m2582,-756l2688,-756,2688,-845,2582,-845,2582,-756xe" filled="f" stroked="t" strokeweight=".535415pt" strokecolor="#BD4A47">
                <v:path arrowok="t"/>
              </v:shape>
            </v:group>
            <v:group style="position:absolute;left:3206;top:-800;width:106;height:2" coordorigin="3206,-800" coordsize="106,2">
              <v:shape style="position:absolute;left:3206;top:-800;width:106;height:2" coordorigin="3206,-800" coordsize="106,0" path="m3206,-800l3312,-800e" filled="f" stroked="t" strokeweight="4.576309pt" strokecolor="#C0504D">
                <v:path arrowok="t"/>
              </v:shape>
            </v:group>
            <v:group style="position:absolute;left:3206;top:-845;width:106;height:90" coordorigin="3206,-845" coordsize="106,90">
              <v:shape style="position:absolute;left:3206;top:-845;width:106;height:90" coordorigin="3206,-845" coordsize="106,90" path="m3206,-756l3312,-756,3312,-845,3206,-845,3206,-756xe" filled="f" stroked="t" strokeweight=".535415pt" strokecolor="#BD4A47">
                <v:path arrowok="t"/>
              </v:shape>
            </v:group>
            <v:group style="position:absolute;left:3818;top:-800;width:106;height:2" coordorigin="3818,-800" coordsize="106,2">
              <v:shape style="position:absolute;left:3818;top:-800;width:106;height:2" coordorigin="3818,-800" coordsize="106,0" path="m3818,-800l3924,-800e" filled="f" stroked="t" strokeweight="4.576309pt" strokecolor="#C0504D">
                <v:path arrowok="t"/>
              </v:shape>
            </v:group>
            <v:group style="position:absolute;left:3818;top:-845;width:106;height:90" coordorigin="3818,-845" coordsize="106,90">
              <v:shape style="position:absolute;left:3818;top:-845;width:106;height:90" coordorigin="3818,-845" coordsize="106,90" path="m3818,-756l3924,-756,3924,-845,3818,-845,3818,-756xe" filled="f" stroked="t" strokeweight=".535415pt" strokecolor="#BD4A47">
                <v:path arrowok="t"/>
              </v:shape>
            </v:group>
            <v:group style="position:absolute;left:4442;top:-800;width:106;height:2" coordorigin="4442,-800" coordsize="106,2">
              <v:shape style="position:absolute;left:4442;top:-800;width:106;height:2" coordorigin="4442,-800" coordsize="106,0" path="m4442,-800l4548,-800e" filled="f" stroked="t" strokeweight="4.576309pt" strokecolor="#C0504D">
                <v:path arrowok="t"/>
              </v:shape>
            </v:group>
            <v:group style="position:absolute;left:4442;top:-845;width:106;height:90" coordorigin="4442,-845" coordsize="106,90">
              <v:shape style="position:absolute;left:4442;top:-845;width:106;height:90" coordorigin="4442,-845" coordsize="106,90" path="m4442,-756l4548,-756,4548,-845,4442,-845,4442,-756xe" filled="f" stroked="t" strokeweight=".535415pt" strokecolor="#BD4A47">
                <v:path arrowok="t"/>
              </v:shape>
            </v:group>
            <v:group style="position:absolute;left:5055;top:-800;width:106;height:2" coordorigin="5055,-800" coordsize="106,2">
              <v:shape style="position:absolute;left:5055;top:-800;width:106;height:2" coordorigin="5055,-800" coordsize="106,0" path="m5055,-800l5161,-800e" filled="f" stroked="t" strokeweight="4.576309pt" strokecolor="#C0504D">
                <v:path arrowok="t"/>
              </v:shape>
            </v:group>
            <v:group style="position:absolute;left:5055;top:-845;width:106;height:90" coordorigin="5055,-845" coordsize="106,90">
              <v:shape style="position:absolute;left:5055;top:-845;width:106;height:90" coordorigin="5055,-845" coordsize="106,90" path="m5055,-756l5161,-756,5161,-845,5055,-845,5055,-756xe" filled="f" stroked="t" strokeweight=".535415pt" strokecolor="#BD4A47">
                <v:path arrowok="t"/>
              </v:shape>
            </v:group>
            <v:group style="position:absolute;left:5679;top:-979;width:106;height:2" coordorigin="5679,-979" coordsize="106,2">
              <v:shape style="position:absolute;left:5679;top:-979;width:106;height:2" coordorigin="5679,-979" coordsize="106,0" path="m5679,-979l5785,-979e" filled="f" stroked="t" strokeweight="4.576309pt" strokecolor="#C0504D">
                <v:path arrowok="t"/>
              </v:shape>
            </v:group>
            <v:group style="position:absolute;left:5679;top:-1024;width:106;height:90" coordorigin="5679,-1024" coordsize="106,90">
              <v:shape style="position:absolute;left:5679;top:-1024;width:106;height:90" coordorigin="5679,-1024" coordsize="106,90" path="m5679,-935l5785,-935,5785,-1024,5679,-1024,5679,-935xe" filled="f" stroked="t" strokeweight=".535415pt" strokecolor="#BD4A47">
                <v:path arrowok="t"/>
              </v:shape>
            </v:group>
            <v:group style="position:absolute;left:6291;top:-800;width:106;height:2" coordorigin="6291,-800" coordsize="106,2">
              <v:shape style="position:absolute;left:6291;top:-800;width:106;height:2" coordorigin="6291,-800" coordsize="106,0" path="m6291,-800l6397,-800e" filled="f" stroked="t" strokeweight="4.576309pt" strokecolor="#C0504D">
                <v:path arrowok="t"/>
              </v:shape>
            </v:group>
            <v:group style="position:absolute;left:6291;top:-845;width:106;height:90" coordorigin="6291,-845" coordsize="106,90">
              <v:shape style="position:absolute;left:6291;top:-845;width:106;height:90" coordorigin="6291,-845" coordsize="106,90" path="m6291,-756l6397,-756,6397,-845,6291,-845,6291,-756xe" filled="f" stroked="t" strokeweight=".535415pt" strokecolor="#BD4A47">
                <v:path arrowok="t"/>
              </v:shape>
            </v:group>
            <v:group style="position:absolute;left:6915;top:-800;width:106;height:2" coordorigin="6915,-800" coordsize="106,2">
              <v:shape style="position:absolute;left:6915;top:-800;width:106;height:2" coordorigin="6915,-800" coordsize="106,0" path="m6915,-800l7021,-800e" filled="f" stroked="t" strokeweight="4.576309pt" strokecolor="#C0504D">
                <v:path arrowok="t"/>
              </v:shape>
            </v:group>
            <v:group style="position:absolute;left:6915;top:-845;width:106;height:90" coordorigin="6915,-845" coordsize="106,90">
              <v:shape style="position:absolute;left:6915;top:-845;width:106;height:90" coordorigin="6915,-845" coordsize="106,90" path="m6915,-756l7021,-756,7021,-845,6915,-845,6915,-756xe" filled="f" stroked="t" strokeweight=".535415pt" strokecolor="#BD4A47">
                <v:path arrowok="t"/>
              </v:shape>
            </v:group>
            <v:group style="position:absolute;left:7527;top:-800;width:106;height:2" coordorigin="7527,-800" coordsize="106,2">
              <v:shape style="position:absolute;left:7527;top:-800;width:106;height:2" coordorigin="7527,-800" coordsize="106,0" path="m7527,-800l7633,-800e" filled="f" stroked="t" strokeweight="4.576309pt" strokecolor="#C0504D">
                <v:path arrowok="t"/>
              </v:shape>
            </v:group>
            <v:group style="position:absolute;left:7527;top:-845;width:106;height:90" coordorigin="7527,-845" coordsize="106,90">
              <v:shape style="position:absolute;left:7527;top:-845;width:106;height:90" coordorigin="7527,-845" coordsize="106,90" path="m7527,-756l7633,-756,7633,-845,7527,-845,7527,-756xe" filled="f" stroked="t" strokeweight=".535415pt" strokecolor="#BD4A47">
                <v:path arrowok="t"/>
              </v:shape>
            </v:group>
            <v:group style="position:absolute;left:8151;top:-800;width:106;height:2" coordorigin="8151,-800" coordsize="106,2">
              <v:shape style="position:absolute;left:8151;top:-800;width:106;height:2" coordorigin="8151,-800" coordsize="106,0" path="m8151,-800l8257,-800e" filled="f" stroked="t" strokeweight="4.576309pt" strokecolor="#C0504D">
                <v:path arrowok="t"/>
              </v:shape>
            </v:group>
            <v:group style="position:absolute;left:8151;top:-845;width:106;height:90" coordorigin="8151,-845" coordsize="106,90">
              <v:shape style="position:absolute;left:8151;top:-845;width:106;height:90" coordorigin="8151,-845" coordsize="106,90" path="m8151,-756l8257,-756,8257,-845,8151,-845,8151,-756xe" filled="f" stroked="t" strokeweight=".535415pt" strokecolor="#BD4A47">
                <v:path arrowok="t"/>
              </v:shape>
            </v:group>
            <v:group style="position:absolute;left:8640;top:-2601;width:306;height:2" coordorigin="8640,-2601" coordsize="306,2">
              <v:shape style="position:absolute;left:8640;top:-2601;width:306;height:2" coordorigin="8640,-2601" coordsize="306,0" path="m8640,-2601l8946,-2601e" filled="f" stroked="t" strokeweight=".994735pt" strokecolor="#497DBA">
                <v:path arrowok="t"/>
              </v:shape>
            </v:group>
            <v:group style="position:absolute;left:8752;top:-2636;width:94;height:80" coordorigin="8752,-2636" coordsize="94,80">
              <v:shape style="position:absolute;left:8752;top:-2636;width:94;height:80" coordorigin="8752,-2636" coordsize="94,80" path="m8799,-2636l8752,-2596,8799,-2556,8846,-2596,8799,-2636e" filled="t" fillcolor="#4F81BC" stroked="f">
                <v:path arrowok="t"/>
                <v:fill/>
              </v:shape>
            </v:group>
            <v:group style="position:absolute;left:8752;top:-2636;width:94;height:80" coordorigin="8752,-2636" coordsize="94,80">
              <v:shape style="position:absolute;left:8752;top:-2636;width:94;height:80" coordorigin="8752,-2636" coordsize="94,80" path="m8799,-2556l8752,-2596,8799,-2636,8846,-2596,8799,-2556e" filled="f" stroked="t" strokeweight=".535415pt" strokecolor="#497DBA">
                <v:path arrowok="t"/>
              </v:shape>
            </v:group>
            <v:group style="position:absolute;left:8640;top:-2352;width:306;height:2" coordorigin="8640,-2352" coordsize="306,2">
              <v:shape style="position:absolute;left:8640;top:-2352;width:306;height:2" coordorigin="8640,-2352" coordsize="306,0" path="m8640,-2352l8946,-2352e" filled="f" stroked="t" strokeweight=".994735pt" strokecolor="#BD4A47">
                <v:path arrowok="t"/>
              </v:shape>
            </v:group>
            <v:group style="position:absolute;left:8752;top:-2357;width:94;height:2" coordorigin="8752,-2357" coordsize="94,2">
              <v:shape style="position:absolute;left:8752;top:-2357;width:94;height:2" coordorigin="8752,-2357" coordsize="94,0" path="m8752,-2357l8846,-2357e" filled="f" stroked="t" strokeweight="4.078942pt" strokecolor="#C0504D">
                <v:path arrowok="t"/>
              </v:shape>
            </v:group>
            <v:group style="position:absolute;left:8752;top:-2397;width:94;height:80" coordorigin="8752,-2397" coordsize="94,80">
              <v:shape style="position:absolute;left:8752;top:-2397;width:94;height:80" coordorigin="8752,-2397" coordsize="94,80" path="m8752,-2317l8846,-2317,8846,-2397,8752,-2397,8752,-2317xe" filled="f" stroked="t" strokeweight=".535415pt" strokecolor="#BD4A47">
                <v:path arrowok="t"/>
              </v:shape>
            </v:group>
            <v:group style="position:absolute;left:1481;top:-4580;width:5546;height:229" coordorigin="1481,-4580" coordsize="5546,229">
              <v:shape style="position:absolute;left:1481;top:-4580;width:5546;height:229" coordorigin="1481,-4580" coordsize="5546,229" path="m1481,-4351l7027,-4351,7027,-4580,1481,-4580,1481,-4351e" filled="t" fillcolor="#000000" stroked="f">
                <v:path arrowok="t"/>
                <v:fill/>
              </v:shape>
            </v:group>
            <v:group style="position:absolute;left:380;top:-4725;width:9219;height:4506" coordorigin="380,-4725" coordsize="9219,4506">
              <v:shape style="position:absolute;left:380;top:-4725;width:9219;height:4506" coordorigin="380,-4725" coordsize="9219,4506" path="m380,-218l9599,-218,9599,-4725,380,-4725,380,-218xe" filled="f" stroked="t" strokeweight=".515499pt" strokecolor="#858585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2015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14.013572pt;height:221.5125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rom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260" w:right="1220"/>
        </w:sectPr>
      </w:pPr>
      <w:rPr/>
    </w:p>
    <w:p>
      <w:pPr>
        <w:spacing w:before="82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4.894001pt;margin-top:59.009995pt;width:520.1360pt;height:743.096pt;mso-position-horizontal-relative:page;mso-position-vertical-relative:page;z-index:-4390" coordorigin="698,1180" coordsize="10403,14862">
            <v:group style="position:absolute;left:716;top:1186;width:10362;height:2" coordorigin="716,1186" coordsize="10362,2">
              <v:shape style="position:absolute;left:716;top:1186;width:10362;height:2" coordorigin="716,1186" coordsize="10362,0" path="m716,1186l11078,1186e" filled="f" stroked="t" strokeweight=".580pt" strokecolor="#000000">
                <v:path arrowok="t"/>
              </v:shape>
            </v:group>
            <v:group style="position:absolute;left:720;top:1191;width:2;height:14841" coordorigin="720,1191" coordsize="2,14841">
              <v:shape style="position:absolute;left:720;top:1191;width:2;height:14841" coordorigin="720,1191" coordsize="0,14841" path="m720,1191l720,16032e" filled="f" stroked="t" strokeweight=".580pt" strokecolor="#000000">
                <v:path arrowok="t"/>
              </v:shape>
            </v:group>
            <v:group style="position:absolute;left:2252;top:1191;width:2;height:14841" coordorigin="2252,1191" coordsize="2,14841">
              <v:shape style="position:absolute;left:2252;top:1191;width:2;height:14841" coordorigin="2252,1191" coordsize="0,14841" path="m2252,1191l2252,16032e" filled="f" stroked="t" strokeweight=".580pt" strokecolor="#000000">
                <v:path arrowok="t"/>
              </v:shape>
            </v:group>
            <v:group style="position:absolute;left:2943;top:1191;width:2;height:14841" coordorigin="2943,1191" coordsize="2,14841">
              <v:shape style="position:absolute;left:2943;top:1191;width:2;height:14841" coordorigin="2943,1191" coordsize="0,14841" path="m2943,1191l2943,16032e" filled="f" stroked="t" strokeweight=".58001pt" strokecolor="#000000">
                <v:path arrowok="t"/>
              </v:shape>
            </v:group>
            <v:group style="position:absolute;left:3630;top:1191;width:2;height:14841" coordorigin="3630,1191" coordsize="2,14841">
              <v:shape style="position:absolute;left:3630;top:1191;width:2;height:14841" coordorigin="3630,1191" coordsize="0,14841" path="m3630,1191l3630,16032e" filled="f" stroked="t" strokeweight=".580pt" strokecolor="#000000">
                <v:path arrowok="t"/>
              </v:shape>
            </v:group>
            <v:group style="position:absolute;left:4504;top:1191;width:2;height:14841" coordorigin="4504,1191" coordsize="2,14841">
              <v:shape style="position:absolute;left:4504;top:1191;width:2;height:14841" coordorigin="4504,1191" coordsize="0,14841" path="m4504,1191l4504,16032e" filled="f" stroked="t" strokeweight=".58001pt" strokecolor="#000000">
                <v:path arrowok="t"/>
              </v:shape>
            </v:group>
            <v:group style="position:absolute;left:5167;top:1191;width:2;height:14841" coordorigin="5167,1191" coordsize="2,14841">
              <v:shape style="position:absolute;left:5167;top:1191;width:2;height:14841" coordorigin="5167,1191" coordsize="0,14841" path="m5167,1191l5167,16032e" filled="f" stroked="t" strokeweight=".579980pt" strokecolor="#000000">
                <v:path arrowok="t"/>
              </v:shape>
            </v:group>
            <v:group style="position:absolute;left:5854;top:1191;width:2;height:14841" coordorigin="5854,1191" coordsize="2,14841">
              <v:shape style="position:absolute;left:5854;top:1191;width:2;height:14841" coordorigin="5854,1191" coordsize="0,14841" path="m5854,1191l5854,16032e" filled="f" stroked="t" strokeweight=".58001pt" strokecolor="#000000">
                <v:path arrowok="t"/>
              </v:shape>
            </v:group>
            <v:group style="position:absolute;left:6449;top:1191;width:2;height:14841" coordorigin="6449,1191" coordsize="2,14841">
              <v:shape style="position:absolute;left:6449;top:1191;width:2;height:14841" coordorigin="6449,1191" coordsize="0,14841" path="m6449,1191l6449,16032e" filled="f" stroked="t" strokeweight=".579980pt" strokecolor="#000000">
                <v:path arrowok="t"/>
              </v:shape>
            </v:group>
            <v:group style="position:absolute;left:7727;top:1191;width:2;height:14841" coordorigin="7727,1191" coordsize="2,14841">
              <v:shape style="position:absolute;left:7727;top:1191;width:2;height:14841" coordorigin="7727,1191" coordsize="0,14841" path="m7727,1191l7727,16032e" filled="f" stroked="t" strokeweight=".579980pt" strokecolor="#000000">
                <v:path arrowok="t"/>
              </v:shape>
            </v:group>
            <v:group style="position:absolute;left:8499;top:1191;width:2;height:14841" coordorigin="8499,1191" coordsize="2,14841">
              <v:shape style="position:absolute;left:8499;top:1191;width:2;height:14841" coordorigin="8499,1191" coordsize="0,14841" path="m8499,1191l8499,16032e" filled="f" stroked="t" strokeweight=".58001pt" strokecolor="#000000">
                <v:path arrowok="t"/>
              </v:shape>
            </v:group>
            <v:group style="position:absolute;left:9181;top:1191;width:2;height:14841" coordorigin="9181,1191" coordsize="2,14841">
              <v:shape style="position:absolute;left:9181;top:1191;width:2;height:14841" coordorigin="9181,1191" coordsize="0,14841" path="m9181,1191l9181,16032e" filled="f" stroked="t" strokeweight=".58001pt" strokecolor="#000000">
                <v:path arrowok="t"/>
              </v:shape>
            </v:group>
            <v:group style="position:absolute;left:9786;top:1191;width:2;height:14841" coordorigin="9786,1191" coordsize="2,14841">
              <v:shape style="position:absolute;left:9786;top:1191;width:2;height:14841" coordorigin="9786,1191" coordsize="0,14841" path="m9786,1191l9786,16032e" filled="f" stroked="t" strokeweight=".58001pt" strokecolor="#000000">
                <v:path arrowok="t"/>
              </v:shape>
            </v:group>
            <v:group style="position:absolute;left:10396;top:1191;width:2;height:14841" coordorigin="10396,1191" coordsize="2,14841">
              <v:shape style="position:absolute;left:10396;top:1191;width:2;height:14841" coordorigin="10396,1191" coordsize="0,14841" path="m10396,1191l10396,16032e" filled="f" stroked="t" strokeweight=".58004pt" strokecolor="#000000">
                <v:path arrowok="t"/>
              </v:shape>
            </v:group>
            <v:group style="position:absolute;left:11073;top:1191;width:2;height:14841" coordorigin="11073,1191" coordsize="2,14841">
              <v:shape style="position:absolute;left:11073;top:1191;width:2;height:14841" coordorigin="11073,1191" coordsize="0,14841" path="m11073,1191l11073,16032e" filled="f" stroked="t" strokeweight=".579980pt" strokecolor="#000000">
                <v:path arrowok="t"/>
              </v:shape>
            </v:group>
            <v:group style="position:absolute;left:725;top:2742;width:1522;height:2" coordorigin="725,2742" coordsize="1522,2">
              <v:shape style="position:absolute;left:725;top:2742;width:1522;height:2" coordorigin="725,2742" coordsize="1522,0" path="m725,2742l2247,2742e" filled="f" stroked="t" strokeweight="2.02pt" strokecolor="#FFFF00">
                <v:path arrowok="t"/>
              </v:shape>
            </v:group>
            <v:group style="position:absolute;left:725;top:2761;width:101;height:230" coordorigin="725,2761" coordsize="101,230">
              <v:shape style="position:absolute;left:725;top:2761;width:101;height:230" coordorigin="725,2761" coordsize="101,230" path="m725,2991l826,2991,826,2761,725,2761,725,2991e" filled="t" fillcolor="#FFFF00" stroked="f">
                <v:path arrowok="t"/>
                <v:fill/>
              </v:shape>
            </v:group>
            <v:group style="position:absolute;left:2147;top:2761;width:101;height:230" coordorigin="2147,2761" coordsize="101,230">
              <v:shape style="position:absolute;left:2147;top:2761;width:101;height:230" coordorigin="2147,2761" coordsize="101,230" path="m2147,2991l2247,2991,2247,2761,2147,2761,2147,2991e" filled="t" fillcolor="#FFFF00" stroked="f">
                <v:path arrowok="t"/>
                <v:fill/>
              </v:shape>
            </v:group>
            <v:group style="position:absolute;left:826;top:2761;width:1320;height:230" coordorigin="826,2761" coordsize="1320,230">
              <v:shape style="position:absolute;left:826;top:2761;width:1320;height:230" coordorigin="826,2761" coordsize="1320,230" path="m826,2991l2147,2991,2147,2761,826,2761,826,2991e" filled="t" fillcolor="#FFFF00" stroked="f">
                <v:path arrowok="t"/>
                <v:fill/>
              </v:shape>
            </v:group>
            <v:group style="position:absolute;left:2252;top:2723;width:110;height:269" coordorigin="2252,2723" coordsize="110,269">
              <v:shape style="position:absolute;left:2252;top:2723;width:110;height:269" coordorigin="2252,2723" coordsize="110,269" path="m2252,2991l2363,2991,2363,2723,2252,2723,2252,2991e" filled="t" fillcolor="#FFFF00" stroked="f">
                <v:path arrowok="t"/>
                <v:fill/>
              </v:shape>
            </v:group>
            <v:group style="position:absolute;left:2838;top:2723;width:101;height:269" coordorigin="2838,2723" coordsize="101,269">
              <v:shape style="position:absolute;left:2838;top:2723;width:101;height:269" coordorigin="2838,2723" coordsize="101,269" path="m2838,2991l2939,2991,2939,2723,2838,2723,2838,2991e" filled="t" fillcolor="#FFFF00" stroked="f">
                <v:path arrowok="t"/>
                <v:fill/>
              </v:shape>
            </v:group>
            <v:group style="position:absolute;left:2363;top:2723;width:475;height:269" coordorigin="2363,2723" coordsize="475,269">
              <v:shape style="position:absolute;left:2363;top:2723;width:475;height:269" coordorigin="2363,2723" coordsize="475,269" path="m2363,2991l2838,2991,2838,2723,2363,2723,2363,2991e" filled="t" fillcolor="#FFFF00" stroked="f">
                <v:path arrowok="t"/>
                <v:fill/>
              </v:shape>
            </v:group>
            <v:group style="position:absolute;left:2943;top:2723;width:111;height:269" coordorigin="2943,2723" coordsize="111,269">
              <v:shape style="position:absolute;left:2943;top:2723;width:111;height:269" coordorigin="2943,2723" coordsize="111,269" path="m2943,2991l3054,2991,3054,2723,2943,2723,2943,2991e" filled="t" fillcolor="#FFFF00" stroked="f">
                <v:path arrowok="t"/>
                <v:fill/>
              </v:shape>
            </v:group>
            <v:group style="position:absolute;left:3520;top:2723;width:106;height:269" coordorigin="3520,2723" coordsize="106,269">
              <v:shape style="position:absolute;left:3520;top:2723;width:106;height:269" coordorigin="3520,2723" coordsize="106,269" path="m3520,2991l3625,2991,3625,2723,3520,2723,3520,2991e" filled="t" fillcolor="#FFFF00" stroked="f">
                <v:path arrowok="t"/>
                <v:fill/>
              </v:shape>
            </v:group>
            <v:group style="position:absolute;left:3054;top:2723;width:466;height:269" coordorigin="3054,2723" coordsize="466,269">
              <v:shape style="position:absolute;left:3054;top:2723;width:466;height:269" coordorigin="3054,2723" coordsize="466,269" path="m3054,2991l3520,2991,3520,2723,3054,2723,3054,2991e" filled="t" fillcolor="#FFFF00" stroked="f">
                <v:path arrowok="t"/>
                <v:fill/>
              </v:shape>
            </v:group>
            <v:group style="position:absolute;left:3630;top:2723;width:106;height:269" coordorigin="3630,2723" coordsize="106,269">
              <v:shape style="position:absolute;left:3630;top:2723;width:106;height:269" coordorigin="3630,2723" coordsize="106,269" path="m3630,2991l3736,2991,3736,2723,3630,2723,3630,2991e" filled="t" fillcolor="#FFFF00" stroked="f">
                <v:path arrowok="t"/>
                <v:fill/>
              </v:shape>
            </v:group>
            <v:group style="position:absolute;left:4394;top:2723;width:106;height:269" coordorigin="4394,2723" coordsize="106,269">
              <v:shape style="position:absolute;left:4394;top:2723;width:106;height:269" coordorigin="4394,2723" coordsize="106,269" path="m4394,2991l4500,2991,4500,2723,4394,2723,4394,2991e" filled="t" fillcolor="#FFFF00" stroked="f">
                <v:path arrowok="t"/>
                <v:fill/>
              </v:shape>
            </v:group>
            <v:group style="position:absolute;left:3736;top:2723;width:658;height:269" coordorigin="3736,2723" coordsize="658,269">
              <v:shape style="position:absolute;left:3736;top:2723;width:658;height:269" coordorigin="3736,2723" coordsize="658,269" path="m3736,2991l4394,2991,4394,2723,3736,2723,3736,2991e" filled="t" fillcolor="#FFFF00" stroked="f">
                <v:path arrowok="t"/>
                <v:fill/>
              </v:shape>
            </v:group>
            <v:group style="position:absolute;left:4504;top:2723;width:106;height:269" coordorigin="4504,2723" coordsize="106,269">
              <v:shape style="position:absolute;left:4504;top:2723;width:106;height:269" coordorigin="4504,2723" coordsize="106,269" path="m4504,2991l4610,2991,4610,2723,4504,2723,4504,2991e" filled="t" fillcolor="#FFFF00" stroked="f">
                <v:path arrowok="t"/>
                <v:fill/>
              </v:shape>
            </v:group>
            <v:group style="position:absolute;left:5061;top:2723;width:101;height:269" coordorigin="5061,2723" coordsize="101,269">
              <v:shape style="position:absolute;left:5061;top:2723;width:101;height:269" coordorigin="5061,2723" coordsize="101,269" path="m5061,2991l5162,2991,5162,2723,5061,2723,5061,2991e" filled="t" fillcolor="#FFFF00" stroked="f">
                <v:path arrowok="t"/>
                <v:fill/>
              </v:shape>
            </v:group>
            <v:group style="position:absolute;left:4610;top:2723;width:451;height:269" coordorigin="4610,2723" coordsize="451,269">
              <v:shape style="position:absolute;left:4610;top:2723;width:451;height:269" coordorigin="4610,2723" coordsize="451,269" path="m4610,2991l5061,2991,5061,2723,4610,2723,4610,2991e" filled="t" fillcolor="#FFFF00" stroked="f">
                <v:path arrowok="t"/>
                <v:fill/>
              </v:shape>
            </v:group>
            <v:group style="position:absolute;left:5167;top:2723;width:110;height:269" coordorigin="5167,2723" coordsize="110,269">
              <v:shape style="position:absolute;left:5167;top:2723;width:110;height:269" coordorigin="5167,2723" coordsize="110,269" path="m5167,2991l5277,2991,5277,2723,5167,2723,5167,2991e" filled="t" fillcolor="#FFFF00" stroked="f">
                <v:path arrowok="t"/>
                <v:fill/>
              </v:shape>
            </v:group>
            <v:group style="position:absolute;left:5748;top:2723;width:101;height:269" coordorigin="5748,2723" coordsize="101,269">
              <v:shape style="position:absolute;left:5748;top:2723;width:101;height:269" coordorigin="5748,2723" coordsize="101,269" path="m5748,2991l5849,2991,5849,2723,5748,2723,5748,2991e" filled="t" fillcolor="#FFFF00" stroked="f">
                <v:path arrowok="t"/>
                <v:fill/>
              </v:shape>
            </v:group>
            <v:group style="position:absolute;left:5277;top:2723;width:471;height:269" coordorigin="5277,2723" coordsize="471,269">
              <v:shape style="position:absolute;left:5277;top:2723;width:471;height:269" coordorigin="5277,2723" coordsize="471,269" path="m5277,2991l5748,2991,5748,2723,5277,2723,5277,2991e" filled="t" fillcolor="#FFFF00" stroked="f">
                <v:path arrowok="t"/>
                <v:fill/>
              </v:shape>
            </v:group>
            <v:group style="position:absolute;left:5854;top:2723;width:110;height:269" coordorigin="5854,2723" coordsize="110,269">
              <v:shape style="position:absolute;left:5854;top:2723;width:110;height:269" coordorigin="5854,2723" coordsize="110,269" path="m5854,2991l5964,2991,5964,2723,5854,2723,5854,2991e" filled="t" fillcolor="#FFFF00" stroked="f">
                <v:path arrowok="t"/>
                <v:fill/>
              </v:shape>
            </v:group>
            <v:group style="position:absolute;left:6343;top:2723;width:101;height:269" coordorigin="6343,2723" coordsize="101,269">
              <v:shape style="position:absolute;left:6343;top:2723;width:101;height:269" coordorigin="6343,2723" coordsize="101,269" path="m6343,2991l6444,2991,6444,2723,6343,2723,6343,2991e" filled="t" fillcolor="#FFFF00" stroked="f">
                <v:path arrowok="t"/>
                <v:fill/>
              </v:shape>
            </v:group>
            <v:group style="position:absolute;left:5964;top:2723;width:379;height:269" coordorigin="5964,2723" coordsize="379,269">
              <v:shape style="position:absolute;left:5964;top:2723;width:379;height:269" coordorigin="5964,2723" coordsize="379,269" path="m5964,2991l6343,2991,6343,2723,5964,2723,5964,2991e" filled="t" fillcolor="#FFFF00" stroked="f">
                <v:path arrowok="t"/>
                <v:fill/>
              </v:shape>
            </v:group>
            <v:group style="position:absolute;left:6449;top:2723;width:111;height:269" coordorigin="6449,2723" coordsize="111,269">
              <v:shape style="position:absolute;left:6449;top:2723;width:111;height:269" coordorigin="6449,2723" coordsize="111,269" path="m6449,2991l6560,2991,6560,2723,6449,2723,6449,2991e" filled="t" fillcolor="#FFFF00" stroked="f">
                <v:path arrowok="t"/>
                <v:fill/>
              </v:shape>
            </v:group>
            <v:group style="position:absolute;left:7620;top:2723;width:101;height:269" coordorigin="7620,2723" coordsize="101,269">
              <v:shape style="position:absolute;left:7620;top:2723;width:101;height:269" coordorigin="7620,2723" coordsize="101,269" path="m7620,2991l7722,2991,7722,2723,7620,2723,7620,2991e" filled="t" fillcolor="#FFFF00" stroked="f">
                <v:path arrowok="t"/>
                <v:fill/>
              </v:shape>
            </v:group>
            <v:group style="position:absolute;left:6560;top:2723;width:1061;height:269" coordorigin="6560,2723" coordsize="1061,269">
              <v:shape style="position:absolute;left:6560;top:2723;width:1061;height:269" coordorigin="6560,2723" coordsize="1061,269" path="m6560,2991l7620,2991,7620,2723,6560,2723,6560,2991e" filled="t" fillcolor="#FFFF00" stroked="f">
                <v:path arrowok="t"/>
                <v:fill/>
              </v:shape>
            </v:group>
            <v:group style="position:absolute;left:7727;top:2723;width:110;height:269" coordorigin="7727,2723" coordsize="110,269">
              <v:shape style="position:absolute;left:7727;top:2723;width:110;height:269" coordorigin="7727,2723" coordsize="110,269" path="m7727,2991l7837,2991,7837,2723,7727,2723,7727,2991e" filled="t" fillcolor="#FFFF00" stroked="f">
                <v:path arrowok="t"/>
                <v:fill/>
              </v:shape>
            </v:group>
            <v:group style="position:absolute;left:8389;top:2723;width:106;height:269" coordorigin="8389,2723" coordsize="106,269">
              <v:shape style="position:absolute;left:8389;top:2723;width:106;height:269" coordorigin="8389,2723" coordsize="106,269" path="m8389,2991l8495,2991,8495,2723,8389,2723,8389,2991e" filled="t" fillcolor="#FFFF00" stroked="f">
                <v:path arrowok="t"/>
                <v:fill/>
              </v:shape>
            </v:group>
            <v:group style="position:absolute;left:7837;top:2723;width:552;height:269" coordorigin="7837,2723" coordsize="552,269">
              <v:shape style="position:absolute;left:7837;top:2723;width:552;height:269" coordorigin="7837,2723" coordsize="552,269" path="m7837,2991l8389,2991,8389,2723,7837,2723,7837,2991e" filled="t" fillcolor="#FFFF00" stroked="f">
                <v:path arrowok="t"/>
                <v:fill/>
              </v:shape>
            </v:group>
            <v:group style="position:absolute;left:8499;top:2723;width:106;height:269" coordorigin="8499,2723" coordsize="106,269">
              <v:shape style="position:absolute;left:8499;top:2723;width:106;height:269" coordorigin="8499,2723" coordsize="106,269" path="m8499,2991l8605,2991,8605,2723,8499,2723,8499,2991e" filled="t" fillcolor="#FFFF00" stroked="f">
                <v:path arrowok="t"/>
                <v:fill/>
              </v:shape>
            </v:group>
            <v:group style="position:absolute;left:9071;top:2723;width:106;height:269" coordorigin="9071,2723" coordsize="106,269">
              <v:shape style="position:absolute;left:9071;top:2723;width:106;height:269" coordorigin="9071,2723" coordsize="106,269" path="m9071,2991l9177,2991,9177,2723,9071,2723,9071,2991e" filled="t" fillcolor="#FFFF00" stroked="f">
                <v:path arrowok="t"/>
                <v:fill/>
              </v:shape>
            </v:group>
            <v:group style="position:absolute;left:8605;top:2723;width:466;height:269" coordorigin="8605,2723" coordsize="466,269">
              <v:shape style="position:absolute;left:8605;top:2723;width:466;height:269" coordorigin="8605,2723" coordsize="466,269" path="m8605,2991l9071,2991,9071,2723,8605,2723,8605,2991e" filled="t" fillcolor="#FFFF00" stroked="f">
                <v:path arrowok="t"/>
                <v:fill/>
              </v:shape>
            </v:group>
            <v:group style="position:absolute;left:9181;top:2723;width:106;height:269" coordorigin="9181,2723" coordsize="106,269">
              <v:shape style="position:absolute;left:9181;top:2723;width:106;height:269" coordorigin="9181,2723" coordsize="106,269" path="m9181,2991l9287,2991,9287,2723,9181,2723,9181,2991e" filled="t" fillcolor="#FFFF00" stroked="f">
                <v:path arrowok="t"/>
                <v:fill/>
              </v:shape>
            </v:group>
            <v:group style="position:absolute;left:9681;top:2723;width:101;height:269" coordorigin="9681,2723" coordsize="101,269">
              <v:shape style="position:absolute;left:9681;top:2723;width:101;height:269" coordorigin="9681,2723" coordsize="101,269" path="m9681,2991l9781,2991,9781,2723,9681,2723,9681,2991e" filled="t" fillcolor="#FFFF00" stroked="f">
                <v:path arrowok="t"/>
                <v:fill/>
              </v:shape>
            </v:group>
            <v:group style="position:absolute;left:9287;top:2723;width:394;height:269" coordorigin="9287,2723" coordsize="394,269">
              <v:shape style="position:absolute;left:9287;top:2723;width:394;height:269" coordorigin="9287,2723" coordsize="394,269" path="m9287,2991l9681,2991,9681,2723,9287,2723,9287,2991e" filled="t" fillcolor="#FFFF00" stroked="f">
                <v:path arrowok="t"/>
                <v:fill/>
              </v:shape>
            </v:group>
            <v:group style="position:absolute;left:9786;top:2742;width:605;height:2" coordorigin="9786,2742" coordsize="605,2">
              <v:shape style="position:absolute;left:9786;top:2742;width:605;height:2" coordorigin="9786,2742" coordsize="605,0" path="m9786,2742l10391,2742e" filled="f" stroked="t" strokeweight="2.02pt" strokecolor="#FFFF00">
                <v:path arrowok="t"/>
              </v:shape>
            </v:group>
            <v:group style="position:absolute;left:9786;top:2761;width:110;height:230" coordorigin="9786,2761" coordsize="110,230">
              <v:shape style="position:absolute;left:9786;top:2761;width:110;height:230" coordorigin="9786,2761" coordsize="110,230" path="m9786,2991l9897,2991,9897,2761,9786,2761,9786,2991e" filled="t" fillcolor="#FFFF00" stroked="f">
                <v:path arrowok="t"/>
                <v:fill/>
              </v:shape>
            </v:group>
            <v:group style="position:absolute;left:10286;top:2761;width:106;height:230" coordorigin="10286,2761" coordsize="106,230">
              <v:shape style="position:absolute;left:10286;top:2761;width:106;height:230" coordorigin="10286,2761" coordsize="106,230" path="m10286,2991l10392,2991,10392,2761,10286,2761,10286,2991e" filled="t" fillcolor="#FFFF00" stroked="f">
                <v:path arrowok="t"/>
                <v:fill/>
              </v:shape>
            </v:group>
            <v:group style="position:absolute;left:9897;top:2761;width:389;height:230" coordorigin="9897,2761" coordsize="389,230">
              <v:shape style="position:absolute;left:9897;top:2761;width:389;height:230" coordorigin="9897,2761" coordsize="389,230" path="m9897,2991l10286,2991,10286,2761,9897,2761,9897,2991e" filled="t" fillcolor="#FFFF00" stroked="f">
                <v:path arrowok="t"/>
                <v:fill/>
              </v:shape>
            </v:group>
            <v:group style="position:absolute;left:10396;top:2723;width:106;height:269" coordorigin="10396,2723" coordsize="106,269">
              <v:shape style="position:absolute;left:10396;top:2723;width:106;height:269" coordorigin="10396,2723" coordsize="106,269" path="m10396,2991l10502,2991,10502,2723,10396,2723,10396,2991e" filled="t" fillcolor="#FFFF00" stroked="f">
                <v:path arrowok="t"/>
                <v:fill/>
              </v:shape>
            </v:group>
            <v:group style="position:absolute;left:10968;top:2723;width:101;height:269" coordorigin="10968,2723" coordsize="101,269">
              <v:shape style="position:absolute;left:10968;top:2723;width:101;height:269" coordorigin="10968,2723" coordsize="101,269" path="m10968,2991l11068,2991,11068,2723,10968,2723,10968,2991e" filled="t" fillcolor="#FFFF00" stroked="f">
                <v:path arrowok="t"/>
                <v:fill/>
              </v:shape>
            </v:group>
            <v:group style="position:absolute;left:10502;top:2723;width:466;height:269" coordorigin="10502,2723" coordsize="466,269">
              <v:shape style="position:absolute;left:10502;top:2723;width:466;height:269" coordorigin="10502,2723" coordsize="466,269" path="m10502,2991l10968,2991,10968,2723,10502,2723,10502,2991e" filled="t" fillcolor="#FFFF00" stroked="f">
                <v:path arrowok="t"/>
                <v:fill/>
              </v:shape>
            </v:group>
            <v:group style="position:absolute;left:716;top:2718;width:10362;height:2" coordorigin="716,2718" coordsize="10362,2">
              <v:shape style="position:absolute;left:716;top:2718;width:10362;height:2" coordorigin="716,2718" coordsize="10362,0" path="m716,2718l11078,2718e" filled="f" stroked="t" strokeweight=".58001pt" strokecolor="#000000">
                <v:path arrowok="t"/>
              </v:shape>
            </v:group>
            <v:group style="position:absolute;left:826;top:3039;width:835;height:230" coordorigin="826,3039" coordsize="835,230">
              <v:shape style="position:absolute;left:826;top:3039;width:835;height:230" coordorigin="826,3039" coordsize="835,230" path="m826,3270l1661,3270,1661,3039,826,3039,826,3270e" filled="t" fillcolor="#FFFF00" stroked="f">
                <v:path arrowok="t"/>
                <v:fill/>
              </v:shape>
            </v:group>
            <v:group style="position:absolute;left:4284;top:3001;width:110;height:269" coordorigin="4284,3001" coordsize="110,269">
              <v:shape style="position:absolute;left:4284;top:3001;width:110;height:269" coordorigin="4284,3001" coordsize="110,269" path="m4284,3270l4394,3270,4394,3001,4284,3001,4284,3270e" filled="t" fillcolor="#FFFF00" stroked="f">
                <v:path arrowok="t"/>
                <v:fill/>
              </v:shape>
            </v:group>
            <v:group style="position:absolute;left:10176;top:3039;width:110;height:230" coordorigin="10176,3039" coordsize="110,230">
              <v:shape style="position:absolute;left:10176;top:3039;width:110;height:230" coordorigin="10176,3039" coordsize="110,230" path="m10176,3270l10286,3270,10286,3039,10176,3039,10176,3270e" filled="t" fillcolor="#FFFF00" stroked="f">
                <v:path arrowok="t"/>
                <v:fill/>
              </v:shape>
            </v:group>
            <v:group style="position:absolute;left:716;top:2996;width:10362;height:2" coordorigin="716,2996" coordsize="10362,2">
              <v:shape style="position:absolute;left:716;top:2996;width:10362;height:2" coordorigin="716,2996" coordsize="10362,0" path="m716,2996l11078,2996e" filled="f" stroked="t" strokeweight=".580pt" strokecolor="#000000">
                <v:path arrowok="t"/>
              </v:shape>
            </v:group>
            <v:group style="position:absolute;left:725;top:3299;width:1522;height:2" coordorigin="725,3299" coordsize="1522,2">
              <v:shape style="position:absolute;left:725;top:3299;width:1522;height:2" coordorigin="725,3299" coordsize="1522,0" path="m725,3299l2247,3299e" filled="f" stroked="t" strokeweight="2.02pt" strokecolor="#FFFF00">
                <v:path arrowok="t"/>
              </v:shape>
            </v:group>
            <v:group style="position:absolute;left:725;top:3318;width:101;height:230" coordorigin="725,3318" coordsize="101,230">
              <v:shape style="position:absolute;left:725;top:3318;width:101;height:230" coordorigin="725,3318" coordsize="101,230" path="m725,3548l826,3548,826,3318,725,3318,725,3548e" filled="t" fillcolor="#FFFF00" stroked="f">
                <v:path arrowok="t"/>
                <v:fill/>
              </v:shape>
            </v:group>
            <v:group style="position:absolute;left:2147;top:3318;width:101;height:230" coordorigin="2147,3318" coordsize="101,230">
              <v:shape style="position:absolute;left:2147;top:3318;width:101;height:230" coordorigin="2147,3318" coordsize="101,230" path="m2147,3548l2247,3548,2247,3318,2147,3318,2147,3548e" filled="t" fillcolor="#FFFF00" stroked="f">
                <v:path arrowok="t"/>
                <v:fill/>
              </v:shape>
            </v:group>
            <v:group style="position:absolute;left:826;top:3318;width:1320;height:230" coordorigin="826,3318" coordsize="1320,230">
              <v:shape style="position:absolute;left:826;top:3318;width:1320;height:230" coordorigin="826,3318" coordsize="1320,230" path="m826,3548l2147,3548,2147,3318,826,3318,826,3548e" filled="t" fillcolor="#FFFF00" stroked="f">
                <v:path arrowok="t"/>
                <v:fill/>
              </v:shape>
            </v:group>
            <v:group style="position:absolute;left:2252;top:3279;width:110;height:269" coordorigin="2252,3279" coordsize="110,269">
              <v:shape style="position:absolute;left:2252;top:3279;width:110;height:269" coordorigin="2252,3279" coordsize="110,269" path="m2252,3548l2363,3548,2363,3279,2252,3279,2252,3548e" filled="t" fillcolor="#FFFF00" stroked="f">
                <v:path arrowok="t"/>
                <v:fill/>
              </v:shape>
            </v:group>
            <v:group style="position:absolute;left:2838;top:3279;width:101;height:269" coordorigin="2838,3279" coordsize="101,269">
              <v:shape style="position:absolute;left:2838;top:3279;width:101;height:269" coordorigin="2838,3279" coordsize="101,269" path="m2838,3548l2939,3548,2939,3279,2838,3279,2838,3548e" filled="t" fillcolor="#FFFF00" stroked="f">
                <v:path arrowok="t"/>
                <v:fill/>
              </v:shape>
            </v:group>
            <v:group style="position:absolute;left:2363;top:3279;width:475;height:269" coordorigin="2363,3279" coordsize="475,269">
              <v:shape style="position:absolute;left:2363;top:3279;width:475;height:269" coordorigin="2363,3279" coordsize="475,269" path="m2363,3548l2838,3548,2838,3279,2363,3279,2363,3548e" filled="t" fillcolor="#FFFF00" stroked="f">
                <v:path arrowok="t"/>
                <v:fill/>
              </v:shape>
            </v:group>
            <v:group style="position:absolute;left:2943;top:3279;width:111;height:269" coordorigin="2943,3279" coordsize="111,269">
              <v:shape style="position:absolute;left:2943;top:3279;width:111;height:269" coordorigin="2943,3279" coordsize="111,269" path="m2943,3548l3054,3548,3054,3279,2943,3279,2943,3548e" filled="t" fillcolor="#FFFF00" stroked="f">
                <v:path arrowok="t"/>
                <v:fill/>
              </v:shape>
            </v:group>
            <v:group style="position:absolute;left:3520;top:3279;width:106;height:269" coordorigin="3520,3279" coordsize="106,269">
              <v:shape style="position:absolute;left:3520;top:3279;width:106;height:269" coordorigin="3520,3279" coordsize="106,269" path="m3520,3548l3625,3548,3625,3279,3520,3279,3520,3548e" filled="t" fillcolor="#FFFF00" stroked="f">
                <v:path arrowok="t"/>
                <v:fill/>
              </v:shape>
            </v:group>
            <v:group style="position:absolute;left:3054;top:3279;width:466;height:269" coordorigin="3054,3279" coordsize="466,269">
              <v:shape style="position:absolute;left:3054;top:3279;width:466;height:269" coordorigin="3054,3279" coordsize="466,269" path="m3054,3548l3520,3548,3520,3279,3054,3279,3054,3548e" filled="t" fillcolor="#FFFF00" stroked="f">
                <v:path arrowok="t"/>
                <v:fill/>
              </v:shape>
            </v:group>
            <v:group style="position:absolute;left:3630;top:3279;width:106;height:269" coordorigin="3630,3279" coordsize="106,269">
              <v:shape style="position:absolute;left:3630;top:3279;width:106;height:269" coordorigin="3630,3279" coordsize="106,269" path="m3630,3548l3736,3548,3736,3279,3630,3279,3630,3548e" filled="t" fillcolor="#FFFF00" stroked="f">
                <v:path arrowok="t"/>
                <v:fill/>
              </v:shape>
            </v:group>
            <v:group style="position:absolute;left:4394;top:3279;width:106;height:269" coordorigin="4394,3279" coordsize="106,269">
              <v:shape style="position:absolute;left:4394;top:3279;width:106;height:269" coordorigin="4394,3279" coordsize="106,269" path="m4394,3548l4500,3548,4500,3279,4394,3279,4394,3548e" filled="t" fillcolor="#FFFF00" stroked="f">
                <v:path arrowok="t"/>
                <v:fill/>
              </v:shape>
            </v:group>
            <v:group style="position:absolute;left:3736;top:3279;width:658;height:269" coordorigin="3736,3279" coordsize="658,269">
              <v:shape style="position:absolute;left:3736;top:3279;width:658;height:269" coordorigin="3736,3279" coordsize="658,269" path="m3736,3548l4394,3548,4394,3279,3736,3279,3736,3548e" filled="t" fillcolor="#FFFF00" stroked="f">
                <v:path arrowok="t"/>
                <v:fill/>
              </v:shape>
            </v:group>
            <v:group style="position:absolute;left:4504;top:3279;width:106;height:269" coordorigin="4504,3279" coordsize="106,269">
              <v:shape style="position:absolute;left:4504;top:3279;width:106;height:269" coordorigin="4504,3279" coordsize="106,269" path="m4504,3548l4610,3548,4610,3279,4504,3279,4504,3548e" filled="t" fillcolor="#FFFF00" stroked="f">
                <v:path arrowok="t"/>
                <v:fill/>
              </v:shape>
            </v:group>
            <v:group style="position:absolute;left:5061;top:3279;width:101;height:269" coordorigin="5061,3279" coordsize="101,269">
              <v:shape style="position:absolute;left:5061;top:3279;width:101;height:269" coordorigin="5061,3279" coordsize="101,269" path="m5061,3548l5162,3548,5162,3279,5061,3279,5061,3548e" filled="t" fillcolor="#FFFF00" stroked="f">
                <v:path arrowok="t"/>
                <v:fill/>
              </v:shape>
            </v:group>
            <v:group style="position:absolute;left:4610;top:3279;width:451;height:269" coordorigin="4610,3279" coordsize="451,269">
              <v:shape style="position:absolute;left:4610;top:3279;width:451;height:269" coordorigin="4610,3279" coordsize="451,269" path="m4610,3548l5061,3548,5061,3279,4610,3279,4610,3548e" filled="t" fillcolor="#FFFF00" stroked="f">
                <v:path arrowok="t"/>
                <v:fill/>
              </v:shape>
            </v:group>
            <v:group style="position:absolute;left:5167;top:3279;width:110;height:269" coordorigin="5167,3279" coordsize="110,269">
              <v:shape style="position:absolute;left:5167;top:3279;width:110;height:269" coordorigin="5167,3279" coordsize="110,269" path="m5167,3548l5277,3548,5277,3279,5167,3279,5167,3548e" filled="t" fillcolor="#FFFF00" stroked="f">
                <v:path arrowok="t"/>
                <v:fill/>
              </v:shape>
            </v:group>
            <v:group style="position:absolute;left:5748;top:3279;width:101;height:269" coordorigin="5748,3279" coordsize="101,269">
              <v:shape style="position:absolute;left:5748;top:3279;width:101;height:269" coordorigin="5748,3279" coordsize="101,269" path="m5748,3548l5849,3548,5849,3279,5748,3279,5748,3548e" filled="t" fillcolor="#FFFF00" stroked="f">
                <v:path arrowok="t"/>
                <v:fill/>
              </v:shape>
            </v:group>
            <v:group style="position:absolute;left:5277;top:3279;width:471;height:269" coordorigin="5277,3279" coordsize="471,269">
              <v:shape style="position:absolute;left:5277;top:3279;width:471;height:269" coordorigin="5277,3279" coordsize="471,269" path="m5277,3548l5748,3548,5748,3279,5277,3279,5277,3548e" filled="t" fillcolor="#FFFF00" stroked="f">
                <v:path arrowok="t"/>
                <v:fill/>
              </v:shape>
            </v:group>
            <v:group style="position:absolute;left:5854;top:3279;width:110;height:269" coordorigin="5854,3279" coordsize="110,269">
              <v:shape style="position:absolute;left:5854;top:3279;width:110;height:269" coordorigin="5854,3279" coordsize="110,269" path="m5854,3548l5964,3548,5964,3279,5854,3279,5854,3548e" filled="t" fillcolor="#FFFF00" stroked="f">
                <v:path arrowok="t"/>
                <v:fill/>
              </v:shape>
            </v:group>
            <v:group style="position:absolute;left:6343;top:3279;width:101;height:269" coordorigin="6343,3279" coordsize="101,269">
              <v:shape style="position:absolute;left:6343;top:3279;width:101;height:269" coordorigin="6343,3279" coordsize="101,269" path="m6343,3548l6444,3548,6444,3279,6343,3279,6343,3548e" filled="t" fillcolor="#FFFF00" stroked="f">
                <v:path arrowok="t"/>
                <v:fill/>
              </v:shape>
            </v:group>
            <v:group style="position:absolute;left:5964;top:3279;width:379;height:269" coordorigin="5964,3279" coordsize="379,269">
              <v:shape style="position:absolute;left:5964;top:3279;width:379;height:269" coordorigin="5964,3279" coordsize="379,269" path="m5964,3548l6343,3548,6343,3279,5964,3279,5964,3548e" filled="t" fillcolor="#FFFF00" stroked="f">
                <v:path arrowok="t"/>
                <v:fill/>
              </v:shape>
            </v:group>
            <v:group style="position:absolute;left:6449;top:3279;width:111;height:269" coordorigin="6449,3279" coordsize="111,269">
              <v:shape style="position:absolute;left:6449;top:3279;width:111;height:269" coordorigin="6449,3279" coordsize="111,269" path="m6449,3548l6560,3548,6560,3279,6449,3279,6449,3548e" filled="t" fillcolor="#FFFF00" stroked="f">
                <v:path arrowok="t"/>
                <v:fill/>
              </v:shape>
            </v:group>
            <v:group style="position:absolute;left:7620;top:3279;width:101;height:269" coordorigin="7620,3279" coordsize="101,269">
              <v:shape style="position:absolute;left:7620;top:3279;width:101;height:269" coordorigin="7620,3279" coordsize="101,269" path="m7620,3548l7722,3548,7722,3279,7620,3279,7620,3548e" filled="t" fillcolor="#FFFF00" stroked="f">
                <v:path arrowok="t"/>
                <v:fill/>
              </v:shape>
            </v:group>
            <v:group style="position:absolute;left:6560;top:3279;width:1061;height:269" coordorigin="6560,3279" coordsize="1061,269">
              <v:shape style="position:absolute;left:6560;top:3279;width:1061;height:269" coordorigin="6560,3279" coordsize="1061,269" path="m6560,3548l7620,3548,7620,3279,6560,3279,6560,3548e" filled="t" fillcolor="#FFFF00" stroked="f">
                <v:path arrowok="t"/>
                <v:fill/>
              </v:shape>
            </v:group>
            <v:group style="position:absolute;left:7727;top:3279;width:110;height:269" coordorigin="7727,3279" coordsize="110,269">
              <v:shape style="position:absolute;left:7727;top:3279;width:110;height:269" coordorigin="7727,3279" coordsize="110,269" path="m7727,3548l7837,3548,7837,3279,7727,3279,7727,3548e" filled="t" fillcolor="#FFFF00" stroked="f">
                <v:path arrowok="t"/>
                <v:fill/>
              </v:shape>
            </v:group>
            <v:group style="position:absolute;left:8389;top:3279;width:106;height:269" coordorigin="8389,3279" coordsize="106,269">
              <v:shape style="position:absolute;left:8389;top:3279;width:106;height:269" coordorigin="8389,3279" coordsize="106,269" path="m8389,3548l8495,3548,8495,3279,8389,3279,8389,3548e" filled="t" fillcolor="#FFFF00" stroked="f">
                <v:path arrowok="t"/>
                <v:fill/>
              </v:shape>
            </v:group>
            <v:group style="position:absolute;left:7837;top:3279;width:552;height:269" coordorigin="7837,3279" coordsize="552,269">
              <v:shape style="position:absolute;left:7837;top:3279;width:552;height:269" coordorigin="7837,3279" coordsize="552,269" path="m7837,3548l8389,3548,8389,3279,7837,3279,7837,3548e" filled="t" fillcolor="#FFFF00" stroked="f">
                <v:path arrowok="t"/>
                <v:fill/>
              </v:shape>
            </v:group>
            <v:group style="position:absolute;left:8499;top:3279;width:106;height:269" coordorigin="8499,3279" coordsize="106,269">
              <v:shape style="position:absolute;left:8499;top:3279;width:106;height:269" coordorigin="8499,3279" coordsize="106,269" path="m8499,3548l8605,3548,8605,3279,8499,3279,8499,3548e" filled="t" fillcolor="#FFFF00" stroked="f">
                <v:path arrowok="t"/>
                <v:fill/>
              </v:shape>
            </v:group>
            <v:group style="position:absolute;left:9071;top:3279;width:106;height:269" coordorigin="9071,3279" coordsize="106,269">
              <v:shape style="position:absolute;left:9071;top:3279;width:106;height:269" coordorigin="9071,3279" coordsize="106,269" path="m9071,3548l9177,3548,9177,3279,9071,3279,9071,3548e" filled="t" fillcolor="#FFFF00" stroked="f">
                <v:path arrowok="t"/>
                <v:fill/>
              </v:shape>
            </v:group>
            <v:group style="position:absolute;left:8605;top:3279;width:466;height:269" coordorigin="8605,3279" coordsize="466,269">
              <v:shape style="position:absolute;left:8605;top:3279;width:466;height:269" coordorigin="8605,3279" coordsize="466,269" path="m8605,3548l9071,3548,9071,3279,8605,3279,8605,3548e" filled="t" fillcolor="#FFFF00" stroked="f">
                <v:path arrowok="t"/>
                <v:fill/>
              </v:shape>
            </v:group>
            <v:group style="position:absolute;left:9181;top:3279;width:106;height:269" coordorigin="9181,3279" coordsize="106,269">
              <v:shape style="position:absolute;left:9181;top:3279;width:106;height:269" coordorigin="9181,3279" coordsize="106,269" path="m9181,3548l9287,3548,9287,3279,9181,3279,9181,3548e" filled="t" fillcolor="#FFFF00" stroked="f">
                <v:path arrowok="t"/>
                <v:fill/>
              </v:shape>
            </v:group>
            <v:group style="position:absolute;left:9681;top:3279;width:101;height:269" coordorigin="9681,3279" coordsize="101,269">
              <v:shape style="position:absolute;left:9681;top:3279;width:101;height:269" coordorigin="9681,3279" coordsize="101,269" path="m9681,3548l9781,3548,9781,3279,9681,3279,9681,3548e" filled="t" fillcolor="#FFFF00" stroked="f">
                <v:path arrowok="t"/>
                <v:fill/>
              </v:shape>
            </v:group>
            <v:group style="position:absolute;left:9287;top:3279;width:394;height:269" coordorigin="9287,3279" coordsize="394,269">
              <v:shape style="position:absolute;left:9287;top:3279;width:394;height:269" coordorigin="9287,3279" coordsize="394,269" path="m9287,3548l9681,3548,9681,3279,9287,3279,9287,3548e" filled="t" fillcolor="#FFFF00" stroked="f">
                <v:path arrowok="t"/>
                <v:fill/>
              </v:shape>
            </v:group>
            <v:group style="position:absolute;left:9786;top:3299;width:605;height:2" coordorigin="9786,3299" coordsize="605,2">
              <v:shape style="position:absolute;left:9786;top:3299;width:605;height:2" coordorigin="9786,3299" coordsize="605,0" path="m9786,3299l10391,3299e" filled="f" stroked="t" strokeweight="2.02pt" strokecolor="#FFFF00">
                <v:path arrowok="t"/>
              </v:shape>
            </v:group>
            <v:group style="position:absolute;left:9786;top:3318;width:110;height:230" coordorigin="9786,3318" coordsize="110,230">
              <v:shape style="position:absolute;left:9786;top:3318;width:110;height:230" coordorigin="9786,3318" coordsize="110,230" path="m9786,3548l9897,3548,9897,3318,9786,3318,9786,3548e" filled="t" fillcolor="#FFFF00" stroked="f">
                <v:path arrowok="t"/>
                <v:fill/>
              </v:shape>
            </v:group>
            <v:group style="position:absolute;left:10286;top:3318;width:106;height:230" coordorigin="10286,3318" coordsize="106,230">
              <v:shape style="position:absolute;left:10286;top:3318;width:106;height:230" coordorigin="10286,3318" coordsize="106,230" path="m10286,3548l10392,3548,10392,3318,10286,3318,10286,3548e" filled="t" fillcolor="#FFFF00" stroked="f">
                <v:path arrowok="t"/>
                <v:fill/>
              </v:shape>
            </v:group>
            <v:group style="position:absolute;left:9897;top:3318;width:389;height:230" coordorigin="9897,3318" coordsize="389,230">
              <v:shape style="position:absolute;left:9897;top:3318;width:389;height:230" coordorigin="9897,3318" coordsize="389,230" path="m9897,3548l10286,3548,10286,3318,9897,3318,9897,3548e" filled="t" fillcolor="#FFFF00" stroked="f">
                <v:path arrowok="t"/>
                <v:fill/>
              </v:shape>
            </v:group>
            <v:group style="position:absolute;left:10396;top:3279;width:106;height:269" coordorigin="10396,3279" coordsize="106,269">
              <v:shape style="position:absolute;left:10396;top:3279;width:106;height:269" coordorigin="10396,3279" coordsize="106,269" path="m10396,3548l10502,3548,10502,3279,10396,3279,10396,3548e" filled="t" fillcolor="#FFFF00" stroked="f">
                <v:path arrowok="t"/>
                <v:fill/>
              </v:shape>
            </v:group>
            <v:group style="position:absolute;left:10968;top:3279;width:101;height:269" coordorigin="10968,3279" coordsize="101,269">
              <v:shape style="position:absolute;left:10968;top:3279;width:101;height:269" coordorigin="10968,3279" coordsize="101,269" path="m10968,3548l11068,3548,11068,3279,10968,3279,10968,3548e" filled="t" fillcolor="#FFFF00" stroked="f">
                <v:path arrowok="t"/>
                <v:fill/>
              </v:shape>
            </v:group>
            <v:group style="position:absolute;left:10502;top:3279;width:466;height:269" coordorigin="10502,3279" coordsize="466,269">
              <v:shape style="position:absolute;left:10502;top:3279;width:466;height:269" coordorigin="10502,3279" coordsize="466,269" path="m10502,3548l10968,3548,10968,3279,10502,3279,10502,3548e" filled="t" fillcolor="#FFFF00" stroked="f">
                <v:path arrowok="t"/>
                <v:fill/>
              </v:shape>
            </v:group>
            <v:group style="position:absolute;left:716;top:3275;width:10362;height:2" coordorigin="716,3275" coordsize="10362,2">
              <v:shape style="position:absolute;left:716;top:3275;width:10362;height:2" coordorigin="716,3275" coordsize="10362,0" path="m716,3275l11078,3275e" filled="f" stroked="t" strokeweight=".580pt" strokecolor="#000000">
                <v:path arrowok="t"/>
              </v:shape>
            </v:group>
            <v:group style="position:absolute;left:716;top:3553;width:10362;height:2" coordorigin="716,3553" coordsize="10362,2">
              <v:shape style="position:absolute;left:716;top:3553;width:10362;height:2" coordorigin="716,3553" coordsize="10362,0" path="m716,3553l11078,3553e" filled="f" stroked="t" strokeweight=".580pt" strokecolor="#000000">
                <v:path arrowok="t"/>
              </v:shape>
            </v:group>
            <v:group style="position:absolute;left:716;top:3831;width:10362;height:2" coordorigin="716,3831" coordsize="10362,2">
              <v:shape style="position:absolute;left:716;top:3831;width:10362;height:2" coordorigin="716,3831" coordsize="10362,0" path="m716,3831l11078,3831e" filled="f" stroked="t" strokeweight=".580pt" strokecolor="#000000">
                <v:path arrowok="t"/>
              </v:shape>
            </v:group>
            <v:group style="position:absolute;left:716;top:4110;width:10362;height:2" coordorigin="716,4110" coordsize="10362,2">
              <v:shape style="position:absolute;left:716;top:4110;width:10362;height:2" coordorigin="716,4110" coordsize="10362,0" path="m716,4110l11078,4110e" filled="f" stroked="t" strokeweight=".580pt" strokecolor="#000000">
                <v:path arrowok="t"/>
              </v:shape>
            </v:group>
            <v:group style="position:absolute;left:716;top:4388;width:10362;height:2" coordorigin="716,4388" coordsize="10362,2">
              <v:shape style="position:absolute;left:716;top:4388;width:10362;height:2" coordorigin="716,4388" coordsize="10362,0" path="m716,4388l11078,4388e" filled="f" stroked="t" strokeweight=".580pt" strokecolor="#000000">
                <v:path arrowok="t"/>
              </v:shape>
            </v:group>
            <v:group style="position:absolute;left:716;top:4667;width:10362;height:2" coordorigin="716,4667" coordsize="10362,2">
              <v:shape style="position:absolute;left:716;top:4667;width:10362;height:2" coordorigin="716,4667" coordsize="10362,0" path="m716,4667l11078,4667e" filled="f" stroked="t" strokeweight=".580pt" strokecolor="#000000">
                <v:path arrowok="t"/>
              </v:shape>
            </v:group>
            <v:group style="position:absolute;left:716;top:4945;width:10362;height:2" coordorigin="716,4945" coordsize="10362,2">
              <v:shape style="position:absolute;left:716;top:4945;width:10362;height:2" coordorigin="716,4945" coordsize="10362,0" path="m716,4945l11078,4945e" filled="f" stroked="t" strokeweight=".58001pt" strokecolor="#000000">
                <v:path arrowok="t"/>
              </v:shape>
            </v:group>
            <v:group style="position:absolute;left:725;top:5248;width:1522;height:2" coordorigin="725,5248" coordsize="1522,2">
              <v:shape style="position:absolute;left:725;top:5248;width:1522;height:2" coordorigin="725,5248" coordsize="1522,0" path="m725,5248l2247,5248e" filled="f" stroked="t" strokeweight="2.02pt" strokecolor="#FFFF00">
                <v:path arrowok="t"/>
              </v:shape>
            </v:group>
            <v:group style="position:absolute;left:725;top:5267;width:101;height:230" coordorigin="725,5267" coordsize="101,230">
              <v:shape style="position:absolute;left:725;top:5267;width:101;height:230" coordorigin="725,5267" coordsize="101,230" path="m725,5497l826,5497,826,5267,725,5267,725,5497e" filled="t" fillcolor="#FFFF00" stroked="f">
                <v:path arrowok="t"/>
                <v:fill/>
              </v:shape>
            </v:group>
            <v:group style="position:absolute;left:2147;top:5267;width:101;height:230" coordorigin="2147,5267" coordsize="101,230">
              <v:shape style="position:absolute;left:2147;top:5267;width:101;height:230" coordorigin="2147,5267" coordsize="101,230" path="m2147,5497l2247,5497,2247,5267,2147,5267,2147,5497e" filled="t" fillcolor="#FFFF00" stroked="f">
                <v:path arrowok="t"/>
                <v:fill/>
              </v:shape>
            </v:group>
            <v:group style="position:absolute;left:826;top:5267;width:1320;height:230" coordorigin="826,5267" coordsize="1320,230">
              <v:shape style="position:absolute;left:826;top:5267;width:1320;height:230" coordorigin="826,5267" coordsize="1320,230" path="m826,5497l2147,5497,2147,5267,826,5267,826,5497e" filled="t" fillcolor="#FFFF00" stroked="f">
                <v:path arrowok="t"/>
                <v:fill/>
              </v:shape>
            </v:group>
            <v:group style="position:absolute;left:2252;top:5229;width:110;height:269" coordorigin="2252,5229" coordsize="110,269">
              <v:shape style="position:absolute;left:2252;top:5229;width:110;height:269" coordorigin="2252,5229" coordsize="110,269" path="m2252,5497l2363,5497,2363,5229,2252,5229,2252,5497e" filled="t" fillcolor="#FFFF00" stroked="f">
                <v:path arrowok="t"/>
                <v:fill/>
              </v:shape>
            </v:group>
            <v:group style="position:absolute;left:2838;top:5229;width:101;height:269" coordorigin="2838,5229" coordsize="101,269">
              <v:shape style="position:absolute;left:2838;top:5229;width:101;height:269" coordorigin="2838,5229" coordsize="101,269" path="m2838,5497l2939,5497,2939,5229,2838,5229,2838,5497e" filled="t" fillcolor="#FFFF00" stroked="f">
                <v:path arrowok="t"/>
                <v:fill/>
              </v:shape>
            </v:group>
            <v:group style="position:absolute;left:2363;top:5229;width:475;height:269" coordorigin="2363,5229" coordsize="475,269">
              <v:shape style="position:absolute;left:2363;top:5229;width:475;height:269" coordorigin="2363,5229" coordsize="475,269" path="m2363,5497l2838,5497,2838,5229,2363,5229,2363,5497e" filled="t" fillcolor="#FFFF00" stroked="f">
                <v:path arrowok="t"/>
                <v:fill/>
              </v:shape>
            </v:group>
            <v:group style="position:absolute;left:2943;top:5229;width:111;height:269" coordorigin="2943,5229" coordsize="111,269">
              <v:shape style="position:absolute;left:2943;top:5229;width:111;height:269" coordorigin="2943,5229" coordsize="111,269" path="m2943,5497l3054,5497,3054,5229,2943,5229,2943,5497e" filled="t" fillcolor="#FFFF00" stroked="f">
                <v:path arrowok="t"/>
                <v:fill/>
              </v:shape>
            </v:group>
            <v:group style="position:absolute;left:3520;top:5229;width:106;height:269" coordorigin="3520,5229" coordsize="106,269">
              <v:shape style="position:absolute;left:3520;top:5229;width:106;height:269" coordorigin="3520,5229" coordsize="106,269" path="m3520,5497l3625,5497,3625,5229,3520,5229,3520,5497e" filled="t" fillcolor="#FFFF00" stroked="f">
                <v:path arrowok="t"/>
                <v:fill/>
              </v:shape>
            </v:group>
            <v:group style="position:absolute;left:3054;top:5229;width:466;height:269" coordorigin="3054,5229" coordsize="466,269">
              <v:shape style="position:absolute;left:3054;top:5229;width:466;height:269" coordorigin="3054,5229" coordsize="466,269" path="m3054,5497l3520,5497,3520,5229,3054,5229,3054,5497e" filled="t" fillcolor="#FFFF00" stroked="f">
                <v:path arrowok="t"/>
                <v:fill/>
              </v:shape>
            </v:group>
            <v:group style="position:absolute;left:3630;top:5229;width:106;height:269" coordorigin="3630,5229" coordsize="106,269">
              <v:shape style="position:absolute;left:3630;top:5229;width:106;height:269" coordorigin="3630,5229" coordsize="106,269" path="m3630,5497l3736,5497,3736,5229,3630,5229,3630,5497e" filled="t" fillcolor="#FFFF00" stroked="f">
                <v:path arrowok="t"/>
                <v:fill/>
              </v:shape>
            </v:group>
            <v:group style="position:absolute;left:4394;top:5229;width:106;height:269" coordorigin="4394,5229" coordsize="106,269">
              <v:shape style="position:absolute;left:4394;top:5229;width:106;height:269" coordorigin="4394,5229" coordsize="106,269" path="m4394,5497l4500,5497,4500,5229,4394,5229,4394,5497e" filled="t" fillcolor="#FFFF00" stroked="f">
                <v:path arrowok="t"/>
                <v:fill/>
              </v:shape>
            </v:group>
            <v:group style="position:absolute;left:3736;top:5229;width:658;height:269" coordorigin="3736,5229" coordsize="658,269">
              <v:shape style="position:absolute;left:3736;top:5229;width:658;height:269" coordorigin="3736,5229" coordsize="658,269" path="m3736,5497l4394,5497,4394,5229,3736,5229,3736,5497e" filled="t" fillcolor="#FFFF00" stroked="f">
                <v:path arrowok="t"/>
                <v:fill/>
              </v:shape>
            </v:group>
            <v:group style="position:absolute;left:4504;top:5229;width:106;height:269" coordorigin="4504,5229" coordsize="106,269">
              <v:shape style="position:absolute;left:4504;top:5229;width:106;height:269" coordorigin="4504,5229" coordsize="106,269" path="m4504,5497l4610,5497,4610,5229,4504,5229,4504,5497e" filled="t" fillcolor="#FFFF00" stroked="f">
                <v:path arrowok="t"/>
                <v:fill/>
              </v:shape>
            </v:group>
            <v:group style="position:absolute;left:5061;top:5229;width:101;height:269" coordorigin="5061,5229" coordsize="101,269">
              <v:shape style="position:absolute;left:5061;top:5229;width:101;height:269" coordorigin="5061,5229" coordsize="101,269" path="m5061,5497l5162,5497,5162,5229,5061,5229,5061,5497e" filled="t" fillcolor="#FFFF00" stroked="f">
                <v:path arrowok="t"/>
                <v:fill/>
              </v:shape>
            </v:group>
            <v:group style="position:absolute;left:4610;top:5229;width:451;height:269" coordorigin="4610,5229" coordsize="451,269">
              <v:shape style="position:absolute;left:4610;top:5229;width:451;height:269" coordorigin="4610,5229" coordsize="451,269" path="m4610,5497l5061,5497,5061,5229,4610,5229,4610,5497e" filled="t" fillcolor="#FFFF00" stroked="f">
                <v:path arrowok="t"/>
                <v:fill/>
              </v:shape>
            </v:group>
            <v:group style="position:absolute;left:5167;top:5229;width:110;height:269" coordorigin="5167,5229" coordsize="110,269">
              <v:shape style="position:absolute;left:5167;top:5229;width:110;height:269" coordorigin="5167,5229" coordsize="110,269" path="m5167,5497l5277,5497,5277,5229,5167,5229,5167,5497e" filled="t" fillcolor="#FFFF00" stroked="f">
                <v:path arrowok="t"/>
                <v:fill/>
              </v:shape>
            </v:group>
            <v:group style="position:absolute;left:5748;top:5229;width:101;height:269" coordorigin="5748,5229" coordsize="101,269">
              <v:shape style="position:absolute;left:5748;top:5229;width:101;height:269" coordorigin="5748,5229" coordsize="101,269" path="m5748,5497l5849,5497,5849,5229,5748,5229,5748,5497e" filled="t" fillcolor="#FFFF00" stroked="f">
                <v:path arrowok="t"/>
                <v:fill/>
              </v:shape>
            </v:group>
            <v:group style="position:absolute;left:5277;top:5229;width:471;height:269" coordorigin="5277,5229" coordsize="471,269">
              <v:shape style="position:absolute;left:5277;top:5229;width:471;height:269" coordorigin="5277,5229" coordsize="471,269" path="m5277,5497l5748,5497,5748,5229,5277,5229,5277,5497e" filled="t" fillcolor="#FFFF00" stroked="f">
                <v:path arrowok="t"/>
                <v:fill/>
              </v:shape>
            </v:group>
            <v:group style="position:absolute;left:5854;top:5229;width:110;height:269" coordorigin="5854,5229" coordsize="110,269">
              <v:shape style="position:absolute;left:5854;top:5229;width:110;height:269" coordorigin="5854,5229" coordsize="110,269" path="m5854,5497l5964,5497,5964,5229,5854,5229,5854,5497e" filled="t" fillcolor="#FFFF00" stroked="f">
                <v:path arrowok="t"/>
                <v:fill/>
              </v:shape>
            </v:group>
            <v:group style="position:absolute;left:6343;top:5229;width:101;height:269" coordorigin="6343,5229" coordsize="101,269">
              <v:shape style="position:absolute;left:6343;top:5229;width:101;height:269" coordorigin="6343,5229" coordsize="101,269" path="m6343,5497l6444,5497,6444,5229,6343,5229,6343,5497e" filled="t" fillcolor="#FFFF00" stroked="f">
                <v:path arrowok="t"/>
                <v:fill/>
              </v:shape>
            </v:group>
            <v:group style="position:absolute;left:5964;top:5229;width:379;height:269" coordorigin="5964,5229" coordsize="379,269">
              <v:shape style="position:absolute;left:5964;top:5229;width:379;height:269" coordorigin="5964,5229" coordsize="379,269" path="m5964,5497l6343,5497,6343,5229,5964,5229,5964,5497e" filled="t" fillcolor="#FFFF00" stroked="f">
                <v:path arrowok="t"/>
                <v:fill/>
              </v:shape>
            </v:group>
            <v:group style="position:absolute;left:6449;top:5229;width:111;height:269" coordorigin="6449,5229" coordsize="111,269">
              <v:shape style="position:absolute;left:6449;top:5229;width:111;height:269" coordorigin="6449,5229" coordsize="111,269" path="m6449,5497l6560,5497,6560,5229,6449,5229,6449,5497e" filled="t" fillcolor="#FFFF00" stroked="f">
                <v:path arrowok="t"/>
                <v:fill/>
              </v:shape>
            </v:group>
            <v:group style="position:absolute;left:7620;top:5229;width:101;height:269" coordorigin="7620,5229" coordsize="101,269">
              <v:shape style="position:absolute;left:7620;top:5229;width:101;height:269" coordorigin="7620,5229" coordsize="101,269" path="m7620,5497l7722,5497,7722,5229,7620,5229,7620,5497e" filled="t" fillcolor="#FFFF00" stroked="f">
                <v:path arrowok="t"/>
                <v:fill/>
              </v:shape>
            </v:group>
            <v:group style="position:absolute;left:6560;top:5229;width:1061;height:269" coordorigin="6560,5229" coordsize="1061,269">
              <v:shape style="position:absolute;left:6560;top:5229;width:1061;height:269" coordorigin="6560,5229" coordsize="1061,269" path="m6560,5497l7620,5497,7620,5229,6560,5229,6560,5497e" filled="t" fillcolor="#FFFF00" stroked="f">
                <v:path arrowok="t"/>
                <v:fill/>
              </v:shape>
            </v:group>
            <v:group style="position:absolute;left:7727;top:5229;width:110;height:269" coordorigin="7727,5229" coordsize="110,269">
              <v:shape style="position:absolute;left:7727;top:5229;width:110;height:269" coordorigin="7727,5229" coordsize="110,269" path="m7727,5497l7837,5497,7837,5229,7727,5229,7727,5497e" filled="t" fillcolor="#FFFF00" stroked="f">
                <v:path arrowok="t"/>
                <v:fill/>
              </v:shape>
            </v:group>
            <v:group style="position:absolute;left:8389;top:5229;width:106;height:269" coordorigin="8389,5229" coordsize="106,269">
              <v:shape style="position:absolute;left:8389;top:5229;width:106;height:269" coordorigin="8389,5229" coordsize="106,269" path="m8389,5497l8495,5497,8495,5229,8389,5229,8389,5497e" filled="t" fillcolor="#FFFF00" stroked="f">
                <v:path arrowok="t"/>
                <v:fill/>
              </v:shape>
            </v:group>
            <v:group style="position:absolute;left:7837;top:5229;width:552;height:269" coordorigin="7837,5229" coordsize="552,269">
              <v:shape style="position:absolute;left:7837;top:5229;width:552;height:269" coordorigin="7837,5229" coordsize="552,269" path="m7837,5497l8389,5497,8389,5229,7837,5229,7837,5497e" filled="t" fillcolor="#FFFF00" stroked="f">
                <v:path arrowok="t"/>
                <v:fill/>
              </v:shape>
            </v:group>
            <v:group style="position:absolute;left:8499;top:5229;width:106;height:269" coordorigin="8499,5229" coordsize="106,269">
              <v:shape style="position:absolute;left:8499;top:5229;width:106;height:269" coordorigin="8499,5229" coordsize="106,269" path="m8499,5497l8605,5497,8605,5229,8499,5229,8499,5497e" filled="t" fillcolor="#FFFF00" stroked="f">
                <v:path arrowok="t"/>
                <v:fill/>
              </v:shape>
            </v:group>
            <v:group style="position:absolute;left:9071;top:5229;width:106;height:269" coordorigin="9071,5229" coordsize="106,269">
              <v:shape style="position:absolute;left:9071;top:5229;width:106;height:269" coordorigin="9071,5229" coordsize="106,269" path="m9071,5497l9177,5497,9177,5229,9071,5229,9071,5497e" filled="t" fillcolor="#FFFF00" stroked="f">
                <v:path arrowok="t"/>
                <v:fill/>
              </v:shape>
            </v:group>
            <v:group style="position:absolute;left:8605;top:5229;width:466;height:269" coordorigin="8605,5229" coordsize="466,269">
              <v:shape style="position:absolute;left:8605;top:5229;width:466;height:269" coordorigin="8605,5229" coordsize="466,269" path="m8605,5497l9071,5497,9071,5229,8605,5229,8605,5497e" filled="t" fillcolor="#FFFF00" stroked="f">
                <v:path arrowok="t"/>
                <v:fill/>
              </v:shape>
            </v:group>
            <v:group style="position:absolute;left:9181;top:5229;width:106;height:269" coordorigin="9181,5229" coordsize="106,269">
              <v:shape style="position:absolute;left:9181;top:5229;width:106;height:269" coordorigin="9181,5229" coordsize="106,269" path="m9181,5497l9287,5497,9287,5229,9181,5229,9181,5497e" filled="t" fillcolor="#FFFF00" stroked="f">
                <v:path arrowok="t"/>
                <v:fill/>
              </v:shape>
            </v:group>
            <v:group style="position:absolute;left:9681;top:5229;width:101;height:269" coordorigin="9681,5229" coordsize="101,269">
              <v:shape style="position:absolute;left:9681;top:5229;width:101;height:269" coordorigin="9681,5229" coordsize="101,269" path="m9681,5497l9781,5497,9781,5229,9681,5229,9681,5497e" filled="t" fillcolor="#FFFF00" stroked="f">
                <v:path arrowok="t"/>
                <v:fill/>
              </v:shape>
            </v:group>
            <v:group style="position:absolute;left:9287;top:5229;width:394;height:269" coordorigin="9287,5229" coordsize="394,269">
              <v:shape style="position:absolute;left:9287;top:5229;width:394;height:269" coordorigin="9287,5229" coordsize="394,269" path="m9287,5497l9681,5497,9681,5229,9287,5229,9287,5497e" filled="t" fillcolor="#FFFF00" stroked="f">
                <v:path arrowok="t"/>
                <v:fill/>
              </v:shape>
            </v:group>
            <v:group style="position:absolute;left:9786;top:5248;width:605;height:2" coordorigin="9786,5248" coordsize="605,2">
              <v:shape style="position:absolute;left:9786;top:5248;width:605;height:2" coordorigin="9786,5248" coordsize="605,0" path="m9786,5248l10391,5248e" filled="f" stroked="t" strokeweight="2.02pt" strokecolor="#FFFF00">
                <v:path arrowok="t"/>
              </v:shape>
            </v:group>
            <v:group style="position:absolute;left:9786;top:5267;width:110;height:230" coordorigin="9786,5267" coordsize="110,230">
              <v:shape style="position:absolute;left:9786;top:5267;width:110;height:230" coordorigin="9786,5267" coordsize="110,230" path="m9786,5497l9897,5497,9897,5267,9786,5267,9786,5497e" filled="t" fillcolor="#FFFF00" stroked="f">
                <v:path arrowok="t"/>
                <v:fill/>
              </v:shape>
            </v:group>
            <v:group style="position:absolute;left:10286;top:5267;width:106;height:230" coordorigin="10286,5267" coordsize="106,230">
              <v:shape style="position:absolute;left:10286;top:5267;width:106;height:230" coordorigin="10286,5267" coordsize="106,230" path="m10286,5497l10392,5497,10392,5267,10286,5267,10286,5497e" filled="t" fillcolor="#FFFF00" stroked="f">
                <v:path arrowok="t"/>
                <v:fill/>
              </v:shape>
            </v:group>
            <v:group style="position:absolute;left:9897;top:5267;width:389;height:230" coordorigin="9897,5267" coordsize="389,230">
              <v:shape style="position:absolute;left:9897;top:5267;width:389;height:230" coordorigin="9897,5267" coordsize="389,230" path="m9897,5497l10286,5497,10286,5267,9897,5267,9897,5497e" filled="t" fillcolor="#FFFF00" stroked="f">
                <v:path arrowok="t"/>
                <v:fill/>
              </v:shape>
            </v:group>
            <v:group style="position:absolute;left:10396;top:5229;width:106;height:269" coordorigin="10396,5229" coordsize="106,269">
              <v:shape style="position:absolute;left:10396;top:5229;width:106;height:269" coordorigin="10396,5229" coordsize="106,269" path="m10396,5497l10502,5497,10502,5229,10396,5229,10396,5497e" filled="t" fillcolor="#FFFF00" stroked="f">
                <v:path arrowok="t"/>
                <v:fill/>
              </v:shape>
            </v:group>
            <v:group style="position:absolute;left:10968;top:5229;width:101;height:269" coordorigin="10968,5229" coordsize="101,269">
              <v:shape style="position:absolute;left:10968;top:5229;width:101;height:269" coordorigin="10968,5229" coordsize="101,269" path="m10968,5497l11068,5497,11068,5229,10968,5229,10968,5497e" filled="t" fillcolor="#FFFF00" stroked="f">
                <v:path arrowok="t"/>
                <v:fill/>
              </v:shape>
            </v:group>
            <v:group style="position:absolute;left:10502;top:5229;width:466;height:269" coordorigin="10502,5229" coordsize="466,269">
              <v:shape style="position:absolute;left:10502;top:5229;width:466;height:269" coordorigin="10502,5229" coordsize="466,269" path="m10502,5497l10968,5497,10968,5229,10502,5229,10502,5497e" filled="t" fillcolor="#FFFF00" stroked="f">
                <v:path arrowok="t"/>
                <v:fill/>
              </v:shape>
            </v:group>
            <v:group style="position:absolute;left:716;top:5224;width:10362;height:2" coordorigin="716,5224" coordsize="10362,2">
              <v:shape style="position:absolute;left:716;top:5224;width:10362;height:2" coordorigin="716,5224" coordsize="10362,0" path="m716,5224l11078,5224e" filled="f" stroked="t" strokeweight=".58001pt" strokecolor="#000000">
                <v:path arrowok="t"/>
              </v:shape>
            </v:group>
            <v:group style="position:absolute;left:725;top:5526;width:1522;height:2" coordorigin="725,5526" coordsize="1522,2">
              <v:shape style="position:absolute;left:725;top:5526;width:1522;height:2" coordorigin="725,5526" coordsize="1522,0" path="m725,5526l2247,5526e" filled="f" stroked="t" strokeweight="2.02pt" strokecolor="#E4B8B7">
                <v:path arrowok="t"/>
              </v:shape>
            </v:group>
            <v:group style="position:absolute;left:725;top:5545;width:101;height:230" coordorigin="725,5545" coordsize="101,230">
              <v:shape style="position:absolute;left:725;top:5545;width:101;height:230" coordorigin="725,5545" coordsize="101,230" path="m725,5776l826,5776,826,5545,725,5545,725,5776e" filled="t" fillcolor="#E4B8B7" stroked="f">
                <v:path arrowok="t"/>
                <v:fill/>
              </v:shape>
            </v:group>
            <v:group style="position:absolute;left:2147;top:5545;width:101;height:230" coordorigin="2147,5545" coordsize="101,230">
              <v:shape style="position:absolute;left:2147;top:5545;width:101;height:230" coordorigin="2147,5545" coordsize="101,230" path="m2147,5776l2247,5776,2247,5545,2147,5545,2147,5776e" filled="t" fillcolor="#E4B8B7" stroked="f">
                <v:path arrowok="t"/>
                <v:fill/>
              </v:shape>
            </v:group>
            <v:group style="position:absolute;left:826;top:5545;width:1320;height:230" coordorigin="826,5545" coordsize="1320,230">
              <v:shape style="position:absolute;left:826;top:5545;width:1320;height:230" coordorigin="826,5545" coordsize="1320,230" path="m826,5776l2147,5776,2147,5545,826,5545,826,5776e" filled="t" fillcolor="#E4B8B7" stroked="f">
                <v:path arrowok="t"/>
                <v:fill/>
              </v:shape>
            </v:group>
            <v:group style="position:absolute;left:2252;top:5507;width:110;height:269" coordorigin="2252,5507" coordsize="110,269">
              <v:shape style="position:absolute;left:2252;top:5507;width:110;height:269" coordorigin="2252,5507" coordsize="110,269" path="m2252,5776l2363,5776,2363,5507,2252,5507,2252,5776e" filled="t" fillcolor="#E4B8B7" stroked="f">
                <v:path arrowok="t"/>
                <v:fill/>
              </v:shape>
            </v:group>
            <v:group style="position:absolute;left:2838;top:5507;width:101;height:269" coordorigin="2838,5507" coordsize="101,269">
              <v:shape style="position:absolute;left:2838;top:5507;width:101;height:269" coordorigin="2838,5507" coordsize="101,269" path="m2838,5776l2939,5776,2939,5507,2838,5507,2838,5776e" filled="t" fillcolor="#E4B8B7" stroked="f">
                <v:path arrowok="t"/>
                <v:fill/>
              </v:shape>
            </v:group>
            <v:group style="position:absolute;left:2363;top:5507;width:475;height:269" coordorigin="2363,5507" coordsize="475,269">
              <v:shape style="position:absolute;left:2363;top:5507;width:475;height:269" coordorigin="2363,5507" coordsize="475,269" path="m2363,5776l2838,5776,2838,5507,2363,5507,2363,5776e" filled="t" fillcolor="#E4B8B7" stroked="f">
                <v:path arrowok="t"/>
                <v:fill/>
              </v:shape>
            </v:group>
            <v:group style="position:absolute;left:2943;top:5507;width:111;height:269" coordorigin="2943,5507" coordsize="111,269">
              <v:shape style="position:absolute;left:2943;top:5507;width:111;height:269" coordorigin="2943,5507" coordsize="111,269" path="m2943,5776l3054,5776,3054,5507,2943,5507,2943,5776e" filled="t" fillcolor="#E4B8B7" stroked="f">
                <v:path arrowok="t"/>
                <v:fill/>
              </v:shape>
            </v:group>
            <v:group style="position:absolute;left:3520;top:5507;width:106;height:269" coordorigin="3520,5507" coordsize="106,269">
              <v:shape style="position:absolute;left:3520;top:5507;width:106;height:269" coordorigin="3520,5507" coordsize="106,269" path="m3520,5776l3625,5776,3625,5507,3520,5507,3520,5776e" filled="t" fillcolor="#E4B8B7" stroked="f">
                <v:path arrowok="t"/>
                <v:fill/>
              </v:shape>
            </v:group>
            <v:group style="position:absolute;left:3054;top:5507;width:466;height:269" coordorigin="3054,5507" coordsize="466,269">
              <v:shape style="position:absolute;left:3054;top:5507;width:466;height:269" coordorigin="3054,5507" coordsize="466,269" path="m3054,5776l3520,5776,3520,5507,3054,5507,3054,5776e" filled="t" fillcolor="#E4B8B7" stroked="f">
                <v:path arrowok="t"/>
                <v:fill/>
              </v:shape>
            </v:group>
            <v:group style="position:absolute;left:3630;top:5507;width:106;height:269" coordorigin="3630,5507" coordsize="106,269">
              <v:shape style="position:absolute;left:3630;top:5507;width:106;height:269" coordorigin="3630,5507" coordsize="106,269" path="m3630,5776l3736,5776,3736,5507,3630,5507,3630,5776e" filled="t" fillcolor="#E4B8B7" stroked="f">
                <v:path arrowok="t"/>
                <v:fill/>
              </v:shape>
            </v:group>
            <v:group style="position:absolute;left:4394;top:5507;width:106;height:269" coordorigin="4394,5507" coordsize="106,269">
              <v:shape style="position:absolute;left:4394;top:5507;width:106;height:269" coordorigin="4394,5507" coordsize="106,269" path="m4394,5776l4500,5776,4500,5507,4394,5507,4394,5776e" filled="t" fillcolor="#E4B8B7" stroked="f">
                <v:path arrowok="t"/>
                <v:fill/>
              </v:shape>
            </v:group>
            <v:group style="position:absolute;left:3736;top:5507;width:658;height:269" coordorigin="3736,5507" coordsize="658,269">
              <v:shape style="position:absolute;left:3736;top:5507;width:658;height:269" coordorigin="3736,5507" coordsize="658,269" path="m3736,5776l4394,5776,4394,5507,3736,5507,3736,5776e" filled="t" fillcolor="#E4B8B7" stroked="f">
                <v:path arrowok="t"/>
                <v:fill/>
              </v:shape>
            </v:group>
            <v:group style="position:absolute;left:4504;top:5507;width:106;height:269" coordorigin="4504,5507" coordsize="106,269">
              <v:shape style="position:absolute;left:4504;top:5507;width:106;height:269" coordorigin="4504,5507" coordsize="106,269" path="m4504,5776l4610,5776,4610,5507,4504,5507,4504,5776e" filled="t" fillcolor="#E4B8B7" stroked="f">
                <v:path arrowok="t"/>
                <v:fill/>
              </v:shape>
            </v:group>
            <v:group style="position:absolute;left:5061;top:5507;width:101;height:269" coordorigin="5061,5507" coordsize="101,269">
              <v:shape style="position:absolute;left:5061;top:5507;width:101;height:269" coordorigin="5061,5507" coordsize="101,269" path="m5061,5776l5162,5776,5162,5507,5061,5507,5061,5776e" filled="t" fillcolor="#E4B8B7" stroked="f">
                <v:path arrowok="t"/>
                <v:fill/>
              </v:shape>
            </v:group>
            <v:group style="position:absolute;left:4610;top:5507;width:451;height:269" coordorigin="4610,5507" coordsize="451,269">
              <v:shape style="position:absolute;left:4610;top:5507;width:451;height:269" coordorigin="4610,5507" coordsize="451,269" path="m4610,5776l5061,5776,5061,5507,4610,5507,4610,5776e" filled="t" fillcolor="#E4B8B7" stroked="f">
                <v:path arrowok="t"/>
                <v:fill/>
              </v:shape>
            </v:group>
            <v:group style="position:absolute;left:5167;top:5507;width:110;height:269" coordorigin="5167,5507" coordsize="110,269">
              <v:shape style="position:absolute;left:5167;top:5507;width:110;height:269" coordorigin="5167,5507" coordsize="110,269" path="m5167,5776l5277,5776,5277,5507,5167,5507,5167,5776e" filled="t" fillcolor="#E4B8B7" stroked="f">
                <v:path arrowok="t"/>
                <v:fill/>
              </v:shape>
            </v:group>
            <v:group style="position:absolute;left:5748;top:5507;width:101;height:269" coordorigin="5748,5507" coordsize="101,269">
              <v:shape style="position:absolute;left:5748;top:5507;width:101;height:269" coordorigin="5748,5507" coordsize="101,269" path="m5748,5776l5849,5776,5849,5507,5748,5507,5748,5776e" filled="t" fillcolor="#E4B8B7" stroked="f">
                <v:path arrowok="t"/>
                <v:fill/>
              </v:shape>
            </v:group>
            <v:group style="position:absolute;left:5277;top:5507;width:471;height:269" coordorigin="5277,5507" coordsize="471,269">
              <v:shape style="position:absolute;left:5277;top:5507;width:471;height:269" coordorigin="5277,5507" coordsize="471,269" path="m5277,5776l5748,5776,5748,5507,5277,5507,5277,5776e" filled="t" fillcolor="#E4B8B7" stroked="f">
                <v:path arrowok="t"/>
                <v:fill/>
              </v:shape>
            </v:group>
            <v:group style="position:absolute;left:5854;top:5507;width:110;height:269" coordorigin="5854,5507" coordsize="110,269">
              <v:shape style="position:absolute;left:5854;top:5507;width:110;height:269" coordorigin="5854,5507" coordsize="110,269" path="m5854,5776l5964,5776,5964,5507,5854,5507,5854,5776e" filled="t" fillcolor="#E4B8B7" stroked="f">
                <v:path arrowok="t"/>
                <v:fill/>
              </v:shape>
            </v:group>
            <v:group style="position:absolute;left:6343;top:5507;width:101;height:269" coordorigin="6343,5507" coordsize="101,269">
              <v:shape style="position:absolute;left:6343;top:5507;width:101;height:269" coordorigin="6343,5507" coordsize="101,269" path="m6343,5776l6444,5776,6444,5507,6343,5507,6343,5776e" filled="t" fillcolor="#E4B8B7" stroked="f">
                <v:path arrowok="t"/>
                <v:fill/>
              </v:shape>
            </v:group>
            <v:group style="position:absolute;left:5964;top:5507;width:379;height:269" coordorigin="5964,5507" coordsize="379,269">
              <v:shape style="position:absolute;left:5964;top:5507;width:379;height:269" coordorigin="5964,5507" coordsize="379,269" path="m5964,5776l6343,5776,6343,5507,5964,5507,5964,5776e" filled="t" fillcolor="#E4B8B7" stroked="f">
                <v:path arrowok="t"/>
                <v:fill/>
              </v:shape>
            </v:group>
            <v:group style="position:absolute;left:6449;top:5507;width:111;height:269" coordorigin="6449,5507" coordsize="111,269">
              <v:shape style="position:absolute;left:6449;top:5507;width:111;height:269" coordorigin="6449,5507" coordsize="111,269" path="m6449,5776l6560,5776,6560,5507,6449,5507,6449,5776e" filled="t" fillcolor="#E4B8B7" stroked="f">
                <v:path arrowok="t"/>
                <v:fill/>
              </v:shape>
            </v:group>
            <v:group style="position:absolute;left:7620;top:5507;width:101;height:269" coordorigin="7620,5507" coordsize="101,269">
              <v:shape style="position:absolute;left:7620;top:5507;width:101;height:269" coordorigin="7620,5507" coordsize="101,269" path="m7620,5776l7722,5776,7722,5507,7620,5507,7620,5776e" filled="t" fillcolor="#E4B8B7" stroked="f">
                <v:path arrowok="t"/>
                <v:fill/>
              </v:shape>
            </v:group>
            <v:group style="position:absolute;left:6560;top:5507;width:1061;height:269" coordorigin="6560,5507" coordsize="1061,269">
              <v:shape style="position:absolute;left:6560;top:5507;width:1061;height:269" coordorigin="6560,5507" coordsize="1061,269" path="m6560,5776l7620,5776,7620,5507,6560,5507,6560,5776e" filled="t" fillcolor="#E4B8B7" stroked="f">
                <v:path arrowok="t"/>
                <v:fill/>
              </v:shape>
            </v:group>
            <v:group style="position:absolute;left:7727;top:5507;width:110;height:269" coordorigin="7727,5507" coordsize="110,269">
              <v:shape style="position:absolute;left:7727;top:5507;width:110;height:269" coordorigin="7727,5507" coordsize="110,269" path="m7727,5776l7837,5776,7837,5507,7727,5507,7727,5776e" filled="t" fillcolor="#E4B8B7" stroked="f">
                <v:path arrowok="t"/>
                <v:fill/>
              </v:shape>
            </v:group>
            <v:group style="position:absolute;left:8389;top:5507;width:106;height:269" coordorigin="8389,5507" coordsize="106,269">
              <v:shape style="position:absolute;left:8389;top:5507;width:106;height:269" coordorigin="8389,5507" coordsize="106,269" path="m8389,5776l8495,5776,8495,5507,8389,5507,8389,5776e" filled="t" fillcolor="#E4B8B7" stroked="f">
                <v:path arrowok="t"/>
                <v:fill/>
              </v:shape>
            </v:group>
            <v:group style="position:absolute;left:7837;top:5507;width:552;height:269" coordorigin="7837,5507" coordsize="552,269">
              <v:shape style="position:absolute;left:7837;top:5507;width:552;height:269" coordorigin="7837,5507" coordsize="552,269" path="m7837,5776l8389,5776,8389,5507,7837,5507,7837,5776e" filled="t" fillcolor="#E4B8B7" stroked="f">
                <v:path arrowok="t"/>
                <v:fill/>
              </v:shape>
            </v:group>
            <v:group style="position:absolute;left:8499;top:5507;width:106;height:269" coordorigin="8499,5507" coordsize="106,269">
              <v:shape style="position:absolute;left:8499;top:5507;width:106;height:269" coordorigin="8499,5507" coordsize="106,269" path="m8499,5776l8605,5776,8605,5507,8499,5507,8499,5776e" filled="t" fillcolor="#E4B8B7" stroked="f">
                <v:path arrowok="t"/>
                <v:fill/>
              </v:shape>
            </v:group>
            <v:group style="position:absolute;left:9071;top:5507;width:106;height:269" coordorigin="9071,5507" coordsize="106,269">
              <v:shape style="position:absolute;left:9071;top:5507;width:106;height:269" coordorigin="9071,5507" coordsize="106,269" path="m9071,5776l9177,5776,9177,5507,9071,5507,9071,5776e" filled="t" fillcolor="#E4B8B7" stroked="f">
                <v:path arrowok="t"/>
                <v:fill/>
              </v:shape>
            </v:group>
            <v:group style="position:absolute;left:8605;top:5507;width:466;height:269" coordorigin="8605,5507" coordsize="466,269">
              <v:shape style="position:absolute;left:8605;top:5507;width:466;height:269" coordorigin="8605,5507" coordsize="466,269" path="m8605,5776l9071,5776,9071,5507,8605,5507,8605,5776e" filled="t" fillcolor="#E4B8B7" stroked="f">
                <v:path arrowok="t"/>
                <v:fill/>
              </v:shape>
            </v:group>
            <v:group style="position:absolute;left:9181;top:5507;width:106;height:269" coordorigin="9181,5507" coordsize="106,269">
              <v:shape style="position:absolute;left:9181;top:5507;width:106;height:269" coordorigin="9181,5507" coordsize="106,269" path="m9181,5776l9287,5776,9287,5507,9181,5507,9181,5776e" filled="t" fillcolor="#E4B8B7" stroked="f">
                <v:path arrowok="t"/>
                <v:fill/>
              </v:shape>
            </v:group>
            <v:group style="position:absolute;left:9681;top:5507;width:101;height:269" coordorigin="9681,5507" coordsize="101,269">
              <v:shape style="position:absolute;left:9681;top:5507;width:101;height:269" coordorigin="9681,5507" coordsize="101,269" path="m9681,5776l9781,5776,9781,5507,9681,5507,9681,5776e" filled="t" fillcolor="#E4B8B7" stroked="f">
                <v:path arrowok="t"/>
                <v:fill/>
              </v:shape>
            </v:group>
            <v:group style="position:absolute;left:9287;top:5507;width:394;height:269" coordorigin="9287,5507" coordsize="394,269">
              <v:shape style="position:absolute;left:9287;top:5507;width:394;height:269" coordorigin="9287,5507" coordsize="394,269" path="m9287,5776l9681,5776,9681,5507,9287,5507,9287,5776e" filled="t" fillcolor="#E4B8B7" stroked="f">
                <v:path arrowok="t"/>
                <v:fill/>
              </v:shape>
            </v:group>
            <v:group style="position:absolute;left:9786;top:5526;width:605;height:2" coordorigin="9786,5526" coordsize="605,2">
              <v:shape style="position:absolute;left:9786;top:5526;width:605;height:2" coordorigin="9786,5526" coordsize="605,0" path="m9786,5526l10391,5526e" filled="f" stroked="t" strokeweight="2.02pt" strokecolor="#E4B8B7">
                <v:path arrowok="t"/>
              </v:shape>
            </v:group>
            <v:group style="position:absolute;left:9786;top:5545;width:110;height:230" coordorigin="9786,5545" coordsize="110,230">
              <v:shape style="position:absolute;left:9786;top:5545;width:110;height:230" coordorigin="9786,5545" coordsize="110,230" path="m9786,5776l9897,5776,9897,5545,9786,5545,9786,5776e" filled="t" fillcolor="#E4B8B7" stroked="f">
                <v:path arrowok="t"/>
                <v:fill/>
              </v:shape>
            </v:group>
            <v:group style="position:absolute;left:10286;top:5545;width:106;height:230" coordorigin="10286,5545" coordsize="106,230">
              <v:shape style="position:absolute;left:10286;top:5545;width:106;height:230" coordorigin="10286,5545" coordsize="106,230" path="m10286,5776l10392,5776,10392,5545,10286,5545,10286,5776e" filled="t" fillcolor="#E4B8B7" stroked="f">
                <v:path arrowok="t"/>
                <v:fill/>
              </v:shape>
            </v:group>
            <v:group style="position:absolute;left:9897;top:5545;width:389;height:230" coordorigin="9897,5545" coordsize="389,230">
              <v:shape style="position:absolute;left:9897;top:5545;width:389;height:230" coordorigin="9897,5545" coordsize="389,230" path="m9897,5776l10286,5776,10286,5545,9897,5545,9897,5776e" filled="t" fillcolor="#E4B8B7" stroked="f">
                <v:path arrowok="t"/>
                <v:fill/>
              </v:shape>
            </v:group>
            <v:group style="position:absolute;left:10396;top:5507;width:106;height:269" coordorigin="10396,5507" coordsize="106,269">
              <v:shape style="position:absolute;left:10396;top:5507;width:106;height:269" coordorigin="10396,5507" coordsize="106,269" path="m10396,5776l10502,5776,10502,5507,10396,5507,10396,5776e" filled="t" fillcolor="#E4B8B7" stroked="f">
                <v:path arrowok="t"/>
                <v:fill/>
              </v:shape>
            </v:group>
            <v:group style="position:absolute;left:10968;top:5507;width:101;height:269" coordorigin="10968,5507" coordsize="101,269">
              <v:shape style="position:absolute;left:10968;top:5507;width:101;height:269" coordorigin="10968,5507" coordsize="101,269" path="m10968,5776l11068,5776,11068,5507,10968,5507,10968,5776e" filled="t" fillcolor="#E4B8B7" stroked="f">
                <v:path arrowok="t"/>
                <v:fill/>
              </v:shape>
            </v:group>
            <v:group style="position:absolute;left:10502;top:5507;width:466;height:269" coordorigin="10502,5507" coordsize="466,269">
              <v:shape style="position:absolute;left:10502;top:5507;width:466;height:269" coordorigin="10502,5507" coordsize="466,269" path="m10502,5776l10968,5776,10968,5507,10502,5507,10502,5776e" filled="t" fillcolor="#E4B8B7" stroked="f">
                <v:path arrowok="t"/>
                <v:fill/>
              </v:shape>
            </v:group>
            <v:group style="position:absolute;left:716;top:5502;width:10362;height:2" coordorigin="716,5502" coordsize="10362,2">
              <v:shape style="position:absolute;left:716;top:5502;width:10362;height:2" coordorigin="716,5502" coordsize="10362,0" path="m716,5502l11078,5502e" filled="f" stroked="t" strokeweight=".579980pt" strokecolor="#000000">
                <v:path arrowok="t"/>
              </v:shape>
            </v:group>
            <v:group style="position:absolute;left:725;top:5805;width:1522;height:2" coordorigin="725,5805" coordsize="1522,2">
              <v:shape style="position:absolute;left:725;top:5805;width:1522;height:2" coordorigin="725,5805" coordsize="1522,0" path="m725,5805l2247,5805e" filled="f" stroked="t" strokeweight="2.02pt" strokecolor="#FFFF00">
                <v:path arrowok="t"/>
              </v:shape>
            </v:group>
            <v:group style="position:absolute;left:725;top:5824;width:101;height:230" coordorigin="725,5824" coordsize="101,230">
              <v:shape style="position:absolute;left:725;top:5824;width:101;height:230" coordorigin="725,5824" coordsize="101,230" path="m725,6054l826,6054,826,5824,725,5824,725,6054e" filled="t" fillcolor="#FFFF00" stroked="f">
                <v:path arrowok="t"/>
                <v:fill/>
              </v:shape>
            </v:group>
            <v:group style="position:absolute;left:2147;top:5824;width:101;height:230" coordorigin="2147,5824" coordsize="101,230">
              <v:shape style="position:absolute;left:2147;top:5824;width:101;height:230" coordorigin="2147,5824" coordsize="101,230" path="m2147,6054l2247,6054,2247,5824,2147,5824,2147,6054e" filled="t" fillcolor="#FFFF00" stroked="f">
                <v:path arrowok="t"/>
                <v:fill/>
              </v:shape>
            </v:group>
            <v:group style="position:absolute;left:826;top:5824;width:1320;height:230" coordorigin="826,5824" coordsize="1320,230">
              <v:shape style="position:absolute;left:826;top:5824;width:1320;height:230" coordorigin="826,5824" coordsize="1320,230" path="m826,6054l2147,6054,2147,5824,826,5824,826,6054e" filled="t" fillcolor="#FFFF00" stroked="f">
                <v:path arrowok="t"/>
                <v:fill/>
              </v:shape>
            </v:group>
            <v:group style="position:absolute;left:2252;top:5785;width:110;height:269" coordorigin="2252,5785" coordsize="110,269">
              <v:shape style="position:absolute;left:2252;top:5785;width:110;height:269" coordorigin="2252,5785" coordsize="110,269" path="m2252,6054l2363,6054,2363,5785,2252,5785,2252,6054e" filled="t" fillcolor="#FFFF00" stroked="f">
                <v:path arrowok="t"/>
                <v:fill/>
              </v:shape>
            </v:group>
            <v:group style="position:absolute;left:2838;top:5785;width:101;height:269" coordorigin="2838,5785" coordsize="101,269">
              <v:shape style="position:absolute;left:2838;top:5785;width:101;height:269" coordorigin="2838,5785" coordsize="101,269" path="m2838,6054l2939,6054,2939,5785,2838,5785,2838,6054e" filled="t" fillcolor="#FFFF00" stroked="f">
                <v:path arrowok="t"/>
                <v:fill/>
              </v:shape>
            </v:group>
            <v:group style="position:absolute;left:2363;top:5785;width:475;height:269" coordorigin="2363,5785" coordsize="475,269">
              <v:shape style="position:absolute;left:2363;top:5785;width:475;height:269" coordorigin="2363,5785" coordsize="475,269" path="m2363,6054l2838,6054,2838,5785,2363,5785,2363,6054e" filled="t" fillcolor="#FFFF00" stroked="f">
                <v:path arrowok="t"/>
                <v:fill/>
              </v:shape>
            </v:group>
            <v:group style="position:absolute;left:2943;top:5785;width:111;height:269" coordorigin="2943,5785" coordsize="111,269">
              <v:shape style="position:absolute;left:2943;top:5785;width:111;height:269" coordorigin="2943,5785" coordsize="111,269" path="m2943,6054l3054,6054,3054,5785,2943,5785,2943,6054e" filled="t" fillcolor="#FFFF00" stroked="f">
                <v:path arrowok="t"/>
                <v:fill/>
              </v:shape>
            </v:group>
            <v:group style="position:absolute;left:3520;top:5785;width:106;height:269" coordorigin="3520,5785" coordsize="106,269">
              <v:shape style="position:absolute;left:3520;top:5785;width:106;height:269" coordorigin="3520,5785" coordsize="106,269" path="m3520,6054l3625,6054,3625,5785,3520,5785,3520,6054e" filled="t" fillcolor="#FFFF00" stroked="f">
                <v:path arrowok="t"/>
                <v:fill/>
              </v:shape>
            </v:group>
            <v:group style="position:absolute;left:3054;top:5785;width:466;height:269" coordorigin="3054,5785" coordsize="466,269">
              <v:shape style="position:absolute;left:3054;top:5785;width:466;height:269" coordorigin="3054,5785" coordsize="466,269" path="m3054,6054l3520,6054,3520,5785,3054,5785,3054,6054e" filled="t" fillcolor="#FFFF00" stroked="f">
                <v:path arrowok="t"/>
                <v:fill/>
              </v:shape>
            </v:group>
            <v:group style="position:absolute;left:3630;top:5785;width:106;height:269" coordorigin="3630,5785" coordsize="106,269">
              <v:shape style="position:absolute;left:3630;top:5785;width:106;height:269" coordorigin="3630,5785" coordsize="106,269" path="m3630,6054l3736,6054,3736,5785,3630,5785,3630,6054e" filled="t" fillcolor="#FFFF00" stroked="f">
                <v:path arrowok="t"/>
                <v:fill/>
              </v:shape>
            </v:group>
            <v:group style="position:absolute;left:4394;top:5785;width:106;height:269" coordorigin="4394,5785" coordsize="106,269">
              <v:shape style="position:absolute;left:4394;top:5785;width:106;height:269" coordorigin="4394,5785" coordsize="106,269" path="m4394,6054l4500,6054,4500,5785,4394,5785,4394,6054e" filled="t" fillcolor="#FFFF00" stroked="f">
                <v:path arrowok="t"/>
                <v:fill/>
              </v:shape>
            </v:group>
            <v:group style="position:absolute;left:3736;top:5785;width:658;height:269" coordorigin="3736,5785" coordsize="658,269">
              <v:shape style="position:absolute;left:3736;top:5785;width:658;height:269" coordorigin="3736,5785" coordsize="658,269" path="m3736,6054l4394,6054,4394,5785,3736,5785,3736,6054e" filled="t" fillcolor="#FFFF00" stroked="f">
                <v:path arrowok="t"/>
                <v:fill/>
              </v:shape>
            </v:group>
            <v:group style="position:absolute;left:4504;top:5785;width:106;height:269" coordorigin="4504,5785" coordsize="106,269">
              <v:shape style="position:absolute;left:4504;top:5785;width:106;height:269" coordorigin="4504,5785" coordsize="106,269" path="m4504,6054l4610,6054,4610,5785,4504,5785,4504,6054e" filled="t" fillcolor="#FFFF00" stroked="f">
                <v:path arrowok="t"/>
                <v:fill/>
              </v:shape>
            </v:group>
            <v:group style="position:absolute;left:5061;top:5785;width:101;height:269" coordorigin="5061,5785" coordsize="101,269">
              <v:shape style="position:absolute;left:5061;top:5785;width:101;height:269" coordorigin="5061,5785" coordsize="101,269" path="m5061,6054l5162,6054,5162,5785,5061,5785,5061,6054e" filled="t" fillcolor="#FFFF00" stroked="f">
                <v:path arrowok="t"/>
                <v:fill/>
              </v:shape>
            </v:group>
            <v:group style="position:absolute;left:4610;top:5785;width:451;height:269" coordorigin="4610,5785" coordsize="451,269">
              <v:shape style="position:absolute;left:4610;top:5785;width:451;height:269" coordorigin="4610,5785" coordsize="451,269" path="m4610,6054l5061,6054,5061,5785,4610,5785,4610,6054e" filled="t" fillcolor="#FFFF00" stroked="f">
                <v:path arrowok="t"/>
                <v:fill/>
              </v:shape>
            </v:group>
            <v:group style="position:absolute;left:5167;top:5785;width:110;height:269" coordorigin="5167,5785" coordsize="110,269">
              <v:shape style="position:absolute;left:5167;top:5785;width:110;height:269" coordorigin="5167,5785" coordsize="110,269" path="m5167,6054l5277,6054,5277,5785,5167,5785,5167,6054e" filled="t" fillcolor="#FFFF00" stroked="f">
                <v:path arrowok="t"/>
                <v:fill/>
              </v:shape>
            </v:group>
            <v:group style="position:absolute;left:5748;top:5785;width:101;height:269" coordorigin="5748,5785" coordsize="101,269">
              <v:shape style="position:absolute;left:5748;top:5785;width:101;height:269" coordorigin="5748,5785" coordsize="101,269" path="m5748,6054l5849,6054,5849,5785,5748,5785,5748,6054e" filled="t" fillcolor="#FFFF00" stroked="f">
                <v:path arrowok="t"/>
                <v:fill/>
              </v:shape>
            </v:group>
            <v:group style="position:absolute;left:5277;top:5785;width:471;height:269" coordorigin="5277,5785" coordsize="471,269">
              <v:shape style="position:absolute;left:5277;top:5785;width:471;height:269" coordorigin="5277,5785" coordsize="471,269" path="m5277,6054l5748,6054,5748,5785,5277,5785,5277,6054e" filled="t" fillcolor="#FFFF00" stroked="f">
                <v:path arrowok="t"/>
                <v:fill/>
              </v:shape>
            </v:group>
            <v:group style="position:absolute;left:5854;top:5785;width:110;height:269" coordorigin="5854,5785" coordsize="110,269">
              <v:shape style="position:absolute;left:5854;top:5785;width:110;height:269" coordorigin="5854,5785" coordsize="110,269" path="m5854,6054l5964,6054,5964,5785,5854,5785,5854,6054e" filled="t" fillcolor="#FFFF00" stroked="f">
                <v:path arrowok="t"/>
                <v:fill/>
              </v:shape>
            </v:group>
            <v:group style="position:absolute;left:6343;top:5785;width:101;height:269" coordorigin="6343,5785" coordsize="101,269">
              <v:shape style="position:absolute;left:6343;top:5785;width:101;height:269" coordorigin="6343,5785" coordsize="101,269" path="m6343,6054l6444,6054,6444,5785,6343,5785,6343,6054e" filled="t" fillcolor="#FFFF00" stroked="f">
                <v:path arrowok="t"/>
                <v:fill/>
              </v:shape>
            </v:group>
            <v:group style="position:absolute;left:5964;top:5785;width:379;height:269" coordorigin="5964,5785" coordsize="379,269">
              <v:shape style="position:absolute;left:5964;top:5785;width:379;height:269" coordorigin="5964,5785" coordsize="379,269" path="m5964,6054l6343,6054,6343,5785,5964,5785,5964,6054e" filled="t" fillcolor="#FFFF00" stroked="f">
                <v:path arrowok="t"/>
                <v:fill/>
              </v:shape>
            </v:group>
            <v:group style="position:absolute;left:6449;top:5785;width:111;height:269" coordorigin="6449,5785" coordsize="111,269">
              <v:shape style="position:absolute;left:6449;top:5785;width:111;height:269" coordorigin="6449,5785" coordsize="111,269" path="m6449,6054l6560,6054,6560,5785,6449,5785,6449,6054e" filled="t" fillcolor="#FFFF00" stroked="f">
                <v:path arrowok="t"/>
                <v:fill/>
              </v:shape>
            </v:group>
            <v:group style="position:absolute;left:7620;top:5785;width:101;height:269" coordorigin="7620,5785" coordsize="101,269">
              <v:shape style="position:absolute;left:7620;top:5785;width:101;height:269" coordorigin="7620,5785" coordsize="101,269" path="m7620,6054l7722,6054,7722,5785,7620,5785,7620,6054e" filled="t" fillcolor="#FFFF00" stroked="f">
                <v:path arrowok="t"/>
                <v:fill/>
              </v:shape>
            </v:group>
            <v:group style="position:absolute;left:6560;top:5785;width:1061;height:269" coordorigin="6560,5785" coordsize="1061,269">
              <v:shape style="position:absolute;left:6560;top:5785;width:1061;height:269" coordorigin="6560,5785" coordsize="1061,269" path="m6560,6054l7620,6054,7620,5785,6560,5785,6560,6054e" filled="t" fillcolor="#FFFF00" stroked="f">
                <v:path arrowok="t"/>
                <v:fill/>
              </v:shape>
            </v:group>
            <v:group style="position:absolute;left:7727;top:5785;width:110;height:269" coordorigin="7727,5785" coordsize="110,269">
              <v:shape style="position:absolute;left:7727;top:5785;width:110;height:269" coordorigin="7727,5785" coordsize="110,269" path="m7727,6054l7837,6054,7837,5785,7727,5785,7727,6054e" filled="t" fillcolor="#FFFF00" stroked="f">
                <v:path arrowok="t"/>
                <v:fill/>
              </v:shape>
            </v:group>
            <v:group style="position:absolute;left:8389;top:5785;width:106;height:269" coordorigin="8389,5785" coordsize="106,269">
              <v:shape style="position:absolute;left:8389;top:5785;width:106;height:269" coordorigin="8389,5785" coordsize="106,269" path="m8389,6054l8495,6054,8495,5785,8389,5785,8389,6054e" filled="t" fillcolor="#FFFF00" stroked="f">
                <v:path arrowok="t"/>
                <v:fill/>
              </v:shape>
            </v:group>
            <v:group style="position:absolute;left:7837;top:5785;width:552;height:269" coordorigin="7837,5785" coordsize="552,269">
              <v:shape style="position:absolute;left:7837;top:5785;width:552;height:269" coordorigin="7837,5785" coordsize="552,269" path="m7837,6054l8389,6054,8389,5785,7837,5785,7837,6054e" filled="t" fillcolor="#FFFF00" stroked="f">
                <v:path arrowok="t"/>
                <v:fill/>
              </v:shape>
            </v:group>
            <v:group style="position:absolute;left:8499;top:5785;width:106;height:269" coordorigin="8499,5785" coordsize="106,269">
              <v:shape style="position:absolute;left:8499;top:5785;width:106;height:269" coordorigin="8499,5785" coordsize="106,269" path="m8499,6054l8605,6054,8605,5785,8499,5785,8499,6054e" filled="t" fillcolor="#FFFF00" stroked="f">
                <v:path arrowok="t"/>
                <v:fill/>
              </v:shape>
            </v:group>
            <v:group style="position:absolute;left:9071;top:5785;width:106;height:269" coordorigin="9071,5785" coordsize="106,269">
              <v:shape style="position:absolute;left:9071;top:5785;width:106;height:269" coordorigin="9071,5785" coordsize="106,269" path="m9071,6054l9177,6054,9177,5785,9071,5785,9071,6054e" filled="t" fillcolor="#FFFF00" stroked="f">
                <v:path arrowok="t"/>
                <v:fill/>
              </v:shape>
            </v:group>
            <v:group style="position:absolute;left:8605;top:5785;width:466;height:269" coordorigin="8605,5785" coordsize="466,269">
              <v:shape style="position:absolute;left:8605;top:5785;width:466;height:269" coordorigin="8605,5785" coordsize="466,269" path="m8605,6054l9071,6054,9071,5785,8605,5785,8605,6054e" filled="t" fillcolor="#FFFF00" stroked="f">
                <v:path arrowok="t"/>
                <v:fill/>
              </v:shape>
            </v:group>
            <v:group style="position:absolute;left:9181;top:5785;width:106;height:269" coordorigin="9181,5785" coordsize="106,269">
              <v:shape style="position:absolute;left:9181;top:5785;width:106;height:269" coordorigin="9181,5785" coordsize="106,269" path="m9181,6054l9287,6054,9287,5785,9181,5785,9181,6054e" filled="t" fillcolor="#FFFF00" stroked="f">
                <v:path arrowok="t"/>
                <v:fill/>
              </v:shape>
            </v:group>
            <v:group style="position:absolute;left:9681;top:5785;width:101;height:269" coordorigin="9681,5785" coordsize="101,269">
              <v:shape style="position:absolute;left:9681;top:5785;width:101;height:269" coordorigin="9681,5785" coordsize="101,269" path="m9681,6054l9781,6054,9781,5785,9681,5785,9681,6054e" filled="t" fillcolor="#FFFF00" stroked="f">
                <v:path arrowok="t"/>
                <v:fill/>
              </v:shape>
            </v:group>
            <v:group style="position:absolute;left:9287;top:5785;width:394;height:269" coordorigin="9287,5785" coordsize="394,269">
              <v:shape style="position:absolute;left:9287;top:5785;width:394;height:269" coordorigin="9287,5785" coordsize="394,269" path="m9287,6054l9681,6054,9681,5785,9287,5785,9287,6054e" filled="t" fillcolor="#FFFF00" stroked="f">
                <v:path arrowok="t"/>
                <v:fill/>
              </v:shape>
            </v:group>
            <v:group style="position:absolute;left:9786;top:5805;width:605;height:2" coordorigin="9786,5805" coordsize="605,2">
              <v:shape style="position:absolute;left:9786;top:5805;width:605;height:2" coordorigin="9786,5805" coordsize="605,0" path="m9786,5805l10391,5805e" filled="f" stroked="t" strokeweight="2.02pt" strokecolor="#FFFF00">
                <v:path arrowok="t"/>
              </v:shape>
            </v:group>
            <v:group style="position:absolute;left:9786;top:5824;width:110;height:230" coordorigin="9786,5824" coordsize="110,230">
              <v:shape style="position:absolute;left:9786;top:5824;width:110;height:230" coordorigin="9786,5824" coordsize="110,230" path="m9786,6054l9897,6054,9897,5824,9786,5824,9786,6054e" filled="t" fillcolor="#FFFF00" stroked="f">
                <v:path arrowok="t"/>
                <v:fill/>
              </v:shape>
            </v:group>
            <v:group style="position:absolute;left:10286;top:5824;width:106;height:230" coordorigin="10286,5824" coordsize="106,230">
              <v:shape style="position:absolute;left:10286;top:5824;width:106;height:230" coordorigin="10286,5824" coordsize="106,230" path="m10286,6054l10392,6054,10392,5824,10286,5824,10286,6054e" filled="t" fillcolor="#FFFF00" stroked="f">
                <v:path arrowok="t"/>
                <v:fill/>
              </v:shape>
            </v:group>
            <v:group style="position:absolute;left:9897;top:5824;width:389;height:230" coordorigin="9897,5824" coordsize="389,230">
              <v:shape style="position:absolute;left:9897;top:5824;width:389;height:230" coordorigin="9897,5824" coordsize="389,230" path="m9897,6054l10286,6054,10286,5824,9897,5824,9897,6054e" filled="t" fillcolor="#FFFF00" stroked="f">
                <v:path arrowok="t"/>
                <v:fill/>
              </v:shape>
            </v:group>
            <v:group style="position:absolute;left:10396;top:5785;width:106;height:269" coordorigin="10396,5785" coordsize="106,269">
              <v:shape style="position:absolute;left:10396;top:5785;width:106;height:269" coordorigin="10396,5785" coordsize="106,269" path="m10396,6054l10502,6054,10502,5785,10396,5785,10396,6054e" filled="t" fillcolor="#FFFF00" stroked="f">
                <v:path arrowok="t"/>
                <v:fill/>
              </v:shape>
            </v:group>
            <v:group style="position:absolute;left:10968;top:5785;width:101;height:269" coordorigin="10968,5785" coordsize="101,269">
              <v:shape style="position:absolute;left:10968;top:5785;width:101;height:269" coordorigin="10968,5785" coordsize="101,269" path="m10968,6054l11068,6054,11068,5785,10968,5785,10968,6054e" filled="t" fillcolor="#FFFF00" stroked="f">
                <v:path arrowok="t"/>
                <v:fill/>
              </v:shape>
            </v:group>
            <v:group style="position:absolute;left:10502;top:5785;width:466;height:269" coordorigin="10502,5785" coordsize="466,269">
              <v:shape style="position:absolute;left:10502;top:5785;width:466;height:269" coordorigin="10502,5785" coordsize="466,269" path="m10502,6054l10968,6054,10968,5785,10502,5785,10502,6054e" filled="t" fillcolor="#FFFF00" stroked="f">
                <v:path arrowok="t"/>
                <v:fill/>
              </v:shape>
            </v:group>
            <v:group style="position:absolute;left:716;top:5781;width:10362;height:2" coordorigin="716,5781" coordsize="10362,2">
              <v:shape style="position:absolute;left:716;top:5781;width:10362;height:2" coordorigin="716,5781" coordsize="10362,0" path="m716,5781l11078,5781e" filled="f" stroked="t" strokeweight=".58001pt" strokecolor="#000000">
                <v:path arrowok="t"/>
              </v:shape>
            </v:group>
            <v:group style="position:absolute;left:725;top:6083;width:1522;height:2" coordorigin="725,6083" coordsize="1522,2">
              <v:shape style="position:absolute;left:725;top:6083;width:1522;height:2" coordorigin="725,6083" coordsize="1522,0" path="m725,6083l2247,6083e" filled="f" stroked="t" strokeweight="2.02pt" strokecolor="#E4B8B7">
                <v:path arrowok="t"/>
              </v:shape>
            </v:group>
            <v:group style="position:absolute;left:725;top:6102;width:101;height:231" coordorigin="725,6102" coordsize="101,231">
              <v:shape style="position:absolute;left:725;top:6102;width:101;height:231" coordorigin="725,6102" coordsize="101,231" path="m725,6333l826,6333,826,6102,725,6102,725,6333e" filled="t" fillcolor="#E4B8B7" stroked="f">
                <v:path arrowok="t"/>
                <v:fill/>
              </v:shape>
            </v:group>
            <v:group style="position:absolute;left:2147;top:6102;width:101;height:231" coordorigin="2147,6102" coordsize="101,231">
              <v:shape style="position:absolute;left:2147;top:6102;width:101;height:231" coordorigin="2147,6102" coordsize="101,231" path="m2147,6333l2247,6333,2247,6102,2147,6102,2147,6333e" filled="t" fillcolor="#E4B8B7" stroked="f">
                <v:path arrowok="t"/>
                <v:fill/>
              </v:shape>
            </v:group>
            <v:group style="position:absolute;left:826;top:6102;width:1320;height:231" coordorigin="826,6102" coordsize="1320,231">
              <v:shape style="position:absolute;left:826;top:6102;width:1320;height:231" coordorigin="826,6102" coordsize="1320,231" path="m826,6333l2147,6333,2147,6102,826,6102,826,6333e" filled="t" fillcolor="#E4B8B7" stroked="f">
                <v:path arrowok="t"/>
                <v:fill/>
              </v:shape>
            </v:group>
            <v:group style="position:absolute;left:2252;top:6064;width:110;height:269" coordorigin="2252,6064" coordsize="110,269">
              <v:shape style="position:absolute;left:2252;top:6064;width:110;height:269" coordorigin="2252,6064" coordsize="110,269" path="m2252,6333l2363,6333,2363,6064,2252,6064,2252,6333e" filled="t" fillcolor="#E4B8B7" stroked="f">
                <v:path arrowok="t"/>
                <v:fill/>
              </v:shape>
            </v:group>
            <v:group style="position:absolute;left:2838;top:6064;width:101;height:269" coordorigin="2838,6064" coordsize="101,269">
              <v:shape style="position:absolute;left:2838;top:6064;width:101;height:269" coordorigin="2838,6064" coordsize="101,269" path="m2838,6333l2939,6333,2939,6064,2838,6064,2838,6333e" filled="t" fillcolor="#E4B8B7" stroked="f">
                <v:path arrowok="t"/>
                <v:fill/>
              </v:shape>
            </v:group>
            <v:group style="position:absolute;left:2363;top:6064;width:475;height:269" coordorigin="2363,6064" coordsize="475,269">
              <v:shape style="position:absolute;left:2363;top:6064;width:475;height:269" coordorigin="2363,6064" coordsize="475,269" path="m2363,6333l2838,6333,2838,6064,2363,6064,2363,6333e" filled="t" fillcolor="#E4B8B7" stroked="f">
                <v:path arrowok="t"/>
                <v:fill/>
              </v:shape>
            </v:group>
            <v:group style="position:absolute;left:2943;top:6064;width:111;height:269" coordorigin="2943,6064" coordsize="111,269">
              <v:shape style="position:absolute;left:2943;top:6064;width:111;height:269" coordorigin="2943,6064" coordsize="111,269" path="m2943,6333l3054,6333,3054,6064,2943,6064,2943,6333e" filled="t" fillcolor="#E4B8B7" stroked="f">
                <v:path arrowok="t"/>
                <v:fill/>
              </v:shape>
            </v:group>
            <v:group style="position:absolute;left:3520;top:6064;width:106;height:269" coordorigin="3520,6064" coordsize="106,269">
              <v:shape style="position:absolute;left:3520;top:6064;width:106;height:269" coordorigin="3520,6064" coordsize="106,269" path="m3520,6333l3625,6333,3625,6064,3520,6064,3520,6333e" filled="t" fillcolor="#E4B8B7" stroked="f">
                <v:path arrowok="t"/>
                <v:fill/>
              </v:shape>
            </v:group>
            <v:group style="position:absolute;left:3054;top:6064;width:466;height:269" coordorigin="3054,6064" coordsize="466,269">
              <v:shape style="position:absolute;left:3054;top:6064;width:466;height:269" coordorigin="3054,6064" coordsize="466,269" path="m3054,6333l3520,6333,3520,6064,3054,6064,3054,6333e" filled="t" fillcolor="#E4B8B7" stroked="f">
                <v:path arrowok="t"/>
                <v:fill/>
              </v:shape>
            </v:group>
            <v:group style="position:absolute;left:3630;top:6064;width:106;height:269" coordorigin="3630,6064" coordsize="106,269">
              <v:shape style="position:absolute;left:3630;top:6064;width:106;height:269" coordorigin="3630,6064" coordsize="106,269" path="m3630,6333l3736,6333,3736,6064,3630,6064,3630,6333e" filled="t" fillcolor="#E4B8B7" stroked="f">
                <v:path arrowok="t"/>
                <v:fill/>
              </v:shape>
            </v:group>
            <v:group style="position:absolute;left:4394;top:6064;width:106;height:269" coordorigin="4394,6064" coordsize="106,269">
              <v:shape style="position:absolute;left:4394;top:6064;width:106;height:269" coordorigin="4394,6064" coordsize="106,269" path="m4394,6333l4500,6333,4500,6064,4394,6064,4394,6333e" filled="t" fillcolor="#E4B8B7" stroked="f">
                <v:path arrowok="t"/>
                <v:fill/>
              </v:shape>
            </v:group>
            <v:group style="position:absolute;left:3736;top:6064;width:658;height:269" coordorigin="3736,6064" coordsize="658,269">
              <v:shape style="position:absolute;left:3736;top:6064;width:658;height:269" coordorigin="3736,6064" coordsize="658,269" path="m3736,6333l4394,6333,4394,6064,3736,6064,3736,6333e" filled="t" fillcolor="#E4B8B7" stroked="f">
                <v:path arrowok="t"/>
                <v:fill/>
              </v:shape>
            </v:group>
            <v:group style="position:absolute;left:4504;top:6064;width:106;height:269" coordorigin="4504,6064" coordsize="106,269">
              <v:shape style="position:absolute;left:4504;top:6064;width:106;height:269" coordorigin="4504,6064" coordsize="106,269" path="m4504,6333l4610,6333,4610,6064,4504,6064,4504,6333e" filled="t" fillcolor="#E4B8B7" stroked="f">
                <v:path arrowok="t"/>
                <v:fill/>
              </v:shape>
            </v:group>
            <v:group style="position:absolute;left:5061;top:6064;width:101;height:269" coordorigin="5061,6064" coordsize="101,269">
              <v:shape style="position:absolute;left:5061;top:6064;width:101;height:269" coordorigin="5061,6064" coordsize="101,269" path="m5061,6333l5162,6333,5162,6064,5061,6064,5061,6333e" filled="t" fillcolor="#E4B8B7" stroked="f">
                <v:path arrowok="t"/>
                <v:fill/>
              </v:shape>
            </v:group>
            <v:group style="position:absolute;left:4610;top:6064;width:451;height:269" coordorigin="4610,6064" coordsize="451,269">
              <v:shape style="position:absolute;left:4610;top:6064;width:451;height:269" coordorigin="4610,6064" coordsize="451,269" path="m4610,6333l5061,6333,5061,6064,4610,6064,4610,6333e" filled="t" fillcolor="#E4B8B7" stroked="f">
                <v:path arrowok="t"/>
                <v:fill/>
              </v:shape>
            </v:group>
            <v:group style="position:absolute;left:5167;top:6064;width:110;height:269" coordorigin="5167,6064" coordsize="110,269">
              <v:shape style="position:absolute;left:5167;top:6064;width:110;height:269" coordorigin="5167,6064" coordsize="110,269" path="m5167,6333l5277,6333,5277,6064,5167,6064,5167,6333e" filled="t" fillcolor="#E4B8B7" stroked="f">
                <v:path arrowok="t"/>
                <v:fill/>
              </v:shape>
            </v:group>
            <v:group style="position:absolute;left:5748;top:6064;width:101;height:269" coordorigin="5748,6064" coordsize="101,269">
              <v:shape style="position:absolute;left:5748;top:6064;width:101;height:269" coordorigin="5748,6064" coordsize="101,269" path="m5748,6333l5849,6333,5849,6064,5748,6064,5748,6333e" filled="t" fillcolor="#E4B8B7" stroked="f">
                <v:path arrowok="t"/>
                <v:fill/>
              </v:shape>
            </v:group>
            <v:group style="position:absolute;left:5277;top:6064;width:471;height:269" coordorigin="5277,6064" coordsize="471,269">
              <v:shape style="position:absolute;left:5277;top:6064;width:471;height:269" coordorigin="5277,6064" coordsize="471,269" path="m5277,6333l5748,6333,5748,6064,5277,6064,5277,6333e" filled="t" fillcolor="#E4B8B7" stroked="f">
                <v:path arrowok="t"/>
                <v:fill/>
              </v:shape>
            </v:group>
            <v:group style="position:absolute;left:5854;top:6064;width:110;height:269" coordorigin="5854,6064" coordsize="110,269">
              <v:shape style="position:absolute;left:5854;top:6064;width:110;height:269" coordorigin="5854,6064" coordsize="110,269" path="m5854,6333l5964,6333,5964,6064,5854,6064,5854,6333e" filled="t" fillcolor="#E4B8B7" stroked="f">
                <v:path arrowok="t"/>
                <v:fill/>
              </v:shape>
            </v:group>
            <v:group style="position:absolute;left:6343;top:6064;width:101;height:269" coordorigin="6343,6064" coordsize="101,269">
              <v:shape style="position:absolute;left:6343;top:6064;width:101;height:269" coordorigin="6343,6064" coordsize="101,269" path="m6343,6333l6444,6333,6444,6064,6343,6064,6343,6333e" filled="t" fillcolor="#E4B8B7" stroked="f">
                <v:path arrowok="t"/>
                <v:fill/>
              </v:shape>
            </v:group>
            <v:group style="position:absolute;left:5964;top:6064;width:379;height:269" coordorigin="5964,6064" coordsize="379,269">
              <v:shape style="position:absolute;left:5964;top:6064;width:379;height:269" coordorigin="5964,6064" coordsize="379,269" path="m5964,6333l6343,6333,6343,6064,5964,6064,5964,6333e" filled="t" fillcolor="#E4B8B7" stroked="f">
                <v:path arrowok="t"/>
                <v:fill/>
              </v:shape>
            </v:group>
            <v:group style="position:absolute;left:6449;top:6064;width:111;height:269" coordorigin="6449,6064" coordsize="111,269">
              <v:shape style="position:absolute;left:6449;top:6064;width:111;height:269" coordorigin="6449,6064" coordsize="111,269" path="m6449,6333l6560,6333,6560,6064,6449,6064,6449,6333e" filled="t" fillcolor="#E4B8B7" stroked="f">
                <v:path arrowok="t"/>
                <v:fill/>
              </v:shape>
            </v:group>
            <v:group style="position:absolute;left:7620;top:6064;width:101;height:269" coordorigin="7620,6064" coordsize="101,269">
              <v:shape style="position:absolute;left:7620;top:6064;width:101;height:269" coordorigin="7620,6064" coordsize="101,269" path="m7620,6333l7722,6333,7722,6064,7620,6064,7620,6333e" filled="t" fillcolor="#E4B8B7" stroked="f">
                <v:path arrowok="t"/>
                <v:fill/>
              </v:shape>
            </v:group>
            <v:group style="position:absolute;left:6560;top:6064;width:1061;height:269" coordorigin="6560,6064" coordsize="1061,269">
              <v:shape style="position:absolute;left:6560;top:6064;width:1061;height:269" coordorigin="6560,6064" coordsize="1061,269" path="m6560,6333l7620,6333,7620,6064,6560,6064,6560,6333e" filled="t" fillcolor="#E4B8B7" stroked="f">
                <v:path arrowok="t"/>
                <v:fill/>
              </v:shape>
            </v:group>
            <v:group style="position:absolute;left:7727;top:6064;width:110;height:269" coordorigin="7727,6064" coordsize="110,269">
              <v:shape style="position:absolute;left:7727;top:6064;width:110;height:269" coordorigin="7727,6064" coordsize="110,269" path="m7727,6333l7837,6333,7837,6064,7727,6064,7727,6333e" filled="t" fillcolor="#E4B8B7" stroked="f">
                <v:path arrowok="t"/>
                <v:fill/>
              </v:shape>
            </v:group>
            <v:group style="position:absolute;left:8389;top:6064;width:106;height:269" coordorigin="8389,6064" coordsize="106,269">
              <v:shape style="position:absolute;left:8389;top:6064;width:106;height:269" coordorigin="8389,6064" coordsize="106,269" path="m8389,6333l8495,6333,8495,6064,8389,6064,8389,6333e" filled="t" fillcolor="#E4B8B7" stroked="f">
                <v:path arrowok="t"/>
                <v:fill/>
              </v:shape>
            </v:group>
            <v:group style="position:absolute;left:7837;top:6064;width:552;height:269" coordorigin="7837,6064" coordsize="552,269">
              <v:shape style="position:absolute;left:7837;top:6064;width:552;height:269" coordorigin="7837,6064" coordsize="552,269" path="m7837,6333l8389,6333,8389,6064,7837,6064,7837,6333e" filled="t" fillcolor="#E4B8B7" stroked="f">
                <v:path arrowok="t"/>
                <v:fill/>
              </v:shape>
            </v:group>
            <v:group style="position:absolute;left:8499;top:6064;width:106;height:269" coordorigin="8499,6064" coordsize="106,269">
              <v:shape style="position:absolute;left:8499;top:6064;width:106;height:269" coordorigin="8499,6064" coordsize="106,269" path="m8499,6333l8605,6333,8605,6064,8499,6064,8499,6333e" filled="t" fillcolor="#E4B8B7" stroked="f">
                <v:path arrowok="t"/>
                <v:fill/>
              </v:shape>
            </v:group>
            <v:group style="position:absolute;left:9071;top:6064;width:106;height:269" coordorigin="9071,6064" coordsize="106,269">
              <v:shape style="position:absolute;left:9071;top:6064;width:106;height:269" coordorigin="9071,6064" coordsize="106,269" path="m9071,6333l9177,6333,9177,6064,9071,6064,9071,6333e" filled="t" fillcolor="#E4B8B7" stroked="f">
                <v:path arrowok="t"/>
                <v:fill/>
              </v:shape>
            </v:group>
            <v:group style="position:absolute;left:8605;top:6064;width:466;height:269" coordorigin="8605,6064" coordsize="466,269">
              <v:shape style="position:absolute;left:8605;top:6064;width:466;height:269" coordorigin="8605,6064" coordsize="466,269" path="m8605,6333l9071,6333,9071,6064,8605,6064,8605,6333e" filled="t" fillcolor="#E4B8B7" stroked="f">
                <v:path arrowok="t"/>
                <v:fill/>
              </v:shape>
            </v:group>
            <v:group style="position:absolute;left:9181;top:6064;width:106;height:269" coordorigin="9181,6064" coordsize="106,269">
              <v:shape style="position:absolute;left:9181;top:6064;width:106;height:269" coordorigin="9181,6064" coordsize="106,269" path="m9181,6333l9287,6333,9287,6064,9181,6064,9181,6333e" filled="t" fillcolor="#E4B8B7" stroked="f">
                <v:path arrowok="t"/>
                <v:fill/>
              </v:shape>
            </v:group>
            <v:group style="position:absolute;left:9681;top:6064;width:101;height:269" coordorigin="9681,6064" coordsize="101,269">
              <v:shape style="position:absolute;left:9681;top:6064;width:101;height:269" coordorigin="9681,6064" coordsize="101,269" path="m9681,6333l9781,6333,9781,6064,9681,6064,9681,6333e" filled="t" fillcolor="#E4B8B7" stroked="f">
                <v:path arrowok="t"/>
                <v:fill/>
              </v:shape>
            </v:group>
            <v:group style="position:absolute;left:9287;top:6064;width:394;height:269" coordorigin="9287,6064" coordsize="394,269">
              <v:shape style="position:absolute;left:9287;top:6064;width:394;height:269" coordorigin="9287,6064" coordsize="394,269" path="m9287,6333l9681,6333,9681,6064,9287,6064,9287,6333e" filled="t" fillcolor="#E4B8B7" stroked="f">
                <v:path arrowok="t"/>
                <v:fill/>
              </v:shape>
            </v:group>
            <v:group style="position:absolute;left:9786;top:6083;width:605;height:2" coordorigin="9786,6083" coordsize="605,2">
              <v:shape style="position:absolute;left:9786;top:6083;width:605;height:2" coordorigin="9786,6083" coordsize="605,0" path="m9786,6083l10391,6083e" filled="f" stroked="t" strokeweight="2.02pt" strokecolor="#E4B8B7">
                <v:path arrowok="t"/>
              </v:shape>
            </v:group>
            <v:group style="position:absolute;left:9786;top:6102;width:110;height:231" coordorigin="9786,6102" coordsize="110,231">
              <v:shape style="position:absolute;left:9786;top:6102;width:110;height:231" coordorigin="9786,6102" coordsize="110,231" path="m9786,6333l9897,6333,9897,6102,9786,6102,9786,6333e" filled="t" fillcolor="#E4B8B7" stroked="f">
                <v:path arrowok="t"/>
                <v:fill/>
              </v:shape>
            </v:group>
            <v:group style="position:absolute;left:10286;top:6102;width:106;height:231" coordorigin="10286,6102" coordsize="106,231">
              <v:shape style="position:absolute;left:10286;top:6102;width:106;height:231" coordorigin="10286,6102" coordsize="106,231" path="m10286,6333l10392,6333,10392,6102,10286,6102,10286,6333e" filled="t" fillcolor="#E4B8B7" stroked="f">
                <v:path arrowok="t"/>
                <v:fill/>
              </v:shape>
            </v:group>
            <v:group style="position:absolute;left:9897;top:6102;width:389;height:231" coordorigin="9897,6102" coordsize="389,231">
              <v:shape style="position:absolute;left:9897;top:6102;width:389;height:231" coordorigin="9897,6102" coordsize="389,231" path="m9897,6333l10286,6333,10286,6102,9897,6102,9897,6333e" filled="t" fillcolor="#E4B8B7" stroked="f">
                <v:path arrowok="t"/>
                <v:fill/>
              </v:shape>
            </v:group>
            <v:group style="position:absolute;left:10396;top:6064;width:106;height:269" coordorigin="10396,6064" coordsize="106,269">
              <v:shape style="position:absolute;left:10396;top:6064;width:106;height:269" coordorigin="10396,6064" coordsize="106,269" path="m10396,6333l10502,6333,10502,6064,10396,6064,10396,6333e" filled="t" fillcolor="#E4B8B7" stroked="f">
                <v:path arrowok="t"/>
                <v:fill/>
              </v:shape>
            </v:group>
            <v:group style="position:absolute;left:10968;top:6064;width:101;height:269" coordorigin="10968,6064" coordsize="101,269">
              <v:shape style="position:absolute;left:10968;top:6064;width:101;height:269" coordorigin="10968,6064" coordsize="101,269" path="m10968,6333l11068,6333,11068,6064,10968,6064,10968,6333e" filled="t" fillcolor="#E4B8B7" stroked="f">
                <v:path arrowok="t"/>
                <v:fill/>
              </v:shape>
            </v:group>
            <v:group style="position:absolute;left:10502;top:6064;width:466;height:269" coordorigin="10502,6064" coordsize="466,269">
              <v:shape style="position:absolute;left:10502;top:6064;width:466;height:269" coordorigin="10502,6064" coordsize="466,269" path="m10502,6333l10968,6333,10968,6064,10502,6064,10502,6333e" filled="t" fillcolor="#E4B8B7" stroked="f">
                <v:path arrowok="t"/>
                <v:fill/>
              </v:shape>
            </v:group>
            <v:group style="position:absolute;left:716;top:6059;width:10362;height:2" coordorigin="716,6059" coordsize="10362,2">
              <v:shape style="position:absolute;left:716;top:6059;width:10362;height:2" coordorigin="716,6059" coordsize="10362,0" path="m716,6059l11078,6059e" filled="f" stroked="t" strokeweight=".58001pt" strokecolor="#000000">
                <v:path arrowok="t"/>
              </v:shape>
            </v:group>
            <v:group style="position:absolute;left:725;top:6343;width:1522;height:91" coordorigin="725,6343" coordsize="1522,91">
              <v:shape style="position:absolute;left:725;top:6343;width:1522;height:91" coordorigin="725,6343" coordsize="1522,91" path="m725,6434l2247,6434,2247,6343,725,6343,725,6434e" filled="t" fillcolor="#E4B8B7" stroked="f">
                <v:path arrowok="t"/>
                <v:fill/>
              </v:shape>
            </v:group>
            <v:group style="position:absolute;left:725;top:6434;width:101;height:230" coordorigin="725,6434" coordsize="101,230">
              <v:shape style="position:absolute;left:725;top:6434;width:101;height:230" coordorigin="725,6434" coordsize="101,230" path="m725,6664l826,6664,826,6434,725,6434,725,6664e" filled="t" fillcolor="#E4B8B7" stroked="f">
                <v:path arrowok="t"/>
                <v:fill/>
              </v:shape>
            </v:group>
            <v:group style="position:absolute;left:2147;top:6434;width:101;height:230" coordorigin="2147,6434" coordsize="101,230">
              <v:shape style="position:absolute;left:2147;top:6434;width:101;height:230" coordorigin="2147,6434" coordsize="101,230" path="m2147,6664l2247,6664,2247,6434,2147,6434,2147,6664e" filled="t" fillcolor="#E4B8B7" stroked="f">
                <v:path arrowok="t"/>
                <v:fill/>
              </v:shape>
            </v:group>
            <v:group style="position:absolute;left:826;top:6434;width:1320;height:230" coordorigin="826,6434" coordsize="1320,230">
              <v:shape style="position:absolute;left:826;top:6434;width:1320;height:230" coordorigin="826,6434" coordsize="1320,230" path="m826,6664l2147,6664,2147,6434,826,6434,826,6664e" filled="t" fillcolor="#E4B8B7" stroked="f">
                <v:path arrowok="t"/>
                <v:fill/>
              </v:shape>
            </v:group>
            <v:group style="position:absolute;left:2252;top:6369;width:7529;height:2" coordorigin="2252,6369" coordsize="7529,2">
              <v:shape style="position:absolute;left:2252;top:6369;width:7529;height:2" coordorigin="2252,6369" coordsize="7529,0" path="m2252,6369l9781,6369e" filled="f" stroked="t" strokeweight="2.74pt" strokecolor="#E4B8B7">
                <v:path arrowok="t"/>
              </v:shape>
            </v:group>
            <v:group style="position:absolute;left:2252;top:6396;width:110;height:269" coordorigin="2252,6396" coordsize="110,269">
              <v:shape style="position:absolute;left:2252;top:6396;width:110;height:269" coordorigin="2252,6396" coordsize="110,269" path="m2252,6664l2363,6664,2363,6396,2252,6396,2252,6664e" filled="t" fillcolor="#E4B8B7" stroked="f">
                <v:path arrowok="t"/>
                <v:fill/>
              </v:shape>
            </v:group>
            <v:group style="position:absolute;left:2838;top:6396;width:101;height:269" coordorigin="2838,6396" coordsize="101,269">
              <v:shape style="position:absolute;left:2838;top:6396;width:101;height:269" coordorigin="2838,6396" coordsize="101,269" path="m2838,6664l2939,6664,2939,6396,2838,6396,2838,6664e" filled="t" fillcolor="#E4B8B7" stroked="f">
                <v:path arrowok="t"/>
                <v:fill/>
              </v:shape>
            </v:group>
            <v:group style="position:absolute;left:2363;top:6396;width:475;height:269" coordorigin="2363,6396" coordsize="475,269">
              <v:shape style="position:absolute;left:2363;top:6396;width:475;height:269" coordorigin="2363,6396" coordsize="475,269" path="m2363,6664l2838,6664,2838,6396,2363,6396,2363,6664e" filled="t" fillcolor="#E4B8B7" stroked="f">
                <v:path arrowok="t"/>
                <v:fill/>
              </v:shape>
            </v:group>
            <v:group style="position:absolute;left:2943;top:6396;width:111;height:269" coordorigin="2943,6396" coordsize="111,269">
              <v:shape style="position:absolute;left:2943;top:6396;width:111;height:269" coordorigin="2943,6396" coordsize="111,269" path="m2943,6664l3054,6664,3054,6396,2943,6396,2943,6664e" filled="t" fillcolor="#E4B8B7" stroked="f">
                <v:path arrowok="t"/>
                <v:fill/>
              </v:shape>
            </v:group>
            <v:group style="position:absolute;left:3520;top:6396;width:106;height:269" coordorigin="3520,6396" coordsize="106,269">
              <v:shape style="position:absolute;left:3520;top:6396;width:106;height:269" coordorigin="3520,6396" coordsize="106,269" path="m3520,6664l3625,6664,3625,6396,3520,6396,3520,6664e" filled="t" fillcolor="#E4B8B7" stroked="f">
                <v:path arrowok="t"/>
                <v:fill/>
              </v:shape>
            </v:group>
            <v:group style="position:absolute;left:3054;top:6396;width:466;height:269" coordorigin="3054,6396" coordsize="466,269">
              <v:shape style="position:absolute;left:3054;top:6396;width:466;height:269" coordorigin="3054,6396" coordsize="466,269" path="m3054,6664l3520,6664,3520,6396,3054,6396,3054,6664e" filled="t" fillcolor="#E4B8B7" stroked="f">
                <v:path arrowok="t"/>
                <v:fill/>
              </v:shape>
            </v:group>
            <v:group style="position:absolute;left:3630;top:6396;width:106;height:269" coordorigin="3630,6396" coordsize="106,269">
              <v:shape style="position:absolute;left:3630;top:6396;width:106;height:269" coordorigin="3630,6396" coordsize="106,269" path="m3630,6664l3736,6664,3736,6396,3630,6396,3630,6664e" filled="t" fillcolor="#E4B8B7" stroked="f">
                <v:path arrowok="t"/>
                <v:fill/>
              </v:shape>
            </v:group>
            <v:group style="position:absolute;left:4394;top:6396;width:106;height:269" coordorigin="4394,6396" coordsize="106,269">
              <v:shape style="position:absolute;left:4394;top:6396;width:106;height:269" coordorigin="4394,6396" coordsize="106,269" path="m4394,6664l4500,6664,4500,6396,4394,6396,4394,6664e" filled="t" fillcolor="#E4B8B7" stroked="f">
                <v:path arrowok="t"/>
                <v:fill/>
              </v:shape>
            </v:group>
            <v:group style="position:absolute;left:3736;top:6396;width:658;height:269" coordorigin="3736,6396" coordsize="658,269">
              <v:shape style="position:absolute;left:3736;top:6396;width:658;height:269" coordorigin="3736,6396" coordsize="658,269" path="m3736,6664l4394,6664,4394,6396,3736,6396,3736,6664e" filled="t" fillcolor="#E4B8B7" stroked="f">
                <v:path arrowok="t"/>
                <v:fill/>
              </v:shape>
            </v:group>
            <v:group style="position:absolute;left:4504;top:6396;width:106;height:269" coordorigin="4504,6396" coordsize="106,269">
              <v:shape style="position:absolute;left:4504;top:6396;width:106;height:269" coordorigin="4504,6396" coordsize="106,269" path="m4504,6664l4610,6664,4610,6396,4504,6396,4504,6664e" filled="t" fillcolor="#E4B8B7" stroked="f">
                <v:path arrowok="t"/>
                <v:fill/>
              </v:shape>
            </v:group>
            <v:group style="position:absolute;left:5061;top:6396;width:101;height:269" coordorigin="5061,6396" coordsize="101,269">
              <v:shape style="position:absolute;left:5061;top:6396;width:101;height:269" coordorigin="5061,6396" coordsize="101,269" path="m5061,6664l5162,6664,5162,6396,5061,6396,5061,6664e" filled="t" fillcolor="#E4B8B7" stroked="f">
                <v:path arrowok="t"/>
                <v:fill/>
              </v:shape>
            </v:group>
            <v:group style="position:absolute;left:4610;top:6396;width:451;height:269" coordorigin="4610,6396" coordsize="451,269">
              <v:shape style="position:absolute;left:4610;top:6396;width:451;height:269" coordorigin="4610,6396" coordsize="451,269" path="m4610,6664l5061,6664,5061,6396,4610,6396,4610,6664e" filled="t" fillcolor="#E4B8B7" stroked="f">
                <v:path arrowok="t"/>
                <v:fill/>
              </v:shape>
            </v:group>
            <v:group style="position:absolute;left:5167;top:6396;width:110;height:269" coordorigin="5167,6396" coordsize="110,269">
              <v:shape style="position:absolute;left:5167;top:6396;width:110;height:269" coordorigin="5167,6396" coordsize="110,269" path="m5167,6664l5277,6664,5277,6396,5167,6396,5167,6664e" filled="t" fillcolor="#E4B8B7" stroked="f">
                <v:path arrowok="t"/>
                <v:fill/>
              </v:shape>
            </v:group>
            <v:group style="position:absolute;left:5748;top:6396;width:101;height:269" coordorigin="5748,6396" coordsize="101,269">
              <v:shape style="position:absolute;left:5748;top:6396;width:101;height:269" coordorigin="5748,6396" coordsize="101,269" path="m5748,6664l5849,6664,5849,6396,5748,6396,5748,6664e" filled="t" fillcolor="#E4B8B7" stroked="f">
                <v:path arrowok="t"/>
                <v:fill/>
              </v:shape>
            </v:group>
            <v:group style="position:absolute;left:5277;top:6396;width:471;height:269" coordorigin="5277,6396" coordsize="471,269">
              <v:shape style="position:absolute;left:5277;top:6396;width:471;height:269" coordorigin="5277,6396" coordsize="471,269" path="m5277,6664l5748,6664,5748,6396,5277,6396,5277,6664e" filled="t" fillcolor="#E4B8B7" stroked="f">
                <v:path arrowok="t"/>
                <v:fill/>
              </v:shape>
            </v:group>
            <v:group style="position:absolute;left:5854;top:6396;width:110;height:269" coordorigin="5854,6396" coordsize="110,269">
              <v:shape style="position:absolute;left:5854;top:6396;width:110;height:269" coordorigin="5854,6396" coordsize="110,269" path="m5854,6664l5964,6664,5964,6396,5854,6396,5854,6664e" filled="t" fillcolor="#E4B8B7" stroked="f">
                <v:path arrowok="t"/>
                <v:fill/>
              </v:shape>
            </v:group>
            <v:group style="position:absolute;left:6343;top:6396;width:101;height:269" coordorigin="6343,6396" coordsize="101,269">
              <v:shape style="position:absolute;left:6343;top:6396;width:101;height:269" coordorigin="6343,6396" coordsize="101,269" path="m6343,6664l6444,6664,6444,6396,6343,6396,6343,6664e" filled="t" fillcolor="#E4B8B7" stroked="f">
                <v:path arrowok="t"/>
                <v:fill/>
              </v:shape>
            </v:group>
            <v:group style="position:absolute;left:5964;top:6396;width:379;height:269" coordorigin="5964,6396" coordsize="379,269">
              <v:shape style="position:absolute;left:5964;top:6396;width:379;height:269" coordorigin="5964,6396" coordsize="379,269" path="m5964,6664l6343,6664,6343,6396,5964,6396,5964,6664e" filled="t" fillcolor="#E4B8B7" stroked="f">
                <v:path arrowok="t"/>
                <v:fill/>
              </v:shape>
            </v:group>
            <v:group style="position:absolute;left:6449;top:6396;width:111;height:269" coordorigin="6449,6396" coordsize="111,269">
              <v:shape style="position:absolute;left:6449;top:6396;width:111;height:269" coordorigin="6449,6396" coordsize="111,269" path="m6449,6664l6560,6664,6560,6396,6449,6396,6449,6664e" filled="t" fillcolor="#E4B8B7" stroked="f">
                <v:path arrowok="t"/>
                <v:fill/>
              </v:shape>
            </v:group>
            <v:group style="position:absolute;left:7620;top:6396;width:101;height:269" coordorigin="7620,6396" coordsize="101,269">
              <v:shape style="position:absolute;left:7620;top:6396;width:101;height:269" coordorigin="7620,6396" coordsize="101,269" path="m7620,6664l7722,6664,7722,6396,7620,6396,7620,6664e" filled="t" fillcolor="#E4B8B7" stroked="f">
                <v:path arrowok="t"/>
                <v:fill/>
              </v:shape>
            </v:group>
            <v:group style="position:absolute;left:6560;top:6396;width:1061;height:269" coordorigin="6560,6396" coordsize="1061,269">
              <v:shape style="position:absolute;left:6560;top:6396;width:1061;height:269" coordorigin="6560,6396" coordsize="1061,269" path="m6560,6664l7620,6664,7620,6396,6560,6396,6560,6664e" filled="t" fillcolor="#E4B8B7" stroked="f">
                <v:path arrowok="t"/>
                <v:fill/>
              </v:shape>
            </v:group>
            <v:group style="position:absolute;left:7727;top:6396;width:110;height:269" coordorigin="7727,6396" coordsize="110,269">
              <v:shape style="position:absolute;left:7727;top:6396;width:110;height:269" coordorigin="7727,6396" coordsize="110,269" path="m7727,6664l7837,6664,7837,6396,7727,6396,7727,6664e" filled="t" fillcolor="#E4B8B7" stroked="f">
                <v:path arrowok="t"/>
                <v:fill/>
              </v:shape>
            </v:group>
            <v:group style="position:absolute;left:8389;top:6396;width:106;height:269" coordorigin="8389,6396" coordsize="106,269">
              <v:shape style="position:absolute;left:8389;top:6396;width:106;height:269" coordorigin="8389,6396" coordsize="106,269" path="m8389,6664l8495,6664,8495,6396,8389,6396,8389,6664e" filled="t" fillcolor="#E4B8B7" stroked="f">
                <v:path arrowok="t"/>
                <v:fill/>
              </v:shape>
            </v:group>
            <v:group style="position:absolute;left:7837;top:6396;width:552;height:269" coordorigin="7837,6396" coordsize="552,269">
              <v:shape style="position:absolute;left:7837;top:6396;width:552;height:269" coordorigin="7837,6396" coordsize="552,269" path="m7837,6664l8389,6664,8389,6396,7837,6396,7837,6664e" filled="t" fillcolor="#E4B8B7" stroked="f">
                <v:path arrowok="t"/>
                <v:fill/>
              </v:shape>
            </v:group>
            <v:group style="position:absolute;left:8499;top:6396;width:106;height:269" coordorigin="8499,6396" coordsize="106,269">
              <v:shape style="position:absolute;left:8499;top:6396;width:106;height:269" coordorigin="8499,6396" coordsize="106,269" path="m8499,6664l8605,6664,8605,6396,8499,6396,8499,6664e" filled="t" fillcolor="#E4B8B7" stroked="f">
                <v:path arrowok="t"/>
                <v:fill/>
              </v:shape>
            </v:group>
            <v:group style="position:absolute;left:9071;top:6396;width:106;height:269" coordorigin="9071,6396" coordsize="106,269">
              <v:shape style="position:absolute;left:9071;top:6396;width:106;height:269" coordorigin="9071,6396" coordsize="106,269" path="m9071,6664l9177,6664,9177,6396,9071,6396,9071,6664e" filled="t" fillcolor="#E4B8B7" stroked="f">
                <v:path arrowok="t"/>
                <v:fill/>
              </v:shape>
            </v:group>
            <v:group style="position:absolute;left:8605;top:6396;width:466;height:269" coordorigin="8605,6396" coordsize="466,269">
              <v:shape style="position:absolute;left:8605;top:6396;width:466;height:269" coordorigin="8605,6396" coordsize="466,269" path="m8605,6664l9071,6664,9071,6396,8605,6396,8605,6664e" filled="t" fillcolor="#E4B8B7" stroked="f">
                <v:path arrowok="t"/>
                <v:fill/>
              </v:shape>
            </v:group>
            <v:group style="position:absolute;left:9181;top:6396;width:106;height:269" coordorigin="9181,6396" coordsize="106,269">
              <v:shape style="position:absolute;left:9181;top:6396;width:106;height:269" coordorigin="9181,6396" coordsize="106,269" path="m9181,6664l9287,6664,9287,6396,9181,6396,9181,6664e" filled="t" fillcolor="#E4B8B7" stroked="f">
                <v:path arrowok="t"/>
                <v:fill/>
              </v:shape>
            </v:group>
            <v:group style="position:absolute;left:9681;top:6396;width:101;height:269" coordorigin="9681,6396" coordsize="101,269">
              <v:shape style="position:absolute;left:9681;top:6396;width:101;height:269" coordorigin="9681,6396" coordsize="101,269" path="m9681,6664l9781,6664,9781,6396,9681,6396,9681,6664e" filled="t" fillcolor="#E4B8B7" stroked="f">
                <v:path arrowok="t"/>
                <v:fill/>
              </v:shape>
            </v:group>
            <v:group style="position:absolute;left:9287;top:6396;width:394;height:269" coordorigin="9287,6396" coordsize="394,269">
              <v:shape style="position:absolute;left:9287;top:6396;width:394;height:269" coordorigin="9287,6396" coordsize="394,269" path="m9287,6664l9681,6664,9681,6396,9287,6396,9287,6664e" filled="t" fillcolor="#E4B8B7" stroked="f">
                <v:path arrowok="t"/>
                <v:fill/>
              </v:shape>
            </v:group>
            <v:group style="position:absolute;left:9786;top:6343;width:605;height:91" coordorigin="9786,6343" coordsize="605,91">
              <v:shape style="position:absolute;left:9786;top:6343;width:605;height:91" coordorigin="9786,6343" coordsize="605,91" path="m9786,6434l10391,6434,10391,6343,9786,6343,9786,6434e" filled="t" fillcolor="#E4B8B7" stroked="f">
                <v:path arrowok="t"/>
                <v:fill/>
              </v:shape>
            </v:group>
            <v:group style="position:absolute;left:9786;top:6434;width:110;height:230" coordorigin="9786,6434" coordsize="110,230">
              <v:shape style="position:absolute;left:9786;top:6434;width:110;height:230" coordorigin="9786,6434" coordsize="110,230" path="m9786,6664l9897,6664,9897,6434,9786,6434,9786,6664e" filled="t" fillcolor="#E4B8B7" stroked="f">
                <v:path arrowok="t"/>
                <v:fill/>
              </v:shape>
            </v:group>
            <v:group style="position:absolute;left:10286;top:6434;width:106;height:230" coordorigin="10286,6434" coordsize="106,230">
              <v:shape style="position:absolute;left:10286;top:6434;width:106;height:230" coordorigin="10286,6434" coordsize="106,230" path="m10286,6664l10392,6664,10392,6434,10286,6434,10286,6664e" filled="t" fillcolor="#E4B8B7" stroked="f">
                <v:path arrowok="t"/>
                <v:fill/>
              </v:shape>
            </v:group>
            <v:group style="position:absolute;left:9897;top:6434;width:389;height:230" coordorigin="9897,6434" coordsize="389,230">
              <v:shape style="position:absolute;left:9897;top:6434;width:389;height:230" coordorigin="9897,6434" coordsize="389,230" path="m9897,6664l10286,6664,10286,6434,9897,6434,9897,6664e" filled="t" fillcolor="#E4B8B7" stroked="f">
                <v:path arrowok="t"/>
                <v:fill/>
              </v:shape>
            </v:group>
            <v:group style="position:absolute;left:10396;top:6369;width:672;height:2" coordorigin="10396,6369" coordsize="672,2">
              <v:shape style="position:absolute;left:10396;top:6369;width:672;height:2" coordorigin="10396,6369" coordsize="672,0" path="m10396,6369l11068,6369e" filled="f" stroked="t" strokeweight="2.74pt" strokecolor="#E4B8B7">
                <v:path arrowok="t"/>
              </v:shape>
            </v:group>
            <v:group style="position:absolute;left:10396;top:6396;width:106;height:269" coordorigin="10396,6396" coordsize="106,269">
              <v:shape style="position:absolute;left:10396;top:6396;width:106;height:269" coordorigin="10396,6396" coordsize="106,269" path="m10396,6664l10502,6664,10502,6396,10396,6396,10396,6664e" filled="t" fillcolor="#E4B8B7" stroked="f">
                <v:path arrowok="t"/>
                <v:fill/>
              </v:shape>
            </v:group>
            <v:group style="position:absolute;left:10968;top:6396;width:101;height:269" coordorigin="10968,6396" coordsize="101,269">
              <v:shape style="position:absolute;left:10968;top:6396;width:101;height:269" coordorigin="10968,6396" coordsize="101,269" path="m10968,6664l11068,6664,11068,6396,10968,6396,10968,6664e" filled="t" fillcolor="#E4B8B7" stroked="f">
                <v:path arrowok="t"/>
                <v:fill/>
              </v:shape>
            </v:group>
            <v:group style="position:absolute;left:10502;top:6396;width:466;height:269" coordorigin="10502,6396" coordsize="466,269">
              <v:shape style="position:absolute;left:10502;top:6396;width:466;height:269" coordorigin="10502,6396" coordsize="466,269" path="m10502,6664l10968,6664,10968,6396,10502,6396,10502,6664e" filled="t" fillcolor="#E4B8B7" stroked="f">
                <v:path arrowok="t"/>
                <v:fill/>
              </v:shape>
            </v:group>
            <v:group style="position:absolute;left:716;top:6338;width:10362;height:2" coordorigin="716,6338" coordsize="10362,2">
              <v:shape style="position:absolute;left:716;top:6338;width:10362;height:2" coordorigin="716,6338" coordsize="10362,0" path="m716,6338l11078,6338e" filled="f" stroked="t" strokeweight=".58001pt" strokecolor="#000000">
                <v:path arrowok="t"/>
              </v:shape>
            </v:group>
            <v:group style="position:absolute;left:725;top:6693;width:1522;height:2" coordorigin="725,6693" coordsize="1522,2">
              <v:shape style="position:absolute;left:725;top:6693;width:1522;height:2" coordorigin="725,6693" coordsize="1522,0" path="m725,6693l2247,6693e" filled="f" stroked="t" strokeweight="2.02pt" strokecolor="#E4B8B7">
                <v:path arrowok="t"/>
              </v:shape>
            </v:group>
            <v:group style="position:absolute;left:725;top:6712;width:101;height:230" coordorigin="725,6712" coordsize="101,230">
              <v:shape style="position:absolute;left:725;top:6712;width:101;height:230" coordorigin="725,6712" coordsize="101,230" path="m725,6943l826,6943,826,6712,725,6712,725,6943e" filled="t" fillcolor="#E4B8B7" stroked="f">
                <v:path arrowok="t"/>
                <v:fill/>
              </v:shape>
            </v:group>
            <v:group style="position:absolute;left:2147;top:6712;width:101;height:230" coordorigin="2147,6712" coordsize="101,230">
              <v:shape style="position:absolute;left:2147;top:6712;width:101;height:230" coordorigin="2147,6712" coordsize="101,230" path="m2147,6943l2247,6943,2247,6712,2147,6712,2147,6943e" filled="t" fillcolor="#E4B8B7" stroked="f">
                <v:path arrowok="t"/>
                <v:fill/>
              </v:shape>
            </v:group>
            <v:group style="position:absolute;left:826;top:6712;width:1320;height:230" coordorigin="826,6712" coordsize="1320,230">
              <v:shape style="position:absolute;left:826;top:6712;width:1320;height:230" coordorigin="826,6712" coordsize="1320,230" path="m826,6943l2147,6943,2147,6712,826,6712,826,6943e" filled="t" fillcolor="#E4B8B7" stroked="f">
                <v:path arrowok="t"/>
                <v:fill/>
              </v:shape>
            </v:group>
            <v:group style="position:absolute;left:2252;top:6674;width:110;height:269" coordorigin="2252,6674" coordsize="110,269">
              <v:shape style="position:absolute;left:2252;top:6674;width:110;height:269" coordorigin="2252,6674" coordsize="110,269" path="m2252,6943l2363,6943,2363,6674,2252,6674,2252,6943e" filled="t" fillcolor="#E4B8B7" stroked="f">
                <v:path arrowok="t"/>
                <v:fill/>
              </v:shape>
            </v:group>
            <v:group style="position:absolute;left:2838;top:6674;width:101;height:269" coordorigin="2838,6674" coordsize="101,269">
              <v:shape style="position:absolute;left:2838;top:6674;width:101;height:269" coordorigin="2838,6674" coordsize="101,269" path="m2838,6943l2939,6943,2939,6674,2838,6674,2838,6943e" filled="t" fillcolor="#E4B8B7" stroked="f">
                <v:path arrowok="t"/>
                <v:fill/>
              </v:shape>
            </v:group>
            <v:group style="position:absolute;left:2363;top:6674;width:475;height:269" coordorigin="2363,6674" coordsize="475,269">
              <v:shape style="position:absolute;left:2363;top:6674;width:475;height:269" coordorigin="2363,6674" coordsize="475,269" path="m2363,6943l2838,6943,2838,6674,2363,6674,2363,6943e" filled="t" fillcolor="#E4B8B7" stroked="f">
                <v:path arrowok="t"/>
                <v:fill/>
              </v:shape>
            </v:group>
            <v:group style="position:absolute;left:2943;top:6674;width:111;height:269" coordorigin="2943,6674" coordsize="111,269">
              <v:shape style="position:absolute;left:2943;top:6674;width:111;height:269" coordorigin="2943,6674" coordsize="111,269" path="m2943,6943l3054,6943,3054,6674,2943,6674,2943,6943e" filled="t" fillcolor="#E4B8B7" stroked="f">
                <v:path arrowok="t"/>
                <v:fill/>
              </v:shape>
            </v:group>
            <v:group style="position:absolute;left:3520;top:6674;width:106;height:269" coordorigin="3520,6674" coordsize="106,269">
              <v:shape style="position:absolute;left:3520;top:6674;width:106;height:269" coordorigin="3520,6674" coordsize="106,269" path="m3520,6943l3625,6943,3625,6674,3520,6674,3520,6943e" filled="t" fillcolor="#E4B8B7" stroked="f">
                <v:path arrowok="t"/>
                <v:fill/>
              </v:shape>
            </v:group>
            <v:group style="position:absolute;left:3054;top:6674;width:466;height:269" coordorigin="3054,6674" coordsize="466,269">
              <v:shape style="position:absolute;left:3054;top:6674;width:466;height:269" coordorigin="3054,6674" coordsize="466,269" path="m3054,6943l3520,6943,3520,6674,3054,6674,3054,6943e" filled="t" fillcolor="#E4B8B7" stroked="f">
                <v:path arrowok="t"/>
                <v:fill/>
              </v:shape>
            </v:group>
            <v:group style="position:absolute;left:3630;top:6674;width:106;height:269" coordorigin="3630,6674" coordsize="106,269">
              <v:shape style="position:absolute;left:3630;top:6674;width:106;height:269" coordorigin="3630,6674" coordsize="106,269" path="m3630,6943l3736,6943,3736,6674,3630,6674,3630,6943e" filled="t" fillcolor="#E4B8B7" stroked="f">
                <v:path arrowok="t"/>
                <v:fill/>
              </v:shape>
            </v:group>
            <v:group style="position:absolute;left:4394;top:6674;width:106;height:269" coordorigin="4394,6674" coordsize="106,269">
              <v:shape style="position:absolute;left:4394;top:6674;width:106;height:269" coordorigin="4394,6674" coordsize="106,269" path="m4394,6943l4500,6943,4500,6674,4394,6674,4394,6943e" filled="t" fillcolor="#E4B8B7" stroked="f">
                <v:path arrowok="t"/>
                <v:fill/>
              </v:shape>
            </v:group>
            <v:group style="position:absolute;left:3736;top:6674;width:658;height:269" coordorigin="3736,6674" coordsize="658,269">
              <v:shape style="position:absolute;left:3736;top:6674;width:658;height:269" coordorigin="3736,6674" coordsize="658,269" path="m3736,6943l4394,6943,4394,6674,3736,6674,3736,6943e" filled="t" fillcolor="#E4B8B7" stroked="f">
                <v:path arrowok="t"/>
                <v:fill/>
              </v:shape>
            </v:group>
            <v:group style="position:absolute;left:4504;top:6674;width:106;height:269" coordorigin="4504,6674" coordsize="106,269">
              <v:shape style="position:absolute;left:4504;top:6674;width:106;height:269" coordorigin="4504,6674" coordsize="106,269" path="m4504,6943l4610,6943,4610,6674,4504,6674,4504,6943e" filled="t" fillcolor="#E4B8B7" stroked="f">
                <v:path arrowok="t"/>
                <v:fill/>
              </v:shape>
            </v:group>
            <v:group style="position:absolute;left:5061;top:6674;width:101;height:269" coordorigin="5061,6674" coordsize="101,269">
              <v:shape style="position:absolute;left:5061;top:6674;width:101;height:269" coordorigin="5061,6674" coordsize="101,269" path="m5061,6943l5162,6943,5162,6674,5061,6674,5061,6943e" filled="t" fillcolor="#E4B8B7" stroked="f">
                <v:path arrowok="t"/>
                <v:fill/>
              </v:shape>
            </v:group>
            <v:group style="position:absolute;left:4610;top:6674;width:451;height:269" coordorigin="4610,6674" coordsize="451,269">
              <v:shape style="position:absolute;left:4610;top:6674;width:451;height:269" coordorigin="4610,6674" coordsize="451,269" path="m4610,6943l5061,6943,5061,6674,4610,6674,4610,6943e" filled="t" fillcolor="#E4B8B7" stroked="f">
                <v:path arrowok="t"/>
                <v:fill/>
              </v:shape>
            </v:group>
            <v:group style="position:absolute;left:5167;top:6674;width:110;height:269" coordorigin="5167,6674" coordsize="110,269">
              <v:shape style="position:absolute;left:5167;top:6674;width:110;height:269" coordorigin="5167,6674" coordsize="110,269" path="m5167,6943l5277,6943,5277,6674,5167,6674,5167,6943e" filled="t" fillcolor="#E4B8B7" stroked="f">
                <v:path arrowok="t"/>
                <v:fill/>
              </v:shape>
            </v:group>
            <v:group style="position:absolute;left:5748;top:6674;width:101;height:269" coordorigin="5748,6674" coordsize="101,269">
              <v:shape style="position:absolute;left:5748;top:6674;width:101;height:269" coordorigin="5748,6674" coordsize="101,269" path="m5748,6943l5849,6943,5849,6674,5748,6674,5748,6943e" filled="t" fillcolor="#E4B8B7" stroked="f">
                <v:path arrowok="t"/>
                <v:fill/>
              </v:shape>
            </v:group>
            <v:group style="position:absolute;left:5277;top:6674;width:471;height:269" coordorigin="5277,6674" coordsize="471,269">
              <v:shape style="position:absolute;left:5277;top:6674;width:471;height:269" coordorigin="5277,6674" coordsize="471,269" path="m5277,6943l5748,6943,5748,6674,5277,6674,5277,6943e" filled="t" fillcolor="#E4B8B7" stroked="f">
                <v:path arrowok="t"/>
                <v:fill/>
              </v:shape>
            </v:group>
            <v:group style="position:absolute;left:5854;top:6674;width:110;height:269" coordorigin="5854,6674" coordsize="110,269">
              <v:shape style="position:absolute;left:5854;top:6674;width:110;height:269" coordorigin="5854,6674" coordsize="110,269" path="m5854,6943l5964,6943,5964,6674,5854,6674,5854,6943e" filled="t" fillcolor="#E4B8B7" stroked="f">
                <v:path arrowok="t"/>
                <v:fill/>
              </v:shape>
            </v:group>
            <v:group style="position:absolute;left:6343;top:6674;width:101;height:269" coordorigin="6343,6674" coordsize="101,269">
              <v:shape style="position:absolute;left:6343;top:6674;width:101;height:269" coordorigin="6343,6674" coordsize="101,269" path="m6343,6943l6444,6943,6444,6674,6343,6674,6343,6943e" filled="t" fillcolor="#E4B8B7" stroked="f">
                <v:path arrowok="t"/>
                <v:fill/>
              </v:shape>
            </v:group>
            <v:group style="position:absolute;left:5964;top:6674;width:379;height:269" coordorigin="5964,6674" coordsize="379,269">
              <v:shape style="position:absolute;left:5964;top:6674;width:379;height:269" coordorigin="5964,6674" coordsize="379,269" path="m5964,6943l6343,6943,6343,6674,5964,6674,5964,6943e" filled="t" fillcolor="#E4B8B7" stroked="f">
                <v:path arrowok="t"/>
                <v:fill/>
              </v:shape>
            </v:group>
            <v:group style="position:absolute;left:6449;top:6674;width:111;height:269" coordorigin="6449,6674" coordsize="111,269">
              <v:shape style="position:absolute;left:6449;top:6674;width:111;height:269" coordorigin="6449,6674" coordsize="111,269" path="m6449,6943l6560,6943,6560,6674,6449,6674,6449,6943e" filled="t" fillcolor="#E4B8B7" stroked="f">
                <v:path arrowok="t"/>
                <v:fill/>
              </v:shape>
            </v:group>
            <v:group style="position:absolute;left:7620;top:6674;width:101;height:269" coordorigin="7620,6674" coordsize="101,269">
              <v:shape style="position:absolute;left:7620;top:6674;width:101;height:269" coordorigin="7620,6674" coordsize="101,269" path="m7620,6943l7722,6943,7722,6674,7620,6674,7620,6943e" filled="t" fillcolor="#E4B8B7" stroked="f">
                <v:path arrowok="t"/>
                <v:fill/>
              </v:shape>
            </v:group>
            <v:group style="position:absolute;left:6560;top:6674;width:1061;height:269" coordorigin="6560,6674" coordsize="1061,269">
              <v:shape style="position:absolute;left:6560;top:6674;width:1061;height:269" coordorigin="6560,6674" coordsize="1061,269" path="m6560,6943l7620,6943,7620,6674,6560,6674,6560,6943e" filled="t" fillcolor="#E4B8B7" stroked="f">
                <v:path arrowok="t"/>
                <v:fill/>
              </v:shape>
            </v:group>
            <v:group style="position:absolute;left:7727;top:6674;width:110;height:269" coordorigin="7727,6674" coordsize="110,269">
              <v:shape style="position:absolute;left:7727;top:6674;width:110;height:269" coordorigin="7727,6674" coordsize="110,269" path="m7727,6943l7837,6943,7837,6674,7727,6674,7727,6943e" filled="t" fillcolor="#E4B8B7" stroked="f">
                <v:path arrowok="t"/>
                <v:fill/>
              </v:shape>
            </v:group>
            <v:group style="position:absolute;left:8389;top:6674;width:106;height:269" coordorigin="8389,6674" coordsize="106,269">
              <v:shape style="position:absolute;left:8389;top:6674;width:106;height:269" coordorigin="8389,6674" coordsize="106,269" path="m8389,6943l8495,6943,8495,6674,8389,6674,8389,6943e" filled="t" fillcolor="#E4B8B7" stroked="f">
                <v:path arrowok="t"/>
                <v:fill/>
              </v:shape>
            </v:group>
            <v:group style="position:absolute;left:7837;top:6674;width:552;height:269" coordorigin="7837,6674" coordsize="552,269">
              <v:shape style="position:absolute;left:7837;top:6674;width:552;height:269" coordorigin="7837,6674" coordsize="552,269" path="m7837,6943l8389,6943,8389,6674,7837,6674,7837,6943e" filled="t" fillcolor="#E4B8B7" stroked="f">
                <v:path arrowok="t"/>
                <v:fill/>
              </v:shape>
            </v:group>
            <v:group style="position:absolute;left:8499;top:6674;width:106;height:269" coordorigin="8499,6674" coordsize="106,269">
              <v:shape style="position:absolute;left:8499;top:6674;width:106;height:269" coordorigin="8499,6674" coordsize="106,269" path="m8499,6943l8605,6943,8605,6674,8499,6674,8499,6943e" filled="t" fillcolor="#E4B8B7" stroked="f">
                <v:path arrowok="t"/>
                <v:fill/>
              </v:shape>
            </v:group>
            <v:group style="position:absolute;left:9071;top:6674;width:106;height:269" coordorigin="9071,6674" coordsize="106,269">
              <v:shape style="position:absolute;left:9071;top:6674;width:106;height:269" coordorigin="9071,6674" coordsize="106,269" path="m9071,6943l9177,6943,9177,6674,9071,6674,9071,6943e" filled="t" fillcolor="#E4B8B7" stroked="f">
                <v:path arrowok="t"/>
                <v:fill/>
              </v:shape>
            </v:group>
            <v:group style="position:absolute;left:8605;top:6674;width:466;height:269" coordorigin="8605,6674" coordsize="466,269">
              <v:shape style="position:absolute;left:8605;top:6674;width:466;height:269" coordorigin="8605,6674" coordsize="466,269" path="m8605,6943l9071,6943,9071,6674,8605,6674,8605,6943e" filled="t" fillcolor="#E4B8B7" stroked="f">
                <v:path arrowok="t"/>
                <v:fill/>
              </v:shape>
            </v:group>
            <v:group style="position:absolute;left:9181;top:6674;width:106;height:269" coordorigin="9181,6674" coordsize="106,269">
              <v:shape style="position:absolute;left:9181;top:6674;width:106;height:269" coordorigin="9181,6674" coordsize="106,269" path="m9181,6943l9287,6943,9287,6674,9181,6674,9181,6943e" filled="t" fillcolor="#E4B8B7" stroked="f">
                <v:path arrowok="t"/>
                <v:fill/>
              </v:shape>
            </v:group>
            <v:group style="position:absolute;left:9681;top:6674;width:101;height:269" coordorigin="9681,6674" coordsize="101,269">
              <v:shape style="position:absolute;left:9681;top:6674;width:101;height:269" coordorigin="9681,6674" coordsize="101,269" path="m9681,6943l9781,6943,9781,6674,9681,6674,9681,6943e" filled="t" fillcolor="#E4B8B7" stroked="f">
                <v:path arrowok="t"/>
                <v:fill/>
              </v:shape>
            </v:group>
            <v:group style="position:absolute;left:9287;top:6674;width:394;height:269" coordorigin="9287,6674" coordsize="394,269">
              <v:shape style="position:absolute;left:9287;top:6674;width:394;height:269" coordorigin="9287,6674" coordsize="394,269" path="m9287,6943l9681,6943,9681,6674,9287,6674,9287,6943e" filled="t" fillcolor="#E4B8B7" stroked="f">
                <v:path arrowok="t"/>
                <v:fill/>
              </v:shape>
            </v:group>
            <v:group style="position:absolute;left:9786;top:6693;width:605;height:2" coordorigin="9786,6693" coordsize="605,2">
              <v:shape style="position:absolute;left:9786;top:6693;width:605;height:2" coordorigin="9786,6693" coordsize="605,0" path="m9786,6693l10391,6693e" filled="f" stroked="t" strokeweight="2.02pt" strokecolor="#E4B8B7">
                <v:path arrowok="t"/>
              </v:shape>
            </v:group>
            <v:group style="position:absolute;left:9786;top:6712;width:110;height:230" coordorigin="9786,6712" coordsize="110,230">
              <v:shape style="position:absolute;left:9786;top:6712;width:110;height:230" coordorigin="9786,6712" coordsize="110,230" path="m9786,6943l9897,6943,9897,6712,9786,6712,9786,6943e" filled="t" fillcolor="#E4B8B7" stroked="f">
                <v:path arrowok="t"/>
                <v:fill/>
              </v:shape>
            </v:group>
            <v:group style="position:absolute;left:10286;top:6712;width:106;height:230" coordorigin="10286,6712" coordsize="106,230">
              <v:shape style="position:absolute;left:10286;top:6712;width:106;height:230" coordorigin="10286,6712" coordsize="106,230" path="m10286,6943l10392,6943,10392,6712,10286,6712,10286,6943e" filled="t" fillcolor="#E4B8B7" stroked="f">
                <v:path arrowok="t"/>
                <v:fill/>
              </v:shape>
            </v:group>
            <v:group style="position:absolute;left:9897;top:6712;width:389;height:230" coordorigin="9897,6712" coordsize="389,230">
              <v:shape style="position:absolute;left:9897;top:6712;width:389;height:230" coordorigin="9897,6712" coordsize="389,230" path="m9897,6943l10286,6943,10286,6712,9897,6712,9897,6943e" filled="t" fillcolor="#E4B8B7" stroked="f">
                <v:path arrowok="t"/>
                <v:fill/>
              </v:shape>
            </v:group>
            <v:group style="position:absolute;left:10396;top:6674;width:106;height:269" coordorigin="10396,6674" coordsize="106,269">
              <v:shape style="position:absolute;left:10396;top:6674;width:106;height:269" coordorigin="10396,6674" coordsize="106,269" path="m10396,6943l10502,6943,10502,6674,10396,6674,10396,6943e" filled="t" fillcolor="#E4B8B7" stroked="f">
                <v:path arrowok="t"/>
                <v:fill/>
              </v:shape>
            </v:group>
            <v:group style="position:absolute;left:10968;top:6674;width:101;height:269" coordorigin="10968,6674" coordsize="101,269">
              <v:shape style="position:absolute;left:10968;top:6674;width:101;height:269" coordorigin="10968,6674" coordsize="101,269" path="m10968,6943l11068,6943,11068,6674,10968,6674,10968,6943e" filled="t" fillcolor="#E4B8B7" stroked="f">
                <v:path arrowok="t"/>
                <v:fill/>
              </v:shape>
            </v:group>
            <v:group style="position:absolute;left:10502;top:6674;width:466;height:269" coordorigin="10502,6674" coordsize="466,269">
              <v:shape style="position:absolute;left:10502;top:6674;width:466;height:269" coordorigin="10502,6674" coordsize="466,269" path="m10502,6943l10968,6943,10968,6674,10502,6674,10502,6943e" filled="t" fillcolor="#E4B8B7" stroked="f">
                <v:path arrowok="t"/>
                <v:fill/>
              </v:shape>
            </v:group>
            <v:group style="position:absolute;left:716;top:6669;width:10362;height:2" coordorigin="716,6669" coordsize="10362,2">
              <v:shape style="position:absolute;left:716;top:6669;width:10362;height:2" coordorigin="716,6669" coordsize="10362,0" path="m716,6669l11078,6669e" filled="f" stroked="t" strokeweight=".58001pt" strokecolor="#000000">
                <v:path arrowok="t"/>
              </v:shape>
            </v:group>
            <v:group style="position:absolute;left:725;top:6974;width:1522;height:2" coordorigin="725,6974" coordsize="1522,2">
              <v:shape style="position:absolute;left:725;top:6974;width:1522;height:2" coordorigin="725,6974" coordsize="1522,0" path="m725,6974l2247,6974e" filled="f" stroked="t" strokeweight="2.260pt" strokecolor="#E4B8B7">
                <v:path arrowok="t"/>
              </v:shape>
            </v:group>
            <v:group style="position:absolute;left:725;top:6996;width:101;height:226" coordorigin="725,6996" coordsize="101,226">
              <v:shape style="position:absolute;left:725;top:6996;width:101;height:226" coordorigin="725,6996" coordsize="101,226" path="m725,7221l826,7221,826,6996,725,6996,725,7221e" filled="t" fillcolor="#E4B8B7" stroked="f">
                <v:path arrowok="t"/>
                <v:fill/>
              </v:shape>
            </v:group>
            <v:group style="position:absolute;left:2147;top:6996;width:101;height:226" coordorigin="2147,6996" coordsize="101,226">
              <v:shape style="position:absolute;left:2147;top:6996;width:101;height:226" coordorigin="2147,6996" coordsize="101,226" path="m2147,7221l2247,7221,2247,6996,2147,6996,2147,7221e" filled="t" fillcolor="#E4B8B7" stroked="f">
                <v:path arrowok="t"/>
                <v:fill/>
              </v:shape>
            </v:group>
            <v:group style="position:absolute;left:826;top:6996;width:1320;height:226" coordorigin="826,6996" coordsize="1320,226">
              <v:shape style="position:absolute;left:826;top:6996;width:1320;height:226" coordorigin="826,6996" coordsize="1320,226" path="m826,7221l2147,7221,2147,6996,826,6996,826,7221e" filled="t" fillcolor="#E4B8B7" stroked="f">
                <v:path arrowok="t"/>
                <v:fill/>
              </v:shape>
            </v:group>
            <v:group style="position:absolute;left:2252;top:6952;width:110;height:269" coordorigin="2252,6952" coordsize="110,269">
              <v:shape style="position:absolute;left:2252;top:6952;width:110;height:269" coordorigin="2252,6952" coordsize="110,269" path="m2252,7221l2363,7221,2363,6952,2252,6952,2252,7221e" filled="t" fillcolor="#E4B8B7" stroked="f">
                <v:path arrowok="t"/>
                <v:fill/>
              </v:shape>
            </v:group>
            <v:group style="position:absolute;left:2838;top:6952;width:101;height:269" coordorigin="2838,6952" coordsize="101,269">
              <v:shape style="position:absolute;left:2838;top:6952;width:101;height:269" coordorigin="2838,6952" coordsize="101,269" path="m2838,7221l2939,7221,2939,6952,2838,6952,2838,7221e" filled="t" fillcolor="#E4B8B7" stroked="f">
                <v:path arrowok="t"/>
                <v:fill/>
              </v:shape>
            </v:group>
            <v:group style="position:absolute;left:2363;top:6952;width:475;height:269" coordorigin="2363,6952" coordsize="475,269">
              <v:shape style="position:absolute;left:2363;top:6952;width:475;height:269" coordorigin="2363,6952" coordsize="475,269" path="m2363,7221l2838,7221,2838,6952,2363,6952,2363,7221e" filled="t" fillcolor="#E4B8B7" stroked="f">
                <v:path arrowok="t"/>
                <v:fill/>
              </v:shape>
            </v:group>
            <v:group style="position:absolute;left:2943;top:6952;width:111;height:269" coordorigin="2943,6952" coordsize="111,269">
              <v:shape style="position:absolute;left:2943;top:6952;width:111;height:269" coordorigin="2943,6952" coordsize="111,269" path="m2943,7221l3054,7221,3054,6952,2943,6952,2943,7221e" filled="t" fillcolor="#E4B8B7" stroked="f">
                <v:path arrowok="t"/>
                <v:fill/>
              </v:shape>
            </v:group>
            <v:group style="position:absolute;left:3520;top:6952;width:106;height:269" coordorigin="3520,6952" coordsize="106,269">
              <v:shape style="position:absolute;left:3520;top:6952;width:106;height:269" coordorigin="3520,6952" coordsize="106,269" path="m3520,7221l3625,7221,3625,6952,3520,6952,3520,7221e" filled="t" fillcolor="#E4B8B7" stroked="f">
                <v:path arrowok="t"/>
                <v:fill/>
              </v:shape>
            </v:group>
            <v:group style="position:absolute;left:3054;top:6952;width:466;height:269" coordorigin="3054,6952" coordsize="466,269">
              <v:shape style="position:absolute;left:3054;top:6952;width:466;height:269" coordorigin="3054,6952" coordsize="466,269" path="m3054,7221l3520,7221,3520,6952,3054,6952,3054,7221e" filled="t" fillcolor="#E4B8B7" stroked="f">
                <v:path arrowok="t"/>
                <v:fill/>
              </v:shape>
            </v:group>
            <v:group style="position:absolute;left:3630;top:6952;width:106;height:269" coordorigin="3630,6952" coordsize="106,269">
              <v:shape style="position:absolute;left:3630;top:6952;width:106;height:269" coordorigin="3630,6952" coordsize="106,269" path="m3630,7221l3736,7221,3736,6952,3630,6952,3630,7221e" filled="t" fillcolor="#E4B8B7" stroked="f">
                <v:path arrowok="t"/>
                <v:fill/>
              </v:shape>
            </v:group>
            <v:group style="position:absolute;left:4394;top:6952;width:106;height:269" coordorigin="4394,6952" coordsize="106,269">
              <v:shape style="position:absolute;left:4394;top:6952;width:106;height:269" coordorigin="4394,6952" coordsize="106,269" path="m4394,7221l4500,7221,4500,6952,4394,6952,4394,7221e" filled="t" fillcolor="#E4B8B7" stroked="f">
                <v:path arrowok="t"/>
                <v:fill/>
              </v:shape>
            </v:group>
            <v:group style="position:absolute;left:3736;top:6952;width:658;height:269" coordorigin="3736,6952" coordsize="658,269">
              <v:shape style="position:absolute;left:3736;top:6952;width:658;height:269" coordorigin="3736,6952" coordsize="658,269" path="m3736,7221l4394,7221,4394,6952,3736,6952,3736,7221e" filled="t" fillcolor="#E4B8B7" stroked="f">
                <v:path arrowok="t"/>
                <v:fill/>
              </v:shape>
            </v:group>
            <v:group style="position:absolute;left:4504;top:6952;width:106;height:269" coordorigin="4504,6952" coordsize="106,269">
              <v:shape style="position:absolute;left:4504;top:6952;width:106;height:269" coordorigin="4504,6952" coordsize="106,269" path="m4504,7221l4610,7221,4610,6952,4504,6952,4504,7221e" filled="t" fillcolor="#E4B8B7" stroked="f">
                <v:path arrowok="t"/>
                <v:fill/>
              </v:shape>
            </v:group>
            <v:group style="position:absolute;left:5061;top:6952;width:101;height:269" coordorigin="5061,6952" coordsize="101,269">
              <v:shape style="position:absolute;left:5061;top:6952;width:101;height:269" coordorigin="5061,6952" coordsize="101,269" path="m5061,7221l5162,7221,5162,6952,5061,6952,5061,7221e" filled="t" fillcolor="#E4B8B7" stroked="f">
                <v:path arrowok="t"/>
                <v:fill/>
              </v:shape>
            </v:group>
            <v:group style="position:absolute;left:4610;top:6952;width:451;height:269" coordorigin="4610,6952" coordsize="451,269">
              <v:shape style="position:absolute;left:4610;top:6952;width:451;height:269" coordorigin="4610,6952" coordsize="451,269" path="m4610,7221l5061,7221,5061,6952,4610,6952,4610,7221e" filled="t" fillcolor="#E4B8B7" stroked="f">
                <v:path arrowok="t"/>
                <v:fill/>
              </v:shape>
            </v:group>
            <v:group style="position:absolute;left:5167;top:6952;width:110;height:269" coordorigin="5167,6952" coordsize="110,269">
              <v:shape style="position:absolute;left:5167;top:6952;width:110;height:269" coordorigin="5167,6952" coordsize="110,269" path="m5167,7221l5277,7221,5277,6952,5167,6952,5167,7221e" filled="t" fillcolor="#E4B8B7" stroked="f">
                <v:path arrowok="t"/>
                <v:fill/>
              </v:shape>
            </v:group>
            <v:group style="position:absolute;left:5748;top:6952;width:101;height:269" coordorigin="5748,6952" coordsize="101,269">
              <v:shape style="position:absolute;left:5748;top:6952;width:101;height:269" coordorigin="5748,6952" coordsize="101,269" path="m5748,7221l5849,7221,5849,6952,5748,6952,5748,7221e" filled="t" fillcolor="#E4B8B7" stroked="f">
                <v:path arrowok="t"/>
                <v:fill/>
              </v:shape>
            </v:group>
            <v:group style="position:absolute;left:5277;top:6952;width:471;height:269" coordorigin="5277,6952" coordsize="471,269">
              <v:shape style="position:absolute;left:5277;top:6952;width:471;height:269" coordorigin="5277,6952" coordsize="471,269" path="m5277,7221l5748,7221,5748,6952,5277,6952,5277,7221e" filled="t" fillcolor="#E4B8B7" stroked="f">
                <v:path arrowok="t"/>
                <v:fill/>
              </v:shape>
            </v:group>
            <v:group style="position:absolute;left:5854;top:6952;width:110;height:269" coordorigin="5854,6952" coordsize="110,269">
              <v:shape style="position:absolute;left:5854;top:6952;width:110;height:269" coordorigin="5854,6952" coordsize="110,269" path="m5854,7221l5964,7221,5964,6952,5854,6952,5854,7221e" filled="t" fillcolor="#E4B8B7" stroked="f">
                <v:path arrowok="t"/>
                <v:fill/>
              </v:shape>
            </v:group>
            <v:group style="position:absolute;left:6343;top:6952;width:101;height:269" coordorigin="6343,6952" coordsize="101,269">
              <v:shape style="position:absolute;left:6343;top:6952;width:101;height:269" coordorigin="6343,6952" coordsize="101,269" path="m6343,7221l6444,7221,6444,6952,6343,6952,6343,7221e" filled="t" fillcolor="#E4B8B7" stroked="f">
                <v:path arrowok="t"/>
                <v:fill/>
              </v:shape>
            </v:group>
            <v:group style="position:absolute;left:5964;top:6952;width:379;height:269" coordorigin="5964,6952" coordsize="379,269">
              <v:shape style="position:absolute;left:5964;top:6952;width:379;height:269" coordorigin="5964,6952" coordsize="379,269" path="m5964,7221l6343,7221,6343,6952,5964,6952,5964,7221e" filled="t" fillcolor="#E4B8B7" stroked="f">
                <v:path arrowok="t"/>
                <v:fill/>
              </v:shape>
            </v:group>
            <v:group style="position:absolute;left:6449;top:6952;width:111;height:269" coordorigin="6449,6952" coordsize="111,269">
              <v:shape style="position:absolute;left:6449;top:6952;width:111;height:269" coordorigin="6449,6952" coordsize="111,269" path="m6449,7221l6560,7221,6560,6952,6449,6952,6449,7221e" filled="t" fillcolor="#E4B8B7" stroked="f">
                <v:path arrowok="t"/>
                <v:fill/>
              </v:shape>
            </v:group>
            <v:group style="position:absolute;left:7620;top:6952;width:101;height:269" coordorigin="7620,6952" coordsize="101,269">
              <v:shape style="position:absolute;left:7620;top:6952;width:101;height:269" coordorigin="7620,6952" coordsize="101,269" path="m7620,7221l7722,7221,7722,6952,7620,6952,7620,7221e" filled="t" fillcolor="#E4B8B7" stroked="f">
                <v:path arrowok="t"/>
                <v:fill/>
              </v:shape>
            </v:group>
            <v:group style="position:absolute;left:6560;top:6952;width:1061;height:269" coordorigin="6560,6952" coordsize="1061,269">
              <v:shape style="position:absolute;left:6560;top:6952;width:1061;height:269" coordorigin="6560,6952" coordsize="1061,269" path="m6560,7221l7620,7221,7620,6952,6560,6952,6560,7221e" filled="t" fillcolor="#E4B8B7" stroked="f">
                <v:path arrowok="t"/>
                <v:fill/>
              </v:shape>
            </v:group>
            <v:group style="position:absolute;left:7727;top:6952;width:110;height:269" coordorigin="7727,6952" coordsize="110,269">
              <v:shape style="position:absolute;left:7727;top:6952;width:110;height:269" coordorigin="7727,6952" coordsize="110,269" path="m7727,7221l7837,7221,7837,6952,7727,6952,7727,7221e" filled="t" fillcolor="#E4B8B7" stroked="f">
                <v:path arrowok="t"/>
                <v:fill/>
              </v:shape>
            </v:group>
            <v:group style="position:absolute;left:8389;top:6952;width:106;height:269" coordorigin="8389,6952" coordsize="106,269">
              <v:shape style="position:absolute;left:8389;top:6952;width:106;height:269" coordorigin="8389,6952" coordsize="106,269" path="m8389,7221l8495,7221,8495,6952,8389,6952,8389,7221e" filled="t" fillcolor="#E4B8B7" stroked="f">
                <v:path arrowok="t"/>
                <v:fill/>
              </v:shape>
            </v:group>
            <v:group style="position:absolute;left:7837;top:6952;width:552;height:269" coordorigin="7837,6952" coordsize="552,269">
              <v:shape style="position:absolute;left:7837;top:6952;width:552;height:269" coordorigin="7837,6952" coordsize="552,269" path="m7837,7221l8389,7221,8389,6952,7837,6952,7837,7221e" filled="t" fillcolor="#E4B8B7" stroked="f">
                <v:path arrowok="t"/>
                <v:fill/>
              </v:shape>
            </v:group>
            <v:group style="position:absolute;left:8499;top:6952;width:106;height:269" coordorigin="8499,6952" coordsize="106,269">
              <v:shape style="position:absolute;left:8499;top:6952;width:106;height:269" coordorigin="8499,6952" coordsize="106,269" path="m8499,7221l8605,7221,8605,6952,8499,6952,8499,7221e" filled="t" fillcolor="#E4B8B7" stroked="f">
                <v:path arrowok="t"/>
                <v:fill/>
              </v:shape>
            </v:group>
            <v:group style="position:absolute;left:9071;top:6952;width:106;height:269" coordorigin="9071,6952" coordsize="106,269">
              <v:shape style="position:absolute;left:9071;top:6952;width:106;height:269" coordorigin="9071,6952" coordsize="106,269" path="m9071,7221l9177,7221,9177,6952,9071,6952,9071,7221e" filled="t" fillcolor="#E4B8B7" stroked="f">
                <v:path arrowok="t"/>
                <v:fill/>
              </v:shape>
            </v:group>
            <v:group style="position:absolute;left:8605;top:6952;width:466;height:269" coordorigin="8605,6952" coordsize="466,269">
              <v:shape style="position:absolute;left:8605;top:6952;width:466;height:269" coordorigin="8605,6952" coordsize="466,269" path="m8605,7221l9071,7221,9071,6952,8605,6952,8605,7221e" filled="t" fillcolor="#E4B8B7" stroked="f">
                <v:path arrowok="t"/>
                <v:fill/>
              </v:shape>
            </v:group>
            <v:group style="position:absolute;left:9181;top:6952;width:106;height:269" coordorigin="9181,6952" coordsize="106,269">
              <v:shape style="position:absolute;left:9181;top:6952;width:106;height:269" coordorigin="9181,6952" coordsize="106,269" path="m9181,7221l9287,7221,9287,6952,9181,6952,9181,7221e" filled="t" fillcolor="#E4B8B7" stroked="f">
                <v:path arrowok="t"/>
                <v:fill/>
              </v:shape>
            </v:group>
            <v:group style="position:absolute;left:9681;top:6952;width:101;height:269" coordorigin="9681,6952" coordsize="101,269">
              <v:shape style="position:absolute;left:9681;top:6952;width:101;height:269" coordorigin="9681,6952" coordsize="101,269" path="m9681,7221l9781,7221,9781,6952,9681,6952,9681,7221e" filled="t" fillcolor="#E4B8B7" stroked="f">
                <v:path arrowok="t"/>
                <v:fill/>
              </v:shape>
            </v:group>
            <v:group style="position:absolute;left:9287;top:6952;width:394;height:269" coordorigin="9287,6952" coordsize="394,269">
              <v:shape style="position:absolute;left:9287;top:6952;width:394;height:269" coordorigin="9287,6952" coordsize="394,269" path="m9287,7221l9681,7221,9681,6952,9287,6952,9287,7221e" filled="t" fillcolor="#E4B8B7" stroked="f">
                <v:path arrowok="t"/>
                <v:fill/>
              </v:shape>
            </v:group>
            <v:group style="position:absolute;left:9786;top:6974;width:605;height:2" coordorigin="9786,6974" coordsize="605,2">
              <v:shape style="position:absolute;left:9786;top:6974;width:605;height:2" coordorigin="9786,6974" coordsize="605,0" path="m9786,6974l10391,6974e" filled="f" stroked="t" strokeweight="2.260pt" strokecolor="#E4B8B7">
                <v:path arrowok="t"/>
              </v:shape>
            </v:group>
            <v:group style="position:absolute;left:9786;top:6996;width:110;height:226" coordorigin="9786,6996" coordsize="110,226">
              <v:shape style="position:absolute;left:9786;top:6996;width:110;height:226" coordorigin="9786,6996" coordsize="110,226" path="m9786,7221l9897,7221,9897,6996,9786,6996,9786,7221e" filled="t" fillcolor="#E4B8B7" stroked="f">
                <v:path arrowok="t"/>
                <v:fill/>
              </v:shape>
            </v:group>
            <v:group style="position:absolute;left:10286;top:6996;width:106;height:226" coordorigin="10286,6996" coordsize="106,226">
              <v:shape style="position:absolute;left:10286;top:6996;width:106;height:226" coordorigin="10286,6996" coordsize="106,226" path="m10286,7221l10392,7221,10392,6996,10286,6996,10286,7221e" filled="t" fillcolor="#E4B8B7" stroked="f">
                <v:path arrowok="t"/>
                <v:fill/>
              </v:shape>
            </v:group>
            <v:group style="position:absolute;left:9897;top:6996;width:389;height:226" coordorigin="9897,6996" coordsize="389,226">
              <v:shape style="position:absolute;left:9897;top:6996;width:389;height:226" coordorigin="9897,6996" coordsize="389,226" path="m9897,7221l10286,7221,10286,6996,9897,6996,9897,7221e" filled="t" fillcolor="#E4B8B7" stroked="f">
                <v:path arrowok="t"/>
                <v:fill/>
              </v:shape>
            </v:group>
            <v:group style="position:absolute;left:10396;top:6952;width:106;height:269" coordorigin="10396,6952" coordsize="106,269">
              <v:shape style="position:absolute;left:10396;top:6952;width:106;height:269" coordorigin="10396,6952" coordsize="106,269" path="m10396,7221l10502,7221,10502,6952,10396,6952,10396,7221e" filled="t" fillcolor="#E4B8B7" stroked="f">
                <v:path arrowok="t"/>
                <v:fill/>
              </v:shape>
            </v:group>
            <v:group style="position:absolute;left:10968;top:6952;width:101;height:269" coordorigin="10968,6952" coordsize="101,269">
              <v:shape style="position:absolute;left:10968;top:6952;width:101;height:269" coordorigin="10968,6952" coordsize="101,269" path="m10968,7221l11068,7221,11068,6952,10968,6952,10968,7221e" filled="t" fillcolor="#E4B8B7" stroked="f">
                <v:path arrowok="t"/>
                <v:fill/>
              </v:shape>
            </v:group>
            <v:group style="position:absolute;left:10502;top:6952;width:466;height:269" coordorigin="10502,6952" coordsize="466,269">
              <v:shape style="position:absolute;left:10502;top:6952;width:466;height:269" coordorigin="10502,6952" coordsize="466,269" path="m10502,7221l10968,7221,10968,6952,10502,6952,10502,7221e" filled="t" fillcolor="#E4B8B7" stroked="f">
                <v:path arrowok="t"/>
                <v:fill/>
              </v:shape>
            </v:group>
            <v:group style="position:absolute;left:716;top:6948;width:10362;height:2" coordorigin="716,6948" coordsize="10362,2">
              <v:shape style="position:absolute;left:716;top:6948;width:10362;height:2" coordorigin="716,6948" coordsize="10362,0" path="m716,6948l11078,6948e" filled="f" stroked="t" strokeweight=".579980pt" strokecolor="#000000">
                <v:path arrowok="t"/>
              </v:shape>
            </v:group>
            <v:group style="position:absolute;left:716;top:7226;width:10362;height:2" coordorigin="716,7226" coordsize="10362,2">
              <v:shape style="position:absolute;left:716;top:7226;width:10362;height:2" coordorigin="716,7226" coordsize="10362,0" path="m716,7226l11078,7226e" filled="f" stroked="t" strokeweight=".58001pt" strokecolor="#000000">
                <v:path arrowok="t"/>
              </v:shape>
            </v:group>
            <v:group style="position:absolute;left:725;top:7533;width:1522;height:2" coordorigin="725,7533" coordsize="1522,2">
              <v:shape style="position:absolute;left:725;top:7533;width:1522;height:2" coordorigin="725,7533" coordsize="1522,0" path="m725,7533l2247,7533e" filled="f" stroked="t" strokeweight="2.02pt" strokecolor="#FFFF00">
                <v:path arrowok="t"/>
              </v:shape>
            </v:group>
            <v:group style="position:absolute;left:725;top:7552;width:101;height:226" coordorigin="725,7552" coordsize="101,226">
              <v:shape style="position:absolute;left:725;top:7552;width:101;height:226" coordorigin="725,7552" coordsize="101,226" path="m725,7778l826,7778,826,7552,725,7552,725,7778e" filled="t" fillcolor="#FFFF00" stroked="f">
                <v:path arrowok="t"/>
                <v:fill/>
              </v:shape>
            </v:group>
            <v:group style="position:absolute;left:2147;top:7552;width:101;height:226" coordorigin="2147,7552" coordsize="101,226">
              <v:shape style="position:absolute;left:2147;top:7552;width:101;height:226" coordorigin="2147,7552" coordsize="101,226" path="m2147,7778l2247,7778,2247,7552,2147,7552,2147,7778e" filled="t" fillcolor="#FFFF00" stroked="f">
                <v:path arrowok="t"/>
                <v:fill/>
              </v:shape>
            </v:group>
            <v:group style="position:absolute;left:826;top:7552;width:1320;height:226" coordorigin="826,7552" coordsize="1320,226">
              <v:shape style="position:absolute;left:826;top:7552;width:1320;height:226" coordorigin="826,7552" coordsize="1320,226" path="m826,7778l2147,7778,2147,7552,826,7552,826,7778e" filled="t" fillcolor="#FFFF00" stroked="f">
                <v:path arrowok="t"/>
                <v:fill/>
              </v:shape>
            </v:group>
            <v:group style="position:absolute;left:2252;top:7514;width:110;height:264" coordorigin="2252,7514" coordsize="110,264">
              <v:shape style="position:absolute;left:2252;top:7514;width:110;height:264" coordorigin="2252,7514" coordsize="110,264" path="m2252,7778l2363,7778,2363,7514,2252,7514,2252,7778e" filled="t" fillcolor="#FFFF00" stroked="f">
                <v:path arrowok="t"/>
                <v:fill/>
              </v:shape>
            </v:group>
            <v:group style="position:absolute;left:2838;top:7514;width:101;height:264" coordorigin="2838,7514" coordsize="101,264">
              <v:shape style="position:absolute;left:2838;top:7514;width:101;height:264" coordorigin="2838,7514" coordsize="101,264" path="m2838,7778l2939,7778,2939,7514,2838,7514,2838,7778e" filled="t" fillcolor="#FFFF00" stroked="f">
                <v:path arrowok="t"/>
                <v:fill/>
              </v:shape>
            </v:group>
            <v:group style="position:absolute;left:2363;top:7514;width:475;height:264" coordorigin="2363,7514" coordsize="475,264">
              <v:shape style="position:absolute;left:2363;top:7514;width:475;height:264" coordorigin="2363,7514" coordsize="475,264" path="m2363,7778l2838,7778,2838,7514,2363,7514,2363,7778e" filled="t" fillcolor="#FFFF00" stroked="f">
                <v:path arrowok="t"/>
                <v:fill/>
              </v:shape>
            </v:group>
            <v:group style="position:absolute;left:2943;top:7514;width:111;height:264" coordorigin="2943,7514" coordsize="111,264">
              <v:shape style="position:absolute;left:2943;top:7514;width:111;height:264" coordorigin="2943,7514" coordsize="111,264" path="m2943,7778l3054,7778,3054,7514,2943,7514,2943,7778e" filled="t" fillcolor="#FFFF00" stroked="f">
                <v:path arrowok="t"/>
                <v:fill/>
              </v:shape>
            </v:group>
            <v:group style="position:absolute;left:3520;top:7514;width:106;height:264" coordorigin="3520,7514" coordsize="106,264">
              <v:shape style="position:absolute;left:3520;top:7514;width:106;height:264" coordorigin="3520,7514" coordsize="106,264" path="m3520,7778l3625,7778,3625,7514,3520,7514,3520,7778e" filled="t" fillcolor="#FFFF00" stroked="f">
                <v:path arrowok="t"/>
                <v:fill/>
              </v:shape>
            </v:group>
            <v:group style="position:absolute;left:3054;top:7514;width:466;height:264" coordorigin="3054,7514" coordsize="466,264">
              <v:shape style="position:absolute;left:3054;top:7514;width:466;height:264" coordorigin="3054,7514" coordsize="466,264" path="m3054,7778l3520,7778,3520,7514,3054,7514,3054,7778e" filled="t" fillcolor="#FFFF00" stroked="f">
                <v:path arrowok="t"/>
                <v:fill/>
              </v:shape>
            </v:group>
            <v:group style="position:absolute;left:3630;top:7514;width:106;height:264" coordorigin="3630,7514" coordsize="106,264">
              <v:shape style="position:absolute;left:3630;top:7514;width:106;height:264" coordorigin="3630,7514" coordsize="106,264" path="m3630,7778l3736,7778,3736,7514,3630,7514,3630,7778e" filled="t" fillcolor="#FFFF00" stroked="f">
                <v:path arrowok="t"/>
                <v:fill/>
              </v:shape>
            </v:group>
            <v:group style="position:absolute;left:4394;top:7514;width:106;height:264" coordorigin="4394,7514" coordsize="106,264">
              <v:shape style="position:absolute;left:4394;top:7514;width:106;height:264" coordorigin="4394,7514" coordsize="106,264" path="m4394,7778l4500,7778,4500,7514,4394,7514,4394,7778e" filled="t" fillcolor="#FFFF00" stroked="f">
                <v:path arrowok="t"/>
                <v:fill/>
              </v:shape>
            </v:group>
            <v:group style="position:absolute;left:3736;top:7514;width:658;height:264" coordorigin="3736,7514" coordsize="658,264">
              <v:shape style="position:absolute;left:3736;top:7514;width:658;height:264" coordorigin="3736,7514" coordsize="658,264" path="m3736,7778l4394,7778,4394,7514,3736,7514,3736,7778e" filled="t" fillcolor="#FFFF00" stroked="f">
                <v:path arrowok="t"/>
                <v:fill/>
              </v:shape>
            </v:group>
            <v:group style="position:absolute;left:4504;top:7514;width:106;height:264" coordorigin="4504,7514" coordsize="106,264">
              <v:shape style="position:absolute;left:4504;top:7514;width:106;height:264" coordorigin="4504,7514" coordsize="106,264" path="m4504,7778l4610,7778,4610,7514,4504,7514,4504,7778e" filled="t" fillcolor="#FFFF00" stroked="f">
                <v:path arrowok="t"/>
                <v:fill/>
              </v:shape>
            </v:group>
            <v:group style="position:absolute;left:5061;top:7514;width:101;height:264" coordorigin="5061,7514" coordsize="101,264">
              <v:shape style="position:absolute;left:5061;top:7514;width:101;height:264" coordorigin="5061,7514" coordsize="101,264" path="m5061,7778l5162,7778,5162,7514,5061,7514,5061,7778e" filled="t" fillcolor="#FFFF00" stroked="f">
                <v:path arrowok="t"/>
                <v:fill/>
              </v:shape>
            </v:group>
            <v:group style="position:absolute;left:4610;top:7514;width:451;height:264" coordorigin="4610,7514" coordsize="451,264">
              <v:shape style="position:absolute;left:4610;top:7514;width:451;height:264" coordorigin="4610,7514" coordsize="451,264" path="m4610,7778l5061,7778,5061,7514,4610,7514,4610,7778e" filled="t" fillcolor="#FFFF00" stroked="f">
                <v:path arrowok="t"/>
                <v:fill/>
              </v:shape>
            </v:group>
            <v:group style="position:absolute;left:5167;top:7514;width:110;height:264" coordorigin="5167,7514" coordsize="110,264">
              <v:shape style="position:absolute;left:5167;top:7514;width:110;height:264" coordorigin="5167,7514" coordsize="110,264" path="m5167,7778l5277,7778,5277,7514,5167,7514,5167,7778e" filled="t" fillcolor="#FFFF00" stroked="f">
                <v:path arrowok="t"/>
                <v:fill/>
              </v:shape>
            </v:group>
            <v:group style="position:absolute;left:5748;top:7514;width:101;height:264" coordorigin="5748,7514" coordsize="101,264">
              <v:shape style="position:absolute;left:5748;top:7514;width:101;height:264" coordorigin="5748,7514" coordsize="101,264" path="m5748,7778l5849,7778,5849,7514,5748,7514,5748,7778e" filled="t" fillcolor="#FFFF00" stroked="f">
                <v:path arrowok="t"/>
                <v:fill/>
              </v:shape>
            </v:group>
            <v:group style="position:absolute;left:5277;top:7514;width:471;height:264" coordorigin="5277,7514" coordsize="471,264">
              <v:shape style="position:absolute;left:5277;top:7514;width:471;height:264" coordorigin="5277,7514" coordsize="471,264" path="m5277,7778l5748,7778,5748,7514,5277,7514,5277,7778e" filled="t" fillcolor="#FFFF00" stroked="f">
                <v:path arrowok="t"/>
                <v:fill/>
              </v:shape>
            </v:group>
            <v:group style="position:absolute;left:5854;top:7514;width:110;height:264" coordorigin="5854,7514" coordsize="110,264">
              <v:shape style="position:absolute;left:5854;top:7514;width:110;height:264" coordorigin="5854,7514" coordsize="110,264" path="m5854,7778l5964,7778,5964,7514,5854,7514,5854,7778e" filled="t" fillcolor="#FFFF00" stroked="f">
                <v:path arrowok="t"/>
                <v:fill/>
              </v:shape>
            </v:group>
            <v:group style="position:absolute;left:6343;top:7514;width:101;height:264" coordorigin="6343,7514" coordsize="101,264">
              <v:shape style="position:absolute;left:6343;top:7514;width:101;height:264" coordorigin="6343,7514" coordsize="101,264" path="m6343,7778l6444,7778,6444,7514,6343,7514,6343,7778e" filled="t" fillcolor="#FFFF00" stroked="f">
                <v:path arrowok="t"/>
                <v:fill/>
              </v:shape>
            </v:group>
            <v:group style="position:absolute;left:5964;top:7514;width:379;height:264" coordorigin="5964,7514" coordsize="379,264">
              <v:shape style="position:absolute;left:5964;top:7514;width:379;height:264" coordorigin="5964,7514" coordsize="379,264" path="m5964,7778l6343,7778,6343,7514,5964,7514,5964,7778e" filled="t" fillcolor="#FFFF00" stroked="f">
                <v:path arrowok="t"/>
                <v:fill/>
              </v:shape>
            </v:group>
            <v:group style="position:absolute;left:6449;top:7514;width:111;height:264" coordorigin="6449,7514" coordsize="111,264">
              <v:shape style="position:absolute;left:6449;top:7514;width:111;height:264" coordorigin="6449,7514" coordsize="111,264" path="m6449,7778l6560,7778,6560,7514,6449,7514,6449,7778e" filled="t" fillcolor="#FFFF00" stroked="f">
                <v:path arrowok="t"/>
                <v:fill/>
              </v:shape>
            </v:group>
            <v:group style="position:absolute;left:7620;top:7514;width:101;height:264" coordorigin="7620,7514" coordsize="101,264">
              <v:shape style="position:absolute;left:7620;top:7514;width:101;height:264" coordorigin="7620,7514" coordsize="101,264" path="m7620,7778l7722,7778,7722,7514,7620,7514,7620,7778e" filled="t" fillcolor="#FFFF00" stroked="f">
                <v:path arrowok="t"/>
                <v:fill/>
              </v:shape>
            </v:group>
            <v:group style="position:absolute;left:6560;top:7514;width:1061;height:264" coordorigin="6560,7514" coordsize="1061,264">
              <v:shape style="position:absolute;left:6560;top:7514;width:1061;height:264" coordorigin="6560,7514" coordsize="1061,264" path="m6560,7778l7620,7778,7620,7514,6560,7514,6560,7778e" filled="t" fillcolor="#FFFF00" stroked="f">
                <v:path arrowok="t"/>
                <v:fill/>
              </v:shape>
            </v:group>
            <v:group style="position:absolute;left:7727;top:7514;width:110;height:264" coordorigin="7727,7514" coordsize="110,264">
              <v:shape style="position:absolute;left:7727;top:7514;width:110;height:264" coordorigin="7727,7514" coordsize="110,264" path="m7727,7778l7837,7778,7837,7514,7727,7514,7727,7778e" filled="t" fillcolor="#FFFF00" stroked="f">
                <v:path arrowok="t"/>
                <v:fill/>
              </v:shape>
            </v:group>
            <v:group style="position:absolute;left:8389;top:7514;width:106;height:264" coordorigin="8389,7514" coordsize="106,264">
              <v:shape style="position:absolute;left:8389;top:7514;width:106;height:264" coordorigin="8389,7514" coordsize="106,264" path="m8389,7778l8495,7778,8495,7514,8389,7514,8389,7778e" filled="t" fillcolor="#FFFF00" stroked="f">
                <v:path arrowok="t"/>
                <v:fill/>
              </v:shape>
            </v:group>
            <v:group style="position:absolute;left:7837;top:7514;width:552;height:264" coordorigin="7837,7514" coordsize="552,264">
              <v:shape style="position:absolute;left:7837;top:7514;width:552;height:264" coordorigin="7837,7514" coordsize="552,264" path="m7837,7778l8389,7778,8389,7514,7837,7514,7837,7778e" filled="t" fillcolor="#FFFF00" stroked="f">
                <v:path arrowok="t"/>
                <v:fill/>
              </v:shape>
            </v:group>
            <v:group style="position:absolute;left:8499;top:7514;width:106;height:264" coordorigin="8499,7514" coordsize="106,264">
              <v:shape style="position:absolute;left:8499;top:7514;width:106;height:264" coordorigin="8499,7514" coordsize="106,264" path="m8499,7778l8605,7778,8605,7514,8499,7514,8499,7778e" filled="t" fillcolor="#FFFF00" stroked="f">
                <v:path arrowok="t"/>
                <v:fill/>
              </v:shape>
            </v:group>
            <v:group style="position:absolute;left:9071;top:7514;width:106;height:264" coordorigin="9071,7514" coordsize="106,264">
              <v:shape style="position:absolute;left:9071;top:7514;width:106;height:264" coordorigin="9071,7514" coordsize="106,264" path="m9071,7778l9177,7778,9177,7514,9071,7514,9071,7778e" filled="t" fillcolor="#FFFF00" stroked="f">
                <v:path arrowok="t"/>
                <v:fill/>
              </v:shape>
            </v:group>
            <v:group style="position:absolute;left:8605;top:7514;width:466;height:264" coordorigin="8605,7514" coordsize="466,264">
              <v:shape style="position:absolute;left:8605;top:7514;width:466;height:264" coordorigin="8605,7514" coordsize="466,264" path="m8605,7778l9071,7778,9071,7514,8605,7514,8605,7778e" filled="t" fillcolor="#FFFF00" stroked="f">
                <v:path arrowok="t"/>
                <v:fill/>
              </v:shape>
            </v:group>
            <v:group style="position:absolute;left:9181;top:7514;width:106;height:264" coordorigin="9181,7514" coordsize="106,264">
              <v:shape style="position:absolute;left:9181;top:7514;width:106;height:264" coordorigin="9181,7514" coordsize="106,264" path="m9181,7778l9287,7778,9287,7514,9181,7514,9181,7778e" filled="t" fillcolor="#FFFF00" stroked="f">
                <v:path arrowok="t"/>
                <v:fill/>
              </v:shape>
            </v:group>
            <v:group style="position:absolute;left:9681;top:7514;width:101;height:264" coordorigin="9681,7514" coordsize="101,264">
              <v:shape style="position:absolute;left:9681;top:7514;width:101;height:264" coordorigin="9681,7514" coordsize="101,264" path="m9681,7778l9781,7778,9781,7514,9681,7514,9681,7778e" filled="t" fillcolor="#FFFF00" stroked="f">
                <v:path arrowok="t"/>
                <v:fill/>
              </v:shape>
            </v:group>
            <v:group style="position:absolute;left:9287;top:7514;width:394;height:264" coordorigin="9287,7514" coordsize="394,264">
              <v:shape style="position:absolute;left:9287;top:7514;width:394;height:264" coordorigin="9287,7514" coordsize="394,264" path="m9287,7778l9681,7778,9681,7514,9287,7514,9287,7778e" filled="t" fillcolor="#FFFF00" stroked="f">
                <v:path arrowok="t"/>
                <v:fill/>
              </v:shape>
            </v:group>
            <v:group style="position:absolute;left:9786;top:7533;width:605;height:2" coordorigin="9786,7533" coordsize="605,2">
              <v:shape style="position:absolute;left:9786;top:7533;width:605;height:2" coordorigin="9786,7533" coordsize="605,0" path="m9786,7533l10391,7533e" filled="f" stroked="t" strokeweight="2.02pt" strokecolor="#FFFF00">
                <v:path arrowok="t"/>
              </v:shape>
            </v:group>
            <v:group style="position:absolute;left:9786;top:7552;width:110;height:226" coordorigin="9786,7552" coordsize="110,226">
              <v:shape style="position:absolute;left:9786;top:7552;width:110;height:226" coordorigin="9786,7552" coordsize="110,226" path="m9786,7778l9897,7778,9897,7552,9786,7552,9786,7778e" filled="t" fillcolor="#FFFF00" stroked="f">
                <v:path arrowok="t"/>
                <v:fill/>
              </v:shape>
            </v:group>
            <v:group style="position:absolute;left:10286;top:7552;width:106;height:226" coordorigin="10286,7552" coordsize="106,226">
              <v:shape style="position:absolute;left:10286;top:7552;width:106;height:226" coordorigin="10286,7552" coordsize="106,226" path="m10286,7778l10392,7778,10392,7552,10286,7552,10286,7778e" filled="t" fillcolor="#FFFF00" stroked="f">
                <v:path arrowok="t"/>
                <v:fill/>
              </v:shape>
            </v:group>
            <v:group style="position:absolute;left:9897;top:7552;width:389;height:226" coordorigin="9897,7552" coordsize="389,226">
              <v:shape style="position:absolute;left:9897;top:7552;width:389;height:226" coordorigin="9897,7552" coordsize="389,226" path="m9897,7778l10286,7778,10286,7552,9897,7552,9897,7778e" filled="t" fillcolor="#FFFF00" stroked="f">
                <v:path arrowok="t"/>
                <v:fill/>
              </v:shape>
            </v:group>
            <v:group style="position:absolute;left:10396;top:7514;width:106;height:264" coordorigin="10396,7514" coordsize="106,264">
              <v:shape style="position:absolute;left:10396;top:7514;width:106;height:264" coordorigin="10396,7514" coordsize="106,264" path="m10396,7778l10502,7778,10502,7514,10396,7514,10396,7778e" filled="t" fillcolor="#FFFF00" stroked="f">
                <v:path arrowok="t"/>
                <v:fill/>
              </v:shape>
            </v:group>
            <v:group style="position:absolute;left:10968;top:7514;width:101;height:264" coordorigin="10968,7514" coordsize="101,264">
              <v:shape style="position:absolute;left:10968;top:7514;width:101;height:264" coordorigin="10968,7514" coordsize="101,264" path="m10968,7778l11068,7778,11068,7514,10968,7514,10968,7778e" filled="t" fillcolor="#FFFF00" stroked="f">
                <v:path arrowok="t"/>
                <v:fill/>
              </v:shape>
            </v:group>
            <v:group style="position:absolute;left:10502;top:7514;width:466;height:264" coordorigin="10502,7514" coordsize="466,264">
              <v:shape style="position:absolute;left:10502;top:7514;width:466;height:264" coordorigin="10502,7514" coordsize="466,264" path="m10502,7778l10968,7778,10968,7514,10502,7514,10502,7778e" filled="t" fillcolor="#FFFF00" stroked="f">
                <v:path arrowok="t"/>
                <v:fill/>
              </v:shape>
            </v:group>
            <v:group style="position:absolute;left:716;top:7504;width:10362;height:2" coordorigin="716,7504" coordsize="10362,2">
              <v:shape style="position:absolute;left:716;top:7504;width:10362;height:2" coordorigin="716,7504" coordsize="10362,0" path="m716,7504l11078,7504e" filled="f" stroked="t" strokeweight=".579980pt" strokecolor="#000000">
                <v:path arrowok="t"/>
              </v:shape>
            </v:group>
            <v:group style="position:absolute;left:716;top:7783;width:10362;height:2" coordorigin="716,7783" coordsize="10362,2">
              <v:shape style="position:absolute;left:716;top:7783;width:10362;height:2" coordorigin="716,7783" coordsize="10362,0" path="m716,7783l11078,7783e" filled="f" stroked="t" strokeweight=".58001pt" strokecolor="#000000">
                <v:path arrowok="t"/>
              </v:shape>
            </v:group>
            <v:group style="position:absolute;left:725;top:8090;width:1522;height:2" coordorigin="725,8090" coordsize="1522,2">
              <v:shape style="position:absolute;left:725;top:8090;width:1522;height:2" coordorigin="725,8090" coordsize="1522,0" path="m725,8090l2247,8090e" filled="f" stroked="t" strokeweight="2.02pt" strokecolor="#FFFF00">
                <v:path arrowok="t"/>
              </v:shape>
            </v:group>
            <v:group style="position:absolute;left:725;top:8110;width:101;height:230" coordorigin="725,8110" coordsize="101,230">
              <v:shape style="position:absolute;left:725;top:8110;width:101;height:230" coordorigin="725,8110" coordsize="101,230" path="m725,8340l826,8340,826,8110,725,8110,725,8340e" filled="t" fillcolor="#FFFF00" stroked="f">
                <v:path arrowok="t"/>
                <v:fill/>
              </v:shape>
            </v:group>
            <v:group style="position:absolute;left:2147;top:8110;width:101;height:230" coordorigin="2147,8110" coordsize="101,230">
              <v:shape style="position:absolute;left:2147;top:8110;width:101;height:230" coordorigin="2147,8110" coordsize="101,230" path="m2147,8340l2247,8340,2247,8110,2147,8110,2147,8340e" filled="t" fillcolor="#FFFF00" stroked="f">
                <v:path arrowok="t"/>
                <v:fill/>
              </v:shape>
            </v:group>
            <v:group style="position:absolute;left:826;top:8110;width:1320;height:230" coordorigin="826,8110" coordsize="1320,230">
              <v:shape style="position:absolute;left:826;top:8110;width:1320;height:230" coordorigin="826,8110" coordsize="1320,230" path="m826,8340l2147,8340,2147,8110,826,8110,826,8340e" filled="t" fillcolor="#FFFF00" stroked="f">
                <v:path arrowok="t"/>
                <v:fill/>
              </v:shape>
            </v:group>
            <v:group style="position:absolute;left:2252;top:8071;width:110;height:269" coordorigin="2252,8071" coordsize="110,269">
              <v:shape style="position:absolute;left:2252;top:8071;width:110;height:269" coordorigin="2252,8071" coordsize="110,269" path="m2252,8340l2363,8340,2363,8071,2252,8071,2252,8340e" filled="t" fillcolor="#FFFF00" stroked="f">
                <v:path arrowok="t"/>
                <v:fill/>
              </v:shape>
            </v:group>
            <v:group style="position:absolute;left:2838;top:8071;width:101;height:269" coordorigin="2838,8071" coordsize="101,269">
              <v:shape style="position:absolute;left:2838;top:8071;width:101;height:269" coordorigin="2838,8071" coordsize="101,269" path="m2838,8340l2939,8340,2939,8071,2838,8071,2838,8340e" filled="t" fillcolor="#FFFF00" stroked="f">
                <v:path arrowok="t"/>
                <v:fill/>
              </v:shape>
            </v:group>
            <v:group style="position:absolute;left:2363;top:8071;width:475;height:269" coordorigin="2363,8071" coordsize="475,269">
              <v:shape style="position:absolute;left:2363;top:8071;width:475;height:269" coordorigin="2363,8071" coordsize="475,269" path="m2363,8340l2838,8340,2838,8071,2363,8071,2363,8340e" filled="t" fillcolor="#FFFF00" stroked="f">
                <v:path arrowok="t"/>
                <v:fill/>
              </v:shape>
            </v:group>
            <v:group style="position:absolute;left:2943;top:8071;width:111;height:269" coordorigin="2943,8071" coordsize="111,269">
              <v:shape style="position:absolute;left:2943;top:8071;width:111;height:269" coordorigin="2943,8071" coordsize="111,269" path="m2943,8340l3054,8340,3054,8071,2943,8071,2943,8340e" filled="t" fillcolor="#FFFF00" stroked="f">
                <v:path arrowok="t"/>
                <v:fill/>
              </v:shape>
            </v:group>
            <v:group style="position:absolute;left:3520;top:8071;width:106;height:269" coordorigin="3520,8071" coordsize="106,269">
              <v:shape style="position:absolute;left:3520;top:8071;width:106;height:269" coordorigin="3520,8071" coordsize="106,269" path="m3520,8340l3625,8340,3625,8071,3520,8071,3520,8340e" filled="t" fillcolor="#FFFF00" stroked="f">
                <v:path arrowok="t"/>
                <v:fill/>
              </v:shape>
            </v:group>
            <v:group style="position:absolute;left:3054;top:8071;width:466;height:269" coordorigin="3054,8071" coordsize="466,269">
              <v:shape style="position:absolute;left:3054;top:8071;width:466;height:269" coordorigin="3054,8071" coordsize="466,269" path="m3054,8340l3520,8340,3520,8071,3054,8071,3054,8340e" filled="t" fillcolor="#FFFF00" stroked="f">
                <v:path arrowok="t"/>
                <v:fill/>
              </v:shape>
            </v:group>
            <v:group style="position:absolute;left:3630;top:8071;width:106;height:269" coordorigin="3630,8071" coordsize="106,269">
              <v:shape style="position:absolute;left:3630;top:8071;width:106;height:269" coordorigin="3630,8071" coordsize="106,269" path="m3630,8340l3736,8340,3736,8071,3630,8071,3630,8340e" filled="t" fillcolor="#FFFF00" stroked="f">
                <v:path arrowok="t"/>
                <v:fill/>
              </v:shape>
            </v:group>
            <v:group style="position:absolute;left:4394;top:8071;width:106;height:269" coordorigin="4394,8071" coordsize="106,269">
              <v:shape style="position:absolute;left:4394;top:8071;width:106;height:269" coordorigin="4394,8071" coordsize="106,269" path="m4394,8340l4500,8340,4500,8071,4394,8071,4394,8340e" filled="t" fillcolor="#FFFF00" stroked="f">
                <v:path arrowok="t"/>
                <v:fill/>
              </v:shape>
            </v:group>
            <v:group style="position:absolute;left:3736;top:8071;width:658;height:269" coordorigin="3736,8071" coordsize="658,269">
              <v:shape style="position:absolute;left:3736;top:8071;width:658;height:269" coordorigin="3736,8071" coordsize="658,269" path="m3736,8340l4394,8340,4394,8071,3736,8071,3736,8340e" filled="t" fillcolor="#FFFF00" stroked="f">
                <v:path arrowok="t"/>
                <v:fill/>
              </v:shape>
            </v:group>
            <v:group style="position:absolute;left:4504;top:8071;width:106;height:269" coordorigin="4504,8071" coordsize="106,269">
              <v:shape style="position:absolute;left:4504;top:8071;width:106;height:269" coordorigin="4504,8071" coordsize="106,269" path="m4504,8340l4610,8340,4610,8071,4504,8071,4504,8340e" filled="t" fillcolor="#FFFF00" stroked="f">
                <v:path arrowok="t"/>
                <v:fill/>
              </v:shape>
            </v:group>
            <v:group style="position:absolute;left:5061;top:8071;width:101;height:269" coordorigin="5061,8071" coordsize="101,269">
              <v:shape style="position:absolute;left:5061;top:8071;width:101;height:269" coordorigin="5061,8071" coordsize="101,269" path="m5061,8340l5162,8340,5162,8071,5061,8071,5061,8340e" filled="t" fillcolor="#FFFF00" stroked="f">
                <v:path arrowok="t"/>
                <v:fill/>
              </v:shape>
            </v:group>
            <v:group style="position:absolute;left:4610;top:8071;width:451;height:269" coordorigin="4610,8071" coordsize="451,269">
              <v:shape style="position:absolute;left:4610;top:8071;width:451;height:269" coordorigin="4610,8071" coordsize="451,269" path="m4610,8340l5061,8340,5061,8071,4610,8071,4610,8340e" filled="t" fillcolor="#FFFF00" stroked="f">
                <v:path arrowok="t"/>
                <v:fill/>
              </v:shape>
            </v:group>
            <v:group style="position:absolute;left:5167;top:8071;width:110;height:269" coordorigin="5167,8071" coordsize="110,269">
              <v:shape style="position:absolute;left:5167;top:8071;width:110;height:269" coordorigin="5167,8071" coordsize="110,269" path="m5167,8340l5277,8340,5277,8071,5167,8071,5167,8340e" filled="t" fillcolor="#FFFF00" stroked="f">
                <v:path arrowok="t"/>
                <v:fill/>
              </v:shape>
            </v:group>
            <v:group style="position:absolute;left:5748;top:8071;width:101;height:269" coordorigin="5748,8071" coordsize="101,269">
              <v:shape style="position:absolute;left:5748;top:8071;width:101;height:269" coordorigin="5748,8071" coordsize="101,269" path="m5748,8340l5849,8340,5849,8071,5748,8071,5748,8340e" filled="t" fillcolor="#FFFF00" stroked="f">
                <v:path arrowok="t"/>
                <v:fill/>
              </v:shape>
            </v:group>
            <v:group style="position:absolute;left:5277;top:8071;width:471;height:269" coordorigin="5277,8071" coordsize="471,269">
              <v:shape style="position:absolute;left:5277;top:8071;width:471;height:269" coordorigin="5277,8071" coordsize="471,269" path="m5277,8340l5748,8340,5748,8071,5277,8071,5277,8340e" filled="t" fillcolor="#FFFF00" stroked="f">
                <v:path arrowok="t"/>
                <v:fill/>
              </v:shape>
            </v:group>
            <v:group style="position:absolute;left:5854;top:8071;width:110;height:269" coordorigin="5854,8071" coordsize="110,269">
              <v:shape style="position:absolute;left:5854;top:8071;width:110;height:269" coordorigin="5854,8071" coordsize="110,269" path="m5854,8340l5964,8340,5964,8071,5854,8071,5854,8340e" filled="t" fillcolor="#FFFF00" stroked="f">
                <v:path arrowok="t"/>
                <v:fill/>
              </v:shape>
            </v:group>
            <v:group style="position:absolute;left:6343;top:8071;width:101;height:269" coordorigin="6343,8071" coordsize="101,269">
              <v:shape style="position:absolute;left:6343;top:8071;width:101;height:269" coordorigin="6343,8071" coordsize="101,269" path="m6343,8340l6444,8340,6444,8071,6343,8071,6343,8340e" filled="t" fillcolor="#FFFF00" stroked="f">
                <v:path arrowok="t"/>
                <v:fill/>
              </v:shape>
            </v:group>
            <v:group style="position:absolute;left:5964;top:8071;width:379;height:269" coordorigin="5964,8071" coordsize="379,269">
              <v:shape style="position:absolute;left:5964;top:8071;width:379;height:269" coordorigin="5964,8071" coordsize="379,269" path="m5964,8340l6343,8340,6343,8071,5964,8071,5964,8340e" filled="t" fillcolor="#FFFF00" stroked="f">
                <v:path arrowok="t"/>
                <v:fill/>
              </v:shape>
            </v:group>
            <v:group style="position:absolute;left:6449;top:8071;width:111;height:269" coordorigin="6449,8071" coordsize="111,269">
              <v:shape style="position:absolute;left:6449;top:8071;width:111;height:269" coordorigin="6449,8071" coordsize="111,269" path="m6449,8340l6560,8340,6560,8071,6449,8071,6449,8340e" filled="t" fillcolor="#FFFF00" stroked="f">
                <v:path arrowok="t"/>
                <v:fill/>
              </v:shape>
            </v:group>
            <v:group style="position:absolute;left:7620;top:8071;width:101;height:269" coordorigin="7620,8071" coordsize="101,269">
              <v:shape style="position:absolute;left:7620;top:8071;width:101;height:269" coordorigin="7620,8071" coordsize="101,269" path="m7620,8340l7722,8340,7722,8071,7620,8071,7620,8340e" filled="t" fillcolor="#FFFF00" stroked="f">
                <v:path arrowok="t"/>
                <v:fill/>
              </v:shape>
            </v:group>
            <v:group style="position:absolute;left:6560;top:8071;width:1061;height:269" coordorigin="6560,8071" coordsize="1061,269">
              <v:shape style="position:absolute;left:6560;top:8071;width:1061;height:269" coordorigin="6560,8071" coordsize="1061,269" path="m6560,8340l7620,8340,7620,8071,6560,8071,6560,8340e" filled="t" fillcolor="#FFFF00" stroked="f">
                <v:path arrowok="t"/>
                <v:fill/>
              </v:shape>
            </v:group>
            <v:group style="position:absolute;left:7727;top:8071;width:110;height:269" coordorigin="7727,8071" coordsize="110,269">
              <v:shape style="position:absolute;left:7727;top:8071;width:110;height:269" coordorigin="7727,8071" coordsize="110,269" path="m7727,8340l7837,8340,7837,8071,7727,8071,7727,8340e" filled="t" fillcolor="#FFFF00" stroked="f">
                <v:path arrowok="t"/>
                <v:fill/>
              </v:shape>
            </v:group>
            <v:group style="position:absolute;left:8389;top:8071;width:106;height:269" coordorigin="8389,8071" coordsize="106,269">
              <v:shape style="position:absolute;left:8389;top:8071;width:106;height:269" coordorigin="8389,8071" coordsize="106,269" path="m8389,8340l8495,8340,8495,8071,8389,8071,8389,8340e" filled="t" fillcolor="#FFFF00" stroked="f">
                <v:path arrowok="t"/>
                <v:fill/>
              </v:shape>
            </v:group>
            <v:group style="position:absolute;left:7837;top:8071;width:552;height:269" coordorigin="7837,8071" coordsize="552,269">
              <v:shape style="position:absolute;left:7837;top:8071;width:552;height:269" coordorigin="7837,8071" coordsize="552,269" path="m7837,8340l8389,8340,8389,8071,7837,8071,7837,8340e" filled="t" fillcolor="#FFFF00" stroked="f">
                <v:path arrowok="t"/>
                <v:fill/>
              </v:shape>
            </v:group>
            <v:group style="position:absolute;left:8499;top:8071;width:106;height:269" coordorigin="8499,8071" coordsize="106,269">
              <v:shape style="position:absolute;left:8499;top:8071;width:106;height:269" coordorigin="8499,8071" coordsize="106,269" path="m8499,8340l8605,8340,8605,8071,8499,8071,8499,8340e" filled="t" fillcolor="#FFFF00" stroked="f">
                <v:path arrowok="t"/>
                <v:fill/>
              </v:shape>
            </v:group>
            <v:group style="position:absolute;left:9071;top:8071;width:106;height:269" coordorigin="9071,8071" coordsize="106,269">
              <v:shape style="position:absolute;left:9071;top:8071;width:106;height:269" coordorigin="9071,8071" coordsize="106,269" path="m9071,8340l9177,8340,9177,8071,9071,8071,9071,8340e" filled="t" fillcolor="#FFFF00" stroked="f">
                <v:path arrowok="t"/>
                <v:fill/>
              </v:shape>
            </v:group>
            <v:group style="position:absolute;left:8605;top:8071;width:466;height:269" coordorigin="8605,8071" coordsize="466,269">
              <v:shape style="position:absolute;left:8605;top:8071;width:466;height:269" coordorigin="8605,8071" coordsize="466,269" path="m8605,8340l9071,8340,9071,8071,8605,8071,8605,8340e" filled="t" fillcolor="#FFFF00" stroked="f">
                <v:path arrowok="t"/>
                <v:fill/>
              </v:shape>
            </v:group>
            <v:group style="position:absolute;left:9181;top:8071;width:106;height:269" coordorigin="9181,8071" coordsize="106,269">
              <v:shape style="position:absolute;left:9181;top:8071;width:106;height:269" coordorigin="9181,8071" coordsize="106,269" path="m9181,8340l9287,8340,9287,8071,9181,8071,9181,8340e" filled="t" fillcolor="#FFFF00" stroked="f">
                <v:path arrowok="t"/>
                <v:fill/>
              </v:shape>
            </v:group>
            <v:group style="position:absolute;left:9681;top:8071;width:101;height:269" coordorigin="9681,8071" coordsize="101,269">
              <v:shape style="position:absolute;left:9681;top:8071;width:101;height:269" coordorigin="9681,8071" coordsize="101,269" path="m9681,8340l9781,8340,9781,8071,9681,8071,9681,8340e" filled="t" fillcolor="#FFFF00" stroked="f">
                <v:path arrowok="t"/>
                <v:fill/>
              </v:shape>
            </v:group>
            <v:group style="position:absolute;left:9287;top:8071;width:394;height:269" coordorigin="9287,8071" coordsize="394,269">
              <v:shape style="position:absolute;left:9287;top:8071;width:394;height:269" coordorigin="9287,8071" coordsize="394,269" path="m9287,8340l9681,8340,9681,8071,9287,8071,9287,8340e" filled="t" fillcolor="#FFFF00" stroked="f">
                <v:path arrowok="t"/>
                <v:fill/>
              </v:shape>
            </v:group>
            <v:group style="position:absolute;left:9786;top:8090;width:605;height:2" coordorigin="9786,8090" coordsize="605,2">
              <v:shape style="position:absolute;left:9786;top:8090;width:605;height:2" coordorigin="9786,8090" coordsize="605,0" path="m9786,8090l10391,8090e" filled="f" stroked="t" strokeweight="2.02pt" strokecolor="#FFFF00">
                <v:path arrowok="t"/>
              </v:shape>
            </v:group>
            <v:group style="position:absolute;left:9786;top:8110;width:110;height:230" coordorigin="9786,8110" coordsize="110,230">
              <v:shape style="position:absolute;left:9786;top:8110;width:110;height:230" coordorigin="9786,8110" coordsize="110,230" path="m9786,8340l9897,8340,9897,8110,9786,8110,9786,8340e" filled="t" fillcolor="#FFFF00" stroked="f">
                <v:path arrowok="t"/>
                <v:fill/>
              </v:shape>
            </v:group>
            <v:group style="position:absolute;left:10286;top:8110;width:106;height:230" coordorigin="10286,8110" coordsize="106,230">
              <v:shape style="position:absolute;left:10286;top:8110;width:106;height:230" coordorigin="10286,8110" coordsize="106,230" path="m10286,8340l10392,8340,10392,8110,10286,8110,10286,8340e" filled="t" fillcolor="#FFFF00" stroked="f">
                <v:path arrowok="t"/>
                <v:fill/>
              </v:shape>
            </v:group>
            <v:group style="position:absolute;left:9897;top:8110;width:389;height:230" coordorigin="9897,8110" coordsize="389,230">
              <v:shape style="position:absolute;left:9897;top:8110;width:389;height:230" coordorigin="9897,8110" coordsize="389,230" path="m9897,8340l10286,8340,10286,8110,9897,8110,9897,8340e" filled="t" fillcolor="#FFFF00" stroked="f">
                <v:path arrowok="t"/>
                <v:fill/>
              </v:shape>
            </v:group>
            <v:group style="position:absolute;left:10396;top:8071;width:106;height:269" coordorigin="10396,8071" coordsize="106,269">
              <v:shape style="position:absolute;left:10396;top:8071;width:106;height:269" coordorigin="10396,8071" coordsize="106,269" path="m10396,8340l10502,8340,10502,8071,10396,8071,10396,8340e" filled="t" fillcolor="#FFFF00" stroked="f">
                <v:path arrowok="t"/>
                <v:fill/>
              </v:shape>
            </v:group>
            <v:group style="position:absolute;left:10968;top:8071;width:101;height:269" coordorigin="10968,8071" coordsize="101,269">
              <v:shape style="position:absolute;left:10968;top:8071;width:101;height:269" coordorigin="10968,8071" coordsize="101,269" path="m10968,8340l11068,8340,11068,8071,10968,8071,10968,8340e" filled="t" fillcolor="#FFFF00" stroked="f">
                <v:path arrowok="t"/>
                <v:fill/>
              </v:shape>
            </v:group>
            <v:group style="position:absolute;left:10502;top:8071;width:466;height:269" coordorigin="10502,8071" coordsize="466,269">
              <v:shape style="position:absolute;left:10502;top:8071;width:466;height:269" coordorigin="10502,8071" coordsize="466,269" path="m10502,8340l10968,8340,10968,8071,10502,8071,10502,8340e" filled="t" fillcolor="#FFFF00" stroked="f">
                <v:path arrowok="t"/>
                <v:fill/>
              </v:shape>
            </v:group>
            <v:group style="position:absolute;left:716;top:8066;width:10362;height:2" coordorigin="716,8066" coordsize="10362,2">
              <v:shape style="position:absolute;left:716;top:8066;width:10362;height:2" coordorigin="716,8066" coordsize="10362,0" path="m716,8066l11078,8066e" filled="f" stroked="t" strokeweight=".579980pt" strokecolor="#000000">
                <v:path arrowok="t"/>
              </v:shape>
            </v:group>
            <v:group style="position:absolute;left:716;top:8345;width:10362;height:2" coordorigin="716,8345" coordsize="10362,2">
              <v:shape style="position:absolute;left:716;top:8345;width:10362;height:2" coordorigin="716,8345" coordsize="10362,0" path="m716,8345l11078,8345e" filled="f" stroked="t" strokeweight=".58001pt" strokecolor="#000000">
                <v:path arrowok="t"/>
              </v:shape>
            </v:group>
            <v:group style="position:absolute;left:725;top:8647;width:1522;height:2" coordorigin="725,8647" coordsize="1522,2">
              <v:shape style="position:absolute;left:725;top:8647;width:1522;height:2" coordorigin="725,8647" coordsize="1522,0" path="m725,8647l2247,8647e" filled="f" stroked="t" strokeweight="2.02pt" strokecolor="#E4B8B7">
                <v:path arrowok="t"/>
              </v:shape>
            </v:group>
            <v:group style="position:absolute;left:725;top:8666;width:101;height:230" coordorigin="725,8666" coordsize="101,230">
              <v:shape style="position:absolute;left:725;top:8666;width:101;height:230" coordorigin="725,8666" coordsize="101,230" path="m725,8897l826,8897,826,8666,725,8666,725,8897e" filled="t" fillcolor="#E4B8B7" stroked="f">
                <v:path arrowok="t"/>
                <v:fill/>
              </v:shape>
            </v:group>
            <v:group style="position:absolute;left:2147;top:8666;width:101;height:230" coordorigin="2147,8666" coordsize="101,230">
              <v:shape style="position:absolute;left:2147;top:8666;width:101;height:230" coordorigin="2147,8666" coordsize="101,230" path="m2147,8897l2247,8897,2247,8666,2147,8666,2147,8897e" filled="t" fillcolor="#E4B8B7" stroked="f">
                <v:path arrowok="t"/>
                <v:fill/>
              </v:shape>
            </v:group>
            <v:group style="position:absolute;left:826;top:8666;width:1320;height:230" coordorigin="826,8666" coordsize="1320,230">
              <v:shape style="position:absolute;left:826;top:8666;width:1320;height:230" coordorigin="826,8666" coordsize="1320,230" path="m826,8897l2147,8897,2147,8666,826,8666,826,8897e" filled="t" fillcolor="#E4B8B7" stroked="f">
                <v:path arrowok="t"/>
                <v:fill/>
              </v:shape>
            </v:group>
            <v:group style="position:absolute;left:2252;top:8628;width:110;height:269" coordorigin="2252,8628" coordsize="110,269">
              <v:shape style="position:absolute;left:2252;top:8628;width:110;height:269" coordorigin="2252,8628" coordsize="110,269" path="m2252,8897l2363,8897,2363,8628,2252,8628,2252,8897e" filled="t" fillcolor="#E4B8B7" stroked="f">
                <v:path arrowok="t"/>
                <v:fill/>
              </v:shape>
            </v:group>
            <v:group style="position:absolute;left:2838;top:8628;width:101;height:269" coordorigin="2838,8628" coordsize="101,269">
              <v:shape style="position:absolute;left:2838;top:8628;width:101;height:269" coordorigin="2838,8628" coordsize="101,269" path="m2838,8897l2939,8897,2939,8628,2838,8628,2838,8897e" filled="t" fillcolor="#E4B8B7" stroked="f">
                <v:path arrowok="t"/>
                <v:fill/>
              </v:shape>
            </v:group>
            <v:group style="position:absolute;left:2363;top:8628;width:475;height:269" coordorigin="2363,8628" coordsize="475,269">
              <v:shape style="position:absolute;left:2363;top:8628;width:475;height:269" coordorigin="2363,8628" coordsize="475,269" path="m2363,8897l2838,8897,2838,8628,2363,8628,2363,8897e" filled="t" fillcolor="#E4B8B7" stroked="f">
                <v:path arrowok="t"/>
                <v:fill/>
              </v:shape>
            </v:group>
            <v:group style="position:absolute;left:2943;top:8628;width:111;height:269" coordorigin="2943,8628" coordsize="111,269">
              <v:shape style="position:absolute;left:2943;top:8628;width:111;height:269" coordorigin="2943,8628" coordsize="111,269" path="m2943,8897l3054,8897,3054,8628,2943,8628,2943,8897e" filled="t" fillcolor="#E4B8B7" stroked="f">
                <v:path arrowok="t"/>
                <v:fill/>
              </v:shape>
            </v:group>
            <v:group style="position:absolute;left:3520;top:8628;width:106;height:269" coordorigin="3520,8628" coordsize="106,269">
              <v:shape style="position:absolute;left:3520;top:8628;width:106;height:269" coordorigin="3520,8628" coordsize="106,269" path="m3520,8897l3625,8897,3625,8628,3520,8628,3520,8897e" filled="t" fillcolor="#E4B8B7" stroked="f">
                <v:path arrowok="t"/>
                <v:fill/>
              </v:shape>
            </v:group>
            <v:group style="position:absolute;left:3054;top:8628;width:466;height:269" coordorigin="3054,8628" coordsize="466,269">
              <v:shape style="position:absolute;left:3054;top:8628;width:466;height:269" coordorigin="3054,8628" coordsize="466,269" path="m3054,8897l3520,8897,3520,8628,3054,8628,3054,8897e" filled="t" fillcolor="#E4B8B7" stroked="f">
                <v:path arrowok="t"/>
                <v:fill/>
              </v:shape>
            </v:group>
            <v:group style="position:absolute;left:3630;top:8628;width:106;height:269" coordorigin="3630,8628" coordsize="106,269">
              <v:shape style="position:absolute;left:3630;top:8628;width:106;height:269" coordorigin="3630,8628" coordsize="106,269" path="m3630,8897l3736,8897,3736,8628,3630,8628,3630,8897e" filled="t" fillcolor="#E4B8B7" stroked="f">
                <v:path arrowok="t"/>
                <v:fill/>
              </v:shape>
            </v:group>
            <v:group style="position:absolute;left:4394;top:8628;width:106;height:269" coordorigin="4394,8628" coordsize="106,269">
              <v:shape style="position:absolute;left:4394;top:8628;width:106;height:269" coordorigin="4394,8628" coordsize="106,269" path="m4394,8897l4500,8897,4500,8628,4394,8628,4394,8897e" filled="t" fillcolor="#E4B8B7" stroked="f">
                <v:path arrowok="t"/>
                <v:fill/>
              </v:shape>
            </v:group>
            <v:group style="position:absolute;left:3736;top:8628;width:658;height:269" coordorigin="3736,8628" coordsize="658,269">
              <v:shape style="position:absolute;left:3736;top:8628;width:658;height:269" coordorigin="3736,8628" coordsize="658,269" path="m3736,8897l4394,8897,4394,8628,3736,8628,3736,8897e" filled="t" fillcolor="#E4B8B7" stroked="f">
                <v:path arrowok="t"/>
                <v:fill/>
              </v:shape>
            </v:group>
            <v:group style="position:absolute;left:4504;top:8628;width:106;height:269" coordorigin="4504,8628" coordsize="106,269">
              <v:shape style="position:absolute;left:4504;top:8628;width:106;height:269" coordorigin="4504,8628" coordsize="106,269" path="m4504,8897l4610,8897,4610,8628,4504,8628,4504,8897e" filled="t" fillcolor="#E4B8B7" stroked="f">
                <v:path arrowok="t"/>
                <v:fill/>
              </v:shape>
            </v:group>
            <v:group style="position:absolute;left:5061;top:8628;width:101;height:269" coordorigin="5061,8628" coordsize="101,269">
              <v:shape style="position:absolute;left:5061;top:8628;width:101;height:269" coordorigin="5061,8628" coordsize="101,269" path="m5061,8897l5162,8897,5162,8628,5061,8628,5061,8897e" filled="t" fillcolor="#E4B8B7" stroked="f">
                <v:path arrowok="t"/>
                <v:fill/>
              </v:shape>
            </v:group>
            <v:group style="position:absolute;left:4610;top:8628;width:451;height:269" coordorigin="4610,8628" coordsize="451,269">
              <v:shape style="position:absolute;left:4610;top:8628;width:451;height:269" coordorigin="4610,8628" coordsize="451,269" path="m4610,8897l5061,8897,5061,8628,4610,8628,4610,8897e" filled="t" fillcolor="#E4B8B7" stroked="f">
                <v:path arrowok="t"/>
                <v:fill/>
              </v:shape>
            </v:group>
            <v:group style="position:absolute;left:5167;top:8628;width:110;height:269" coordorigin="5167,8628" coordsize="110,269">
              <v:shape style="position:absolute;left:5167;top:8628;width:110;height:269" coordorigin="5167,8628" coordsize="110,269" path="m5167,8897l5277,8897,5277,8628,5167,8628,5167,8897e" filled="t" fillcolor="#E4B8B7" stroked="f">
                <v:path arrowok="t"/>
                <v:fill/>
              </v:shape>
            </v:group>
            <v:group style="position:absolute;left:5748;top:8628;width:101;height:269" coordorigin="5748,8628" coordsize="101,269">
              <v:shape style="position:absolute;left:5748;top:8628;width:101;height:269" coordorigin="5748,8628" coordsize="101,269" path="m5748,8897l5849,8897,5849,8628,5748,8628,5748,8897e" filled="t" fillcolor="#E4B8B7" stroked="f">
                <v:path arrowok="t"/>
                <v:fill/>
              </v:shape>
            </v:group>
            <v:group style="position:absolute;left:5277;top:8628;width:471;height:269" coordorigin="5277,8628" coordsize="471,269">
              <v:shape style="position:absolute;left:5277;top:8628;width:471;height:269" coordorigin="5277,8628" coordsize="471,269" path="m5277,8897l5748,8897,5748,8628,5277,8628,5277,8897e" filled="t" fillcolor="#E4B8B7" stroked="f">
                <v:path arrowok="t"/>
                <v:fill/>
              </v:shape>
            </v:group>
            <v:group style="position:absolute;left:5854;top:8628;width:110;height:269" coordorigin="5854,8628" coordsize="110,269">
              <v:shape style="position:absolute;left:5854;top:8628;width:110;height:269" coordorigin="5854,8628" coordsize="110,269" path="m5854,8897l5964,8897,5964,8628,5854,8628,5854,8897e" filled="t" fillcolor="#E4B8B7" stroked="f">
                <v:path arrowok="t"/>
                <v:fill/>
              </v:shape>
            </v:group>
            <v:group style="position:absolute;left:6343;top:8628;width:101;height:269" coordorigin="6343,8628" coordsize="101,269">
              <v:shape style="position:absolute;left:6343;top:8628;width:101;height:269" coordorigin="6343,8628" coordsize="101,269" path="m6343,8897l6444,8897,6444,8628,6343,8628,6343,8897e" filled="t" fillcolor="#E4B8B7" stroked="f">
                <v:path arrowok="t"/>
                <v:fill/>
              </v:shape>
            </v:group>
            <v:group style="position:absolute;left:5964;top:8628;width:379;height:269" coordorigin="5964,8628" coordsize="379,269">
              <v:shape style="position:absolute;left:5964;top:8628;width:379;height:269" coordorigin="5964,8628" coordsize="379,269" path="m5964,8897l6343,8897,6343,8628,5964,8628,5964,8897e" filled="t" fillcolor="#E4B8B7" stroked="f">
                <v:path arrowok="t"/>
                <v:fill/>
              </v:shape>
            </v:group>
            <v:group style="position:absolute;left:6449;top:8628;width:111;height:269" coordorigin="6449,8628" coordsize="111,269">
              <v:shape style="position:absolute;left:6449;top:8628;width:111;height:269" coordorigin="6449,8628" coordsize="111,269" path="m6449,8897l6560,8897,6560,8628,6449,8628,6449,8897e" filled="t" fillcolor="#E4B8B7" stroked="f">
                <v:path arrowok="t"/>
                <v:fill/>
              </v:shape>
            </v:group>
            <v:group style="position:absolute;left:7620;top:8628;width:101;height:269" coordorigin="7620,8628" coordsize="101,269">
              <v:shape style="position:absolute;left:7620;top:8628;width:101;height:269" coordorigin="7620,8628" coordsize="101,269" path="m7620,8897l7722,8897,7722,8628,7620,8628,7620,8897e" filled="t" fillcolor="#E4B8B7" stroked="f">
                <v:path arrowok="t"/>
                <v:fill/>
              </v:shape>
            </v:group>
            <v:group style="position:absolute;left:6560;top:8628;width:1061;height:269" coordorigin="6560,8628" coordsize="1061,269">
              <v:shape style="position:absolute;left:6560;top:8628;width:1061;height:269" coordorigin="6560,8628" coordsize="1061,269" path="m6560,8897l7620,8897,7620,8628,6560,8628,6560,8897e" filled="t" fillcolor="#E4B8B7" stroked="f">
                <v:path arrowok="t"/>
                <v:fill/>
              </v:shape>
            </v:group>
            <v:group style="position:absolute;left:7727;top:8628;width:110;height:269" coordorigin="7727,8628" coordsize="110,269">
              <v:shape style="position:absolute;left:7727;top:8628;width:110;height:269" coordorigin="7727,8628" coordsize="110,269" path="m7727,8897l7837,8897,7837,8628,7727,8628,7727,8897e" filled="t" fillcolor="#E4B8B7" stroked="f">
                <v:path arrowok="t"/>
                <v:fill/>
              </v:shape>
            </v:group>
            <v:group style="position:absolute;left:8389;top:8628;width:106;height:269" coordorigin="8389,8628" coordsize="106,269">
              <v:shape style="position:absolute;left:8389;top:8628;width:106;height:269" coordorigin="8389,8628" coordsize="106,269" path="m8389,8897l8495,8897,8495,8628,8389,8628,8389,8897e" filled="t" fillcolor="#E4B8B7" stroked="f">
                <v:path arrowok="t"/>
                <v:fill/>
              </v:shape>
            </v:group>
            <v:group style="position:absolute;left:7837;top:8628;width:552;height:269" coordorigin="7837,8628" coordsize="552,269">
              <v:shape style="position:absolute;left:7837;top:8628;width:552;height:269" coordorigin="7837,8628" coordsize="552,269" path="m7837,8897l8389,8897,8389,8628,7837,8628,7837,8897e" filled="t" fillcolor="#E4B8B7" stroked="f">
                <v:path arrowok="t"/>
                <v:fill/>
              </v:shape>
            </v:group>
            <v:group style="position:absolute;left:8499;top:8628;width:106;height:269" coordorigin="8499,8628" coordsize="106,269">
              <v:shape style="position:absolute;left:8499;top:8628;width:106;height:269" coordorigin="8499,8628" coordsize="106,269" path="m8499,8897l8605,8897,8605,8628,8499,8628,8499,8897e" filled="t" fillcolor="#E4B8B7" stroked="f">
                <v:path arrowok="t"/>
                <v:fill/>
              </v:shape>
            </v:group>
            <v:group style="position:absolute;left:9071;top:8628;width:106;height:269" coordorigin="9071,8628" coordsize="106,269">
              <v:shape style="position:absolute;left:9071;top:8628;width:106;height:269" coordorigin="9071,8628" coordsize="106,269" path="m9071,8897l9177,8897,9177,8628,9071,8628,9071,8897e" filled="t" fillcolor="#E4B8B7" stroked="f">
                <v:path arrowok="t"/>
                <v:fill/>
              </v:shape>
            </v:group>
            <v:group style="position:absolute;left:8605;top:8628;width:466;height:269" coordorigin="8605,8628" coordsize="466,269">
              <v:shape style="position:absolute;left:8605;top:8628;width:466;height:269" coordorigin="8605,8628" coordsize="466,269" path="m8605,8897l9071,8897,9071,8628,8605,8628,8605,8897e" filled="t" fillcolor="#E4B8B7" stroked="f">
                <v:path arrowok="t"/>
                <v:fill/>
              </v:shape>
            </v:group>
            <v:group style="position:absolute;left:9181;top:8628;width:106;height:269" coordorigin="9181,8628" coordsize="106,269">
              <v:shape style="position:absolute;left:9181;top:8628;width:106;height:269" coordorigin="9181,8628" coordsize="106,269" path="m9181,8897l9287,8897,9287,8628,9181,8628,9181,8897e" filled="t" fillcolor="#E4B8B7" stroked="f">
                <v:path arrowok="t"/>
                <v:fill/>
              </v:shape>
            </v:group>
            <v:group style="position:absolute;left:9681;top:8628;width:101;height:269" coordorigin="9681,8628" coordsize="101,269">
              <v:shape style="position:absolute;left:9681;top:8628;width:101;height:269" coordorigin="9681,8628" coordsize="101,269" path="m9681,8897l9781,8897,9781,8628,9681,8628,9681,8897e" filled="t" fillcolor="#E4B8B7" stroked="f">
                <v:path arrowok="t"/>
                <v:fill/>
              </v:shape>
            </v:group>
            <v:group style="position:absolute;left:9287;top:8628;width:394;height:269" coordorigin="9287,8628" coordsize="394,269">
              <v:shape style="position:absolute;left:9287;top:8628;width:394;height:269" coordorigin="9287,8628" coordsize="394,269" path="m9287,8897l9681,8897,9681,8628,9287,8628,9287,8897e" filled="t" fillcolor="#E4B8B7" stroked="f">
                <v:path arrowok="t"/>
                <v:fill/>
              </v:shape>
            </v:group>
            <v:group style="position:absolute;left:9786;top:8647;width:605;height:2" coordorigin="9786,8647" coordsize="605,2">
              <v:shape style="position:absolute;left:9786;top:8647;width:605;height:2" coordorigin="9786,8647" coordsize="605,0" path="m9786,8647l10391,8647e" filled="f" stroked="t" strokeweight="2.02pt" strokecolor="#E4B8B7">
                <v:path arrowok="t"/>
              </v:shape>
            </v:group>
            <v:group style="position:absolute;left:9786;top:8666;width:110;height:230" coordorigin="9786,8666" coordsize="110,230">
              <v:shape style="position:absolute;left:9786;top:8666;width:110;height:230" coordorigin="9786,8666" coordsize="110,230" path="m9786,8897l9897,8897,9897,8666,9786,8666,9786,8897e" filled="t" fillcolor="#E4B8B7" stroked="f">
                <v:path arrowok="t"/>
                <v:fill/>
              </v:shape>
            </v:group>
            <v:group style="position:absolute;left:10286;top:8666;width:106;height:230" coordorigin="10286,8666" coordsize="106,230">
              <v:shape style="position:absolute;left:10286;top:8666;width:106;height:230" coordorigin="10286,8666" coordsize="106,230" path="m10286,8897l10392,8897,10392,8666,10286,8666,10286,8897e" filled="t" fillcolor="#E4B8B7" stroked="f">
                <v:path arrowok="t"/>
                <v:fill/>
              </v:shape>
            </v:group>
            <v:group style="position:absolute;left:9897;top:8666;width:389;height:230" coordorigin="9897,8666" coordsize="389,230">
              <v:shape style="position:absolute;left:9897;top:8666;width:389;height:230" coordorigin="9897,8666" coordsize="389,230" path="m9897,8897l10286,8897,10286,8666,9897,8666,9897,8897e" filled="t" fillcolor="#E4B8B7" stroked="f">
                <v:path arrowok="t"/>
                <v:fill/>
              </v:shape>
            </v:group>
            <v:group style="position:absolute;left:10396;top:8628;width:106;height:269" coordorigin="10396,8628" coordsize="106,269">
              <v:shape style="position:absolute;left:10396;top:8628;width:106;height:269" coordorigin="10396,8628" coordsize="106,269" path="m10396,8897l10502,8897,10502,8628,10396,8628,10396,8897e" filled="t" fillcolor="#E4B8B7" stroked="f">
                <v:path arrowok="t"/>
                <v:fill/>
              </v:shape>
            </v:group>
            <v:group style="position:absolute;left:10968;top:8628;width:101;height:269" coordorigin="10968,8628" coordsize="101,269">
              <v:shape style="position:absolute;left:10968;top:8628;width:101;height:269" coordorigin="10968,8628" coordsize="101,269" path="m10968,8897l11068,8897,11068,8628,10968,8628,10968,8897e" filled="t" fillcolor="#E4B8B7" stroked="f">
                <v:path arrowok="t"/>
                <v:fill/>
              </v:shape>
            </v:group>
            <v:group style="position:absolute;left:10502;top:8628;width:466;height:269" coordorigin="10502,8628" coordsize="466,269">
              <v:shape style="position:absolute;left:10502;top:8628;width:466;height:269" coordorigin="10502,8628" coordsize="466,269" path="m10502,8897l10968,8897,10968,8628,10502,8628,10502,8897e" filled="t" fillcolor="#E4B8B7" stroked="f">
                <v:path arrowok="t"/>
                <v:fill/>
              </v:shape>
            </v:group>
            <v:group style="position:absolute;left:716;top:8623;width:10362;height:2" coordorigin="716,8623" coordsize="10362,2">
              <v:shape style="position:absolute;left:716;top:8623;width:10362;height:2" coordorigin="716,8623" coordsize="10362,0" path="m716,8623l11078,8623e" filled="f" stroked="t" strokeweight=".579980pt" strokecolor="#000000">
                <v:path arrowok="t"/>
              </v:shape>
            </v:group>
            <v:group style="position:absolute;left:716;top:8902;width:10362;height:2" coordorigin="716,8902" coordsize="10362,2">
              <v:shape style="position:absolute;left:716;top:8902;width:10362;height:2" coordorigin="716,8902" coordsize="10362,0" path="m716,8902l11078,8902e" filled="f" stroked="t" strokeweight=".58001pt" strokecolor="#000000">
                <v:path arrowok="t"/>
              </v:shape>
            </v:group>
            <v:group style="position:absolute;left:716;top:9180;width:10362;height:2" coordorigin="716,9180" coordsize="10362,2">
              <v:shape style="position:absolute;left:716;top:9180;width:10362;height:2" coordorigin="716,9180" coordsize="10362,0" path="m716,9180l11078,9180e" filled="f" stroked="t" strokeweight=".579980pt" strokecolor="#000000">
                <v:path arrowok="t"/>
              </v:shape>
            </v:group>
            <v:group style="position:absolute;left:725;top:9482;width:1522;height:2" coordorigin="725,9482" coordsize="1522,2">
              <v:shape style="position:absolute;left:725;top:9482;width:1522;height:2" coordorigin="725,9482" coordsize="1522,0" path="m725,9482l2247,9482e" filled="f" stroked="t" strokeweight="2.02pt" strokecolor="#FFFF00">
                <v:path arrowok="t"/>
              </v:shape>
            </v:group>
            <v:group style="position:absolute;left:725;top:9502;width:101;height:231" coordorigin="725,9502" coordsize="101,231">
              <v:shape style="position:absolute;left:725;top:9502;width:101;height:231" coordorigin="725,9502" coordsize="101,231" path="m725,9732l826,9732,826,9502,725,9502,725,9732e" filled="t" fillcolor="#FFFF00" stroked="f">
                <v:path arrowok="t"/>
                <v:fill/>
              </v:shape>
            </v:group>
            <v:group style="position:absolute;left:2147;top:9502;width:101;height:231" coordorigin="2147,9502" coordsize="101,231">
              <v:shape style="position:absolute;left:2147;top:9502;width:101;height:231" coordorigin="2147,9502" coordsize="101,231" path="m2147,9732l2247,9732,2247,9502,2147,9502,2147,9732e" filled="t" fillcolor="#FFFF00" stroked="f">
                <v:path arrowok="t"/>
                <v:fill/>
              </v:shape>
            </v:group>
            <v:group style="position:absolute;left:826;top:9502;width:1320;height:231" coordorigin="826,9502" coordsize="1320,231">
              <v:shape style="position:absolute;left:826;top:9502;width:1320;height:231" coordorigin="826,9502" coordsize="1320,231" path="m826,9732l2147,9732,2147,9502,826,9502,826,9732e" filled="t" fillcolor="#FFFF00" stroked="f">
                <v:path arrowok="t"/>
                <v:fill/>
              </v:shape>
            </v:group>
            <v:group style="position:absolute;left:2252;top:9463;width:110;height:269" coordorigin="2252,9463" coordsize="110,269">
              <v:shape style="position:absolute;left:2252;top:9463;width:110;height:269" coordorigin="2252,9463" coordsize="110,269" path="m2252,9732l2363,9732,2363,9463,2252,9463,2252,9732e" filled="t" fillcolor="#FFFF00" stroked="f">
                <v:path arrowok="t"/>
                <v:fill/>
              </v:shape>
            </v:group>
            <v:group style="position:absolute;left:2838;top:9463;width:101;height:269" coordorigin="2838,9463" coordsize="101,269">
              <v:shape style="position:absolute;left:2838;top:9463;width:101;height:269" coordorigin="2838,9463" coordsize="101,269" path="m2838,9732l2939,9732,2939,9463,2838,9463,2838,9732e" filled="t" fillcolor="#FFFF00" stroked="f">
                <v:path arrowok="t"/>
                <v:fill/>
              </v:shape>
            </v:group>
            <v:group style="position:absolute;left:2363;top:9463;width:475;height:269" coordorigin="2363,9463" coordsize="475,269">
              <v:shape style="position:absolute;left:2363;top:9463;width:475;height:269" coordorigin="2363,9463" coordsize="475,269" path="m2363,9732l2838,9732,2838,9463,2363,9463,2363,9732e" filled="t" fillcolor="#FFFF00" stroked="f">
                <v:path arrowok="t"/>
                <v:fill/>
              </v:shape>
            </v:group>
            <v:group style="position:absolute;left:2943;top:9463;width:111;height:269" coordorigin="2943,9463" coordsize="111,269">
              <v:shape style="position:absolute;left:2943;top:9463;width:111;height:269" coordorigin="2943,9463" coordsize="111,269" path="m2943,9732l3054,9732,3054,9463,2943,9463,2943,9732e" filled="t" fillcolor="#FFFF00" stroked="f">
                <v:path arrowok="t"/>
                <v:fill/>
              </v:shape>
            </v:group>
            <v:group style="position:absolute;left:3520;top:9463;width:106;height:269" coordorigin="3520,9463" coordsize="106,269">
              <v:shape style="position:absolute;left:3520;top:9463;width:106;height:269" coordorigin="3520,9463" coordsize="106,269" path="m3520,9732l3625,9732,3625,9463,3520,9463,3520,9732e" filled="t" fillcolor="#FFFF00" stroked="f">
                <v:path arrowok="t"/>
                <v:fill/>
              </v:shape>
            </v:group>
            <v:group style="position:absolute;left:3054;top:9463;width:466;height:269" coordorigin="3054,9463" coordsize="466,269">
              <v:shape style="position:absolute;left:3054;top:9463;width:466;height:269" coordorigin="3054,9463" coordsize="466,269" path="m3054,9732l3520,9732,3520,9463,3054,9463,3054,9732e" filled="t" fillcolor="#FFFF00" stroked="f">
                <v:path arrowok="t"/>
                <v:fill/>
              </v:shape>
            </v:group>
            <v:group style="position:absolute;left:3630;top:9463;width:106;height:269" coordorigin="3630,9463" coordsize="106,269">
              <v:shape style="position:absolute;left:3630;top:9463;width:106;height:269" coordorigin="3630,9463" coordsize="106,269" path="m3630,9732l3736,9732,3736,9463,3630,9463,3630,9732e" filled="t" fillcolor="#FFFF00" stroked="f">
                <v:path arrowok="t"/>
                <v:fill/>
              </v:shape>
            </v:group>
            <v:group style="position:absolute;left:4394;top:9463;width:106;height:269" coordorigin="4394,9463" coordsize="106,269">
              <v:shape style="position:absolute;left:4394;top:9463;width:106;height:269" coordorigin="4394,9463" coordsize="106,269" path="m4394,9732l4500,9732,4500,9463,4394,9463,4394,9732e" filled="t" fillcolor="#FFFF00" stroked="f">
                <v:path arrowok="t"/>
                <v:fill/>
              </v:shape>
            </v:group>
            <v:group style="position:absolute;left:3736;top:9463;width:658;height:269" coordorigin="3736,9463" coordsize="658,269">
              <v:shape style="position:absolute;left:3736;top:9463;width:658;height:269" coordorigin="3736,9463" coordsize="658,269" path="m3736,9732l4394,9732,4394,9463,3736,9463,3736,9732e" filled="t" fillcolor="#FFFF00" stroked="f">
                <v:path arrowok="t"/>
                <v:fill/>
              </v:shape>
            </v:group>
            <v:group style="position:absolute;left:4504;top:9463;width:106;height:269" coordorigin="4504,9463" coordsize="106,269">
              <v:shape style="position:absolute;left:4504;top:9463;width:106;height:269" coordorigin="4504,9463" coordsize="106,269" path="m4504,9732l4610,9732,4610,9463,4504,9463,4504,9732e" filled="t" fillcolor="#FFFF00" stroked="f">
                <v:path arrowok="t"/>
                <v:fill/>
              </v:shape>
            </v:group>
            <v:group style="position:absolute;left:5061;top:9463;width:101;height:269" coordorigin="5061,9463" coordsize="101,269">
              <v:shape style="position:absolute;left:5061;top:9463;width:101;height:269" coordorigin="5061,9463" coordsize="101,269" path="m5061,9732l5162,9732,5162,9463,5061,9463,5061,9732e" filled="t" fillcolor="#FFFF00" stroked="f">
                <v:path arrowok="t"/>
                <v:fill/>
              </v:shape>
            </v:group>
            <v:group style="position:absolute;left:4610;top:9463;width:451;height:269" coordorigin="4610,9463" coordsize="451,269">
              <v:shape style="position:absolute;left:4610;top:9463;width:451;height:269" coordorigin="4610,9463" coordsize="451,269" path="m4610,9732l5061,9732,5061,9463,4610,9463,4610,9732e" filled="t" fillcolor="#FFFF00" stroked="f">
                <v:path arrowok="t"/>
                <v:fill/>
              </v:shape>
            </v:group>
            <v:group style="position:absolute;left:5167;top:9463;width:110;height:269" coordorigin="5167,9463" coordsize="110,269">
              <v:shape style="position:absolute;left:5167;top:9463;width:110;height:269" coordorigin="5167,9463" coordsize="110,269" path="m5167,9732l5277,9732,5277,9463,5167,9463,5167,9732e" filled="t" fillcolor="#FFFF00" stroked="f">
                <v:path arrowok="t"/>
                <v:fill/>
              </v:shape>
            </v:group>
            <v:group style="position:absolute;left:5748;top:9463;width:101;height:269" coordorigin="5748,9463" coordsize="101,269">
              <v:shape style="position:absolute;left:5748;top:9463;width:101;height:269" coordorigin="5748,9463" coordsize="101,269" path="m5748,9732l5849,9732,5849,9463,5748,9463,5748,9732e" filled="t" fillcolor="#FFFF00" stroked="f">
                <v:path arrowok="t"/>
                <v:fill/>
              </v:shape>
            </v:group>
            <v:group style="position:absolute;left:5277;top:9463;width:471;height:269" coordorigin="5277,9463" coordsize="471,269">
              <v:shape style="position:absolute;left:5277;top:9463;width:471;height:269" coordorigin="5277,9463" coordsize="471,269" path="m5277,9732l5748,9732,5748,9463,5277,9463,5277,9732e" filled="t" fillcolor="#FFFF00" stroked="f">
                <v:path arrowok="t"/>
                <v:fill/>
              </v:shape>
            </v:group>
            <v:group style="position:absolute;left:5854;top:9463;width:110;height:269" coordorigin="5854,9463" coordsize="110,269">
              <v:shape style="position:absolute;left:5854;top:9463;width:110;height:269" coordorigin="5854,9463" coordsize="110,269" path="m5854,9732l5964,9732,5964,9463,5854,9463,5854,9732e" filled="t" fillcolor="#FFFF00" stroked="f">
                <v:path arrowok="t"/>
                <v:fill/>
              </v:shape>
            </v:group>
            <v:group style="position:absolute;left:6343;top:9463;width:101;height:269" coordorigin="6343,9463" coordsize="101,269">
              <v:shape style="position:absolute;left:6343;top:9463;width:101;height:269" coordorigin="6343,9463" coordsize="101,269" path="m6343,9732l6444,9732,6444,9463,6343,9463,6343,9732e" filled="t" fillcolor="#FFFF00" stroked="f">
                <v:path arrowok="t"/>
                <v:fill/>
              </v:shape>
            </v:group>
            <v:group style="position:absolute;left:5964;top:9463;width:379;height:269" coordorigin="5964,9463" coordsize="379,269">
              <v:shape style="position:absolute;left:5964;top:9463;width:379;height:269" coordorigin="5964,9463" coordsize="379,269" path="m5964,9732l6343,9732,6343,9463,5964,9463,5964,9732e" filled="t" fillcolor="#FFFF00" stroked="f">
                <v:path arrowok="t"/>
                <v:fill/>
              </v:shape>
            </v:group>
            <v:group style="position:absolute;left:6449;top:9463;width:111;height:269" coordorigin="6449,9463" coordsize="111,269">
              <v:shape style="position:absolute;left:6449;top:9463;width:111;height:269" coordorigin="6449,9463" coordsize="111,269" path="m6449,9732l6560,9732,6560,9463,6449,9463,6449,9732e" filled="t" fillcolor="#FFFF00" stroked="f">
                <v:path arrowok="t"/>
                <v:fill/>
              </v:shape>
            </v:group>
            <v:group style="position:absolute;left:7620;top:9463;width:101;height:269" coordorigin="7620,9463" coordsize="101,269">
              <v:shape style="position:absolute;left:7620;top:9463;width:101;height:269" coordorigin="7620,9463" coordsize="101,269" path="m7620,9732l7722,9732,7722,9463,7620,9463,7620,9732e" filled="t" fillcolor="#FFFF00" stroked="f">
                <v:path arrowok="t"/>
                <v:fill/>
              </v:shape>
            </v:group>
            <v:group style="position:absolute;left:6560;top:9463;width:1061;height:269" coordorigin="6560,9463" coordsize="1061,269">
              <v:shape style="position:absolute;left:6560;top:9463;width:1061;height:269" coordorigin="6560,9463" coordsize="1061,269" path="m6560,9732l7620,9732,7620,9463,6560,9463,6560,9732e" filled="t" fillcolor="#FFFF00" stroked="f">
                <v:path arrowok="t"/>
                <v:fill/>
              </v:shape>
            </v:group>
            <v:group style="position:absolute;left:7727;top:9463;width:110;height:269" coordorigin="7727,9463" coordsize="110,269">
              <v:shape style="position:absolute;left:7727;top:9463;width:110;height:269" coordorigin="7727,9463" coordsize="110,269" path="m7727,9732l7837,9732,7837,9463,7727,9463,7727,9732e" filled="t" fillcolor="#FFFF00" stroked="f">
                <v:path arrowok="t"/>
                <v:fill/>
              </v:shape>
            </v:group>
            <v:group style="position:absolute;left:8389;top:9463;width:106;height:269" coordorigin="8389,9463" coordsize="106,269">
              <v:shape style="position:absolute;left:8389;top:9463;width:106;height:269" coordorigin="8389,9463" coordsize="106,269" path="m8389,9732l8495,9732,8495,9463,8389,9463,8389,9732e" filled="t" fillcolor="#FFFF00" stroked="f">
                <v:path arrowok="t"/>
                <v:fill/>
              </v:shape>
            </v:group>
            <v:group style="position:absolute;left:7837;top:9463;width:552;height:269" coordorigin="7837,9463" coordsize="552,269">
              <v:shape style="position:absolute;left:7837;top:9463;width:552;height:269" coordorigin="7837,9463" coordsize="552,269" path="m7837,9732l8389,9732,8389,9463,7837,9463,7837,9732e" filled="t" fillcolor="#FFFF00" stroked="f">
                <v:path arrowok="t"/>
                <v:fill/>
              </v:shape>
            </v:group>
            <v:group style="position:absolute;left:8499;top:9463;width:106;height:269" coordorigin="8499,9463" coordsize="106,269">
              <v:shape style="position:absolute;left:8499;top:9463;width:106;height:269" coordorigin="8499,9463" coordsize="106,269" path="m8499,9732l8605,9732,8605,9463,8499,9463,8499,9732e" filled="t" fillcolor="#FFFF00" stroked="f">
                <v:path arrowok="t"/>
                <v:fill/>
              </v:shape>
            </v:group>
            <v:group style="position:absolute;left:9071;top:9463;width:106;height:269" coordorigin="9071,9463" coordsize="106,269">
              <v:shape style="position:absolute;left:9071;top:9463;width:106;height:269" coordorigin="9071,9463" coordsize="106,269" path="m9071,9732l9177,9732,9177,9463,9071,9463,9071,9732e" filled="t" fillcolor="#FFFF00" stroked="f">
                <v:path arrowok="t"/>
                <v:fill/>
              </v:shape>
            </v:group>
            <v:group style="position:absolute;left:8605;top:9463;width:466;height:269" coordorigin="8605,9463" coordsize="466,269">
              <v:shape style="position:absolute;left:8605;top:9463;width:466;height:269" coordorigin="8605,9463" coordsize="466,269" path="m8605,9732l9071,9732,9071,9463,8605,9463,8605,9732e" filled="t" fillcolor="#FFFF00" stroked="f">
                <v:path arrowok="t"/>
                <v:fill/>
              </v:shape>
            </v:group>
            <v:group style="position:absolute;left:9181;top:9463;width:106;height:269" coordorigin="9181,9463" coordsize="106,269">
              <v:shape style="position:absolute;left:9181;top:9463;width:106;height:269" coordorigin="9181,9463" coordsize="106,269" path="m9181,9732l9287,9732,9287,9463,9181,9463,9181,9732e" filled="t" fillcolor="#FFFF00" stroked="f">
                <v:path arrowok="t"/>
                <v:fill/>
              </v:shape>
            </v:group>
            <v:group style="position:absolute;left:9681;top:9463;width:101;height:269" coordorigin="9681,9463" coordsize="101,269">
              <v:shape style="position:absolute;left:9681;top:9463;width:101;height:269" coordorigin="9681,9463" coordsize="101,269" path="m9681,9732l9781,9732,9781,9463,9681,9463,9681,9732e" filled="t" fillcolor="#FFFF00" stroked="f">
                <v:path arrowok="t"/>
                <v:fill/>
              </v:shape>
            </v:group>
            <v:group style="position:absolute;left:9287;top:9463;width:394;height:269" coordorigin="9287,9463" coordsize="394,269">
              <v:shape style="position:absolute;left:9287;top:9463;width:394;height:269" coordorigin="9287,9463" coordsize="394,269" path="m9287,9732l9681,9732,9681,9463,9287,9463,9287,9732e" filled="t" fillcolor="#FFFF00" stroked="f">
                <v:path arrowok="t"/>
                <v:fill/>
              </v:shape>
            </v:group>
            <v:group style="position:absolute;left:9786;top:9482;width:605;height:2" coordorigin="9786,9482" coordsize="605,2">
              <v:shape style="position:absolute;left:9786;top:9482;width:605;height:2" coordorigin="9786,9482" coordsize="605,0" path="m9786,9482l10391,9482e" filled="f" stroked="t" strokeweight="2.02pt" strokecolor="#FFFF00">
                <v:path arrowok="t"/>
              </v:shape>
            </v:group>
            <v:group style="position:absolute;left:9786;top:9502;width:110;height:231" coordorigin="9786,9502" coordsize="110,231">
              <v:shape style="position:absolute;left:9786;top:9502;width:110;height:231" coordorigin="9786,9502" coordsize="110,231" path="m9786,9732l9897,9732,9897,9502,9786,9502,9786,9732e" filled="t" fillcolor="#FFFF00" stroked="f">
                <v:path arrowok="t"/>
                <v:fill/>
              </v:shape>
            </v:group>
            <v:group style="position:absolute;left:10286;top:9502;width:106;height:231" coordorigin="10286,9502" coordsize="106,231">
              <v:shape style="position:absolute;left:10286;top:9502;width:106;height:231" coordorigin="10286,9502" coordsize="106,231" path="m10286,9732l10392,9732,10392,9502,10286,9502,10286,9732e" filled="t" fillcolor="#FFFF00" stroked="f">
                <v:path arrowok="t"/>
                <v:fill/>
              </v:shape>
            </v:group>
            <v:group style="position:absolute;left:9897;top:9502;width:389;height:231" coordorigin="9897,9502" coordsize="389,231">
              <v:shape style="position:absolute;left:9897;top:9502;width:389;height:231" coordorigin="9897,9502" coordsize="389,231" path="m9897,9732l10286,9732,10286,9502,9897,9502,9897,9732e" filled="t" fillcolor="#FFFF00" stroked="f">
                <v:path arrowok="t"/>
                <v:fill/>
              </v:shape>
            </v:group>
            <v:group style="position:absolute;left:10396;top:9463;width:106;height:269" coordorigin="10396,9463" coordsize="106,269">
              <v:shape style="position:absolute;left:10396;top:9463;width:106;height:269" coordorigin="10396,9463" coordsize="106,269" path="m10396,9732l10502,9732,10502,9463,10396,9463,10396,9732e" filled="t" fillcolor="#FFFF00" stroked="f">
                <v:path arrowok="t"/>
                <v:fill/>
              </v:shape>
            </v:group>
            <v:group style="position:absolute;left:10968;top:9463;width:101;height:269" coordorigin="10968,9463" coordsize="101,269">
              <v:shape style="position:absolute;left:10968;top:9463;width:101;height:269" coordorigin="10968,9463" coordsize="101,269" path="m10968,9732l11068,9732,11068,9463,10968,9463,10968,9732e" filled="t" fillcolor="#FFFF00" stroked="f">
                <v:path arrowok="t"/>
                <v:fill/>
              </v:shape>
            </v:group>
            <v:group style="position:absolute;left:10502;top:9463;width:466;height:269" coordorigin="10502,9463" coordsize="466,269">
              <v:shape style="position:absolute;left:10502;top:9463;width:466;height:269" coordorigin="10502,9463" coordsize="466,269" path="m10502,9732l10968,9732,10968,9463,10502,9463,10502,9732e" filled="t" fillcolor="#FFFF00" stroked="f">
                <v:path arrowok="t"/>
                <v:fill/>
              </v:shape>
            </v:group>
            <v:group style="position:absolute;left:716;top:9458;width:10362;height:2" coordorigin="716,9458" coordsize="10362,2">
              <v:shape style="position:absolute;left:716;top:9458;width:10362;height:2" coordorigin="716,9458" coordsize="10362,0" path="m716,9458l11078,9458e" filled="f" stroked="t" strokeweight=".58001pt" strokecolor="#000000">
                <v:path arrowok="t"/>
              </v:shape>
            </v:group>
            <v:group style="position:absolute;left:716;top:9737;width:10362;height:2" coordorigin="716,9737" coordsize="10362,2">
              <v:shape style="position:absolute;left:716;top:9737;width:10362;height:2" coordorigin="716,9737" coordsize="10362,0" path="m716,9737l11078,9737e" filled="f" stroked="t" strokeweight=".58001pt" strokecolor="#000000">
                <v:path arrowok="t"/>
              </v:shape>
            </v:group>
            <v:group style="position:absolute;left:725;top:10040;width:1522;height:2" coordorigin="725,10040" coordsize="1522,2">
              <v:shape style="position:absolute;left:725;top:10040;width:1522;height:2" coordorigin="725,10040" coordsize="1522,0" path="m725,10040l2247,10040e" filled="f" stroked="t" strokeweight="2.02pt" strokecolor="#FFFF00">
                <v:path arrowok="t"/>
              </v:shape>
            </v:group>
            <v:group style="position:absolute;left:725;top:10059;width:101;height:230" coordorigin="725,10059" coordsize="101,230">
              <v:shape style="position:absolute;left:725;top:10059;width:101;height:230" coordorigin="725,10059" coordsize="101,230" path="m725,10289l826,10289,826,10059,725,10059,725,10289e" filled="t" fillcolor="#FFFF00" stroked="f">
                <v:path arrowok="t"/>
                <v:fill/>
              </v:shape>
            </v:group>
            <v:group style="position:absolute;left:2147;top:10059;width:101;height:230" coordorigin="2147,10059" coordsize="101,230">
              <v:shape style="position:absolute;left:2147;top:10059;width:101;height:230" coordorigin="2147,10059" coordsize="101,230" path="m2147,10289l2247,10289,2247,10059,2147,10059,2147,10289e" filled="t" fillcolor="#FFFF00" stroked="f">
                <v:path arrowok="t"/>
                <v:fill/>
              </v:shape>
            </v:group>
            <v:group style="position:absolute;left:826;top:10059;width:1320;height:230" coordorigin="826,10059" coordsize="1320,230">
              <v:shape style="position:absolute;left:826;top:10059;width:1320;height:230" coordorigin="826,10059" coordsize="1320,230" path="m826,10289l2147,10289,2147,10059,826,10059,826,10289e" filled="t" fillcolor="#FFFF00" stroked="f">
                <v:path arrowok="t"/>
                <v:fill/>
              </v:shape>
            </v:group>
            <v:group style="position:absolute;left:2252;top:10020;width:110;height:269" coordorigin="2252,10020" coordsize="110,269">
              <v:shape style="position:absolute;left:2252;top:10020;width:110;height:269" coordorigin="2252,10020" coordsize="110,269" path="m2252,10289l2363,10289,2363,10020,2252,10020,2252,10289e" filled="t" fillcolor="#FFFF00" stroked="f">
                <v:path arrowok="t"/>
                <v:fill/>
              </v:shape>
            </v:group>
            <v:group style="position:absolute;left:2838;top:10020;width:101;height:269" coordorigin="2838,10020" coordsize="101,269">
              <v:shape style="position:absolute;left:2838;top:10020;width:101;height:269" coordorigin="2838,10020" coordsize="101,269" path="m2838,10289l2939,10289,2939,10020,2838,10020,2838,10289e" filled="t" fillcolor="#FFFF00" stroked="f">
                <v:path arrowok="t"/>
                <v:fill/>
              </v:shape>
            </v:group>
            <v:group style="position:absolute;left:2363;top:10020;width:475;height:269" coordorigin="2363,10020" coordsize="475,269">
              <v:shape style="position:absolute;left:2363;top:10020;width:475;height:269" coordorigin="2363,10020" coordsize="475,269" path="m2363,10289l2838,10289,2838,10020,2363,10020,2363,10289e" filled="t" fillcolor="#FFFF00" stroked="f">
                <v:path arrowok="t"/>
                <v:fill/>
              </v:shape>
            </v:group>
            <v:group style="position:absolute;left:2943;top:10020;width:111;height:269" coordorigin="2943,10020" coordsize="111,269">
              <v:shape style="position:absolute;left:2943;top:10020;width:111;height:269" coordorigin="2943,10020" coordsize="111,269" path="m2943,10289l3054,10289,3054,10020,2943,10020,2943,10289e" filled="t" fillcolor="#FFFF00" stroked="f">
                <v:path arrowok="t"/>
                <v:fill/>
              </v:shape>
            </v:group>
            <v:group style="position:absolute;left:3520;top:10020;width:106;height:269" coordorigin="3520,10020" coordsize="106,269">
              <v:shape style="position:absolute;left:3520;top:10020;width:106;height:269" coordorigin="3520,10020" coordsize="106,269" path="m3520,10289l3625,10289,3625,10020,3520,10020,3520,10289e" filled="t" fillcolor="#FFFF00" stroked="f">
                <v:path arrowok="t"/>
                <v:fill/>
              </v:shape>
            </v:group>
            <v:group style="position:absolute;left:3054;top:10020;width:466;height:269" coordorigin="3054,10020" coordsize="466,269">
              <v:shape style="position:absolute;left:3054;top:10020;width:466;height:269" coordorigin="3054,10020" coordsize="466,269" path="m3054,10289l3520,10289,3520,10020,3054,10020,3054,10289e" filled="t" fillcolor="#FFFF00" stroked="f">
                <v:path arrowok="t"/>
                <v:fill/>
              </v:shape>
            </v:group>
            <v:group style="position:absolute;left:3630;top:10020;width:106;height:269" coordorigin="3630,10020" coordsize="106,269">
              <v:shape style="position:absolute;left:3630;top:10020;width:106;height:269" coordorigin="3630,10020" coordsize="106,269" path="m3630,10289l3736,10289,3736,10020,3630,10020,3630,10289e" filled="t" fillcolor="#FFFF00" stroked="f">
                <v:path arrowok="t"/>
                <v:fill/>
              </v:shape>
            </v:group>
            <v:group style="position:absolute;left:4394;top:10020;width:106;height:269" coordorigin="4394,10020" coordsize="106,269">
              <v:shape style="position:absolute;left:4394;top:10020;width:106;height:269" coordorigin="4394,10020" coordsize="106,269" path="m4394,10289l4500,10289,4500,10020,4394,10020,4394,10289e" filled="t" fillcolor="#FFFF00" stroked="f">
                <v:path arrowok="t"/>
                <v:fill/>
              </v:shape>
            </v:group>
            <v:group style="position:absolute;left:3736;top:10020;width:658;height:269" coordorigin="3736,10020" coordsize="658,269">
              <v:shape style="position:absolute;left:3736;top:10020;width:658;height:269" coordorigin="3736,10020" coordsize="658,269" path="m3736,10289l4394,10289,4394,10020,3736,10020,3736,10289e" filled="t" fillcolor="#FFFF00" stroked="f">
                <v:path arrowok="t"/>
                <v:fill/>
              </v:shape>
            </v:group>
            <v:group style="position:absolute;left:4504;top:10020;width:106;height:269" coordorigin="4504,10020" coordsize="106,269">
              <v:shape style="position:absolute;left:4504;top:10020;width:106;height:269" coordorigin="4504,10020" coordsize="106,269" path="m4504,10289l4610,10289,4610,10020,4504,10020,4504,10289e" filled="t" fillcolor="#FFFF00" stroked="f">
                <v:path arrowok="t"/>
                <v:fill/>
              </v:shape>
            </v:group>
            <v:group style="position:absolute;left:5061;top:10020;width:101;height:269" coordorigin="5061,10020" coordsize="101,269">
              <v:shape style="position:absolute;left:5061;top:10020;width:101;height:269" coordorigin="5061,10020" coordsize="101,269" path="m5061,10289l5162,10289,5162,10020,5061,10020,5061,10289e" filled="t" fillcolor="#FFFF00" stroked="f">
                <v:path arrowok="t"/>
                <v:fill/>
              </v:shape>
            </v:group>
            <v:group style="position:absolute;left:4610;top:10020;width:451;height:269" coordorigin="4610,10020" coordsize="451,269">
              <v:shape style="position:absolute;left:4610;top:10020;width:451;height:269" coordorigin="4610,10020" coordsize="451,269" path="m4610,10289l5061,10289,5061,10020,4610,10020,4610,10289e" filled="t" fillcolor="#FFFF00" stroked="f">
                <v:path arrowok="t"/>
                <v:fill/>
              </v:shape>
            </v:group>
            <v:group style="position:absolute;left:5167;top:10020;width:110;height:269" coordorigin="5167,10020" coordsize="110,269">
              <v:shape style="position:absolute;left:5167;top:10020;width:110;height:269" coordorigin="5167,10020" coordsize="110,269" path="m5167,10289l5277,10289,5277,10020,5167,10020,5167,10289e" filled="t" fillcolor="#FFFF00" stroked="f">
                <v:path arrowok="t"/>
                <v:fill/>
              </v:shape>
            </v:group>
            <v:group style="position:absolute;left:5748;top:10020;width:101;height:269" coordorigin="5748,10020" coordsize="101,269">
              <v:shape style="position:absolute;left:5748;top:10020;width:101;height:269" coordorigin="5748,10020" coordsize="101,269" path="m5748,10289l5849,10289,5849,10020,5748,10020,5748,10289e" filled="t" fillcolor="#FFFF00" stroked="f">
                <v:path arrowok="t"/>
                <v:fill/>
              </v:shape>
            </v:group>
            <v:group style="position:absolute;left:5277;top:10020;width:471;height:269" coordorigin="5277,10020" coordsize="471,269">
              <v:shape style="position:absolute;left:5277;top:10020;width:471;height:269" coordorigin="5277,10020" coordsize="471,269" path="m5277,10289l5748,10289,5748,10020,5277,10020,5277,10289e" filled="t" fillcolor="#FFFF00" stroked="f">
                <v:path arrowok="t"/>
                <v:fill/>
              </v:shape>
            </v:group>
            <v:group style="position:absolute;left:5854;top:10020;width:110;height:269" coordorigin="5854,10020" coordsize="110,269">
              <v:shape style="position:absolute;left:5854;top:10020;width:110;height:269" coordorigin="5854,10020" coordsize="110,269" path="m5854,10289l5964,10289,5964,10020,5854,10020,5854,10289e" filled="t" fillcolor="#FFFF00" stroked="f">
                <v:path arrowok="t"/>
                <v:fill/>
              </v:shape>
            </v:group>
            <v:group style="position:absolute;left:6343;top:10020;width:101;height:269" coordorigin="6343,10020" coordsize="101,269">
              <v:shape style="position:absolute;left:6343;top:10020;width:101;height:269" coordorigin="6343,10020" coordsize="101,269" path="m6343,10289l6444,10289,6444,10020,6343,10020,6343,10289e" filled="t" fillcolor="#FFFF00" stroked="f">
                <v:path arrowok="t"/>
                <v:fill/>
              </v:shape>
            </v:group>
            <v:group style="position:absolute;left:5964;top:10020;width:379;height:269" coordorigin="5964,10020" coordsize="379,269">
              <v:shape style="position:absolute;left:5964;top:10020;width:379;height:269" coordorigin="5964,10020" coordsize="379,269" path="m5964,10289l6343,10289,6343,10020,5964,10020,5964,10289e" filled="t" fillcolor="#FFFF00" stroked="f">
                <v:path arrowok="t"/>
                <v:fill/>
              </v:shape>
            </v:group>
            <v:group style="position:absolute;left:6449;top:10020;width:111;height:269" coordorigin="6449,10020" coordsize="111,269">
              <v:shape style="position:absolute;left:6449;top:10020;width:111;height:269" coordorigin="6449,10020" coordsize="111,269" path="m6449,10289l6560,10289,6560,10020,6449,10020,6449,10289e" filled="t" fillcolor="#FFFF00" stroked="f">
                <v:path arrowok="t"/>
                <v:fill/>
              </v:shape>
            </v:group>
            <v:group style="position:absolute;left:7620;top:10020;width:101;height:269" coordorigin="7620,10020" coordsize="101,269">
              <v:shape style="position:absolute;left:7620;top:10020;width:101;height:269" coordorigin="7620,10020" coordsize="101,269" path="m7620,10289l7722,10289,7722,10020,7620,10020,7620,10289e" filled="t" fillcolor="#FFFF00" stroked="f">
                <v:path arrowok="t"/>
                <v:fill/>
              </v:shape>
            </v:group>
            <v:group style="position:absolute;left:6560;top:10020;width:1061;height:269" coordorigin="6560,10020" coordsize="1061,269">
              <v:shape style="position:absolute;left:6560;top:10020;width:1061;height:269" coordorigin="6560,10020" coordsize="1061,269" path="m6560,10289l7620,10289,7620,10020,6560,10020,6560,10289e" filled="t" fillcolor="#FFFF00" stroked="f">
                <v:path arrowok="t"/>
                <v:fill/>
              </v:shape>
            </v:group>
            <v:group style="position:absolute;left:7727;top:10020;width:110;height:269" coordorigin="7727,10020" coordsize="110,269">
              <v:shape style="position:absolute;left:7727;top:10020;width:110;height:269" coordorigin="7727,10020" coordsize="110,269" path="m7727,10289l7837,10289,7837,10020,7727,10020,7727,10289e" filled="t" fillcolor="#FFFF00" stroked="f">
                <v:path arrowok="t"/>
                <v:fill/>
              </v:shape>
            </v:group>
            <v:group style="position:absolute;left:8389;top:10020;width:106;height:269" coordorigin="8389,10020" coordsize="106,269">
              <v:shape style="position:absolute;left:8389;top:10020;width:106;height:269" coordorigin="8389,10020" coordsize="106,269" path="m8389,10289l8495,10289,8495,10020,8389,10020,8389,10289e" filled="t" fillcolor="#FFFF00" stroked="f">
                <v:path arrowok="t"/>
                <v:fill/>
              </v:shape>
            </v:group>
            <v:group style="position:absolute;left:7837;top:10020;width:552;height:269" coordorigin="7837,10020" coordsize="552,269">
              <v:shape style="position:absolute;left:7837;top:10020;width:552;height:269" coordorigin="7837,10020" coordsize="552,269" path="m7837,10289l8389,10289,8389,10020,7837,10020,7837,10289e" filled="t" fillcolor="#FFFF00" stroked="f">
                <v:path arrowok="t"/>
                <v:fill/>
              </v:shape>
            </v:group>
            <v:group style="position:absolute;left:8499;top:10020;width:106;height:269" coordorigin="8499,10020" coordsize="106,269">
              <v:shape style="position:absolute;left:8499;top:10020;width:106;height:269" coordorigin="8499,10020" coordsize="106,269" path="m8499,10289l8605,10289,8605,10020,8499,10020,8499,10289e" filled="t" fillcolor="#FFFF00" stroked="f">
                <v:path arrowok="t"/>
                <v:fill/>
              </v:shape>
            </v:group>
            <v:group style="position:absolute;left:9071;top:10020;width:106;height:269" coordorigin="9071,10020" coordsize="106,269">
              <v:shape style="position:absolute;left:9071;top:10020;width:106;height:269" coordorigin="9071,10020" coordsize="106,269" path="m9071,10289l9177,10289,9177,10020,9071,10020,9071,10289e" filled="t" fillcolor="#FFFF00" stroked="f">
                <v:path arrowok="t"/>
                <v:fill/>
              </v:shape>
            </v:group>
            <v:group style="position:absolute;left:8605;top:10020;width:466;height:269" coordorigin="8605,10020" coordsize="466,269">
              <v:shape style="position:absolute;left:8605;top:10020;width:466;height:269" coordorigin="8605,10020" coordsize="466,269" path="m8605,10289l9071,10289,9071,10020,8605,10020,8605,10289e" filled="t" fillcolor="#FFFF00" stroked="f">
                <v:path arrowok="t"/>
                <v:fill/>
              </v:shape>
            </v:group>
            <v:group style="position:absolute;left:9181;top:10020;width:106;height:269" coordorigin="9181,10020" coordsize="106,269">
              <v:shape style="position:absolute;left:9181;top:10020;width:106;height:269" coordorigin="9181,10020" coordsize="106,269" path="m9181,10289l9287,10289,9287,10020,9181,10020,9181,10289e" filled="t" fillcolor="#FFFF00" stroked="f">
                <v:path arrowok="t"/>
                <v:fill/>
              </v:shape>
            </v:group>
            <v:group style="position:absolute;left:9681;top:10020;width:101;height:269" coordorigin="9681,10020" coordsize="101,269">
              <v:shape style="position:absolute;left:9681;top:10020;width:101;height:269" coordorigin="9681,10020" coordsize="101,269" path="m9681,10289l9781,10289,9781,10020,9681,10020,9681,10289e" filled="t" fillcolor="#FFFF00" stroked="f">
                <v:path arrowok="t"/>
                <v:fill/>
              </v:shape>
            </v:group>
            <v:group style="position:absolute;left:9287;top:10020;width:394;height:269" coordorigin="9287,10020" coordsize="394,269">
              <v:shape style="position:absolute;left:9287;top:10020;width:394;height:269" coordorigin="9287,10020" coordsize="394,269" path="m9287,10289l9681,10289,9681,10020,9287,10020,9287,10289e" filled="t" fillcolor="#FFFF00" stroked="f">
                <v:path arrowok="t"/>
                <v:fill/>
              </v:shape>
            </v:group>
            <v:group style="position:absolute;left:9786;top:10040;width:605;height:2" coordorigin="9786,10040" coordsize="605,2">
              <v:shape style="position:absolute;left:9786;top:10040;width:605;height:2" coordorigin="9786,10040" coordsize="605,0" path="m9786,10040l10391,10040e" filled="f" stroked="t" strokeweight="2.02pt" strokecolor="#FFFF00">
                <v:path arrowok="t"/>
              </v:shape>
            </v:group>
            <v:group style="position:absolute;left:9786;top:10059;width:110;height:230" coordorigin="9786,10059" coordsize="110,230">
              <v:shape style="position:absolute;left:9786;top:10059;width:110;height:230" coordorigin="9786,10059" coordsize="110,230" path="m9786,10289l9897,10289,9897,10059,9786,10059,9786,10289e" filled="t" fillcolor="#FFFF00" stroked="f">
                <v:path arrowok="t"/>
                <v:fill/>
              </v:shape>
            </v:group>
            <v:group style="position:absolute;left:10286;top:10059;width:106;height:230" coordorigin="10286,10059" coordsize="106,230">
              <v:shape style="position:absolute;left:10286;top:10059;width:106;height:230" coordorigin="10286,10059" coordsize="106,230" path="m10286,10289l10392,10289,10392,10059,10286,10059,10286,10289e" filled="t" fillcolor="#FFFF00" stroked="f">
                <v:path arrowok="t"/>
                <v:fill/>
              </v:shape>
            </v:group>
            <v:group style="position:absolute;left:9897;top:10059;width:389;height:230" coordorigin="9897,10059" coordsize="389,230">
              <v:shape style="position:absolute;left:9897;top:10059;width:389;height:230" coordorigin="9897,10059" coordsize="389,230" path="m9897,10289l10286,10289,10286,10059,9897,10059,9897,10289e" filled="t" fillcolor="#FFFF00" stroked="f">
                <v:path arrowok="t"/>
                <v:fill/>
              </v:shape>
            </v:group>
            <v:group style="position:absolute;left:10396;top:10020;width:106;height:269" coordorigin="10396,10020" coordsize="106,269">
              <v:shape style="position:absolute;left:10396;top:10020;width:106;height:269" coordorigin="10396,10020" coordsize="106,269" path="m10396,10289l10502,10289,10502,10020,10396,10020,10396,10289e" filled="t" fillcolor="#FFFF00" stroked="f">
                <v:path arrowok="t"/>
                <v:fill/>
              </v:shape>
            </v:group>
            <v:group style="position:absolute;left:10968;top:10020;width:101;height:269" coordorigin="10968,10020" coordsize="101,269">
              <v:shape style="position:absolute;left:10968;top:10020;width:101;height:269" coordorigin="10968,10020" coordsize="101,269" path="m10968,10289l11068,10289,11068,10020,10968,10020,10968,10289e" filled="t" fillcolor="#FFFF00" stroked="f">
                <v:path arrowok="t"/>
                <v:fill/>
              </v:shape>
            </v:group>
            <v:group style="position:absolute;left:10502;top:10020;width:466;height:269" coordorigin="10502,10020" coordsize="466,269">
              <v:shape style="position:absolute;left:10502;top:10020;width:466;height:269" coordorigin="10502,10020" coordsize="466,269" path="m10502,10289l10968,10289,10968,10020,10502,10020,10502,10289e" filled="t" fillcolor="#FFFF00" stroked="f">
                <v:path arrowok="t"/>
                <v:fill/>
              </v:shape>
            </v:group>
            <v:group style="position:absolute;left:716;top:10016;width:10362;height:2" coordorigin="716,10016" coordsize="10362,2">
              <v:shape style="position:absolute;left:716;top:10016;width:10362;height:2" coordorigin="716,10016" coordsize="10362,0" path="m716,10016l11078,10016e" filled="f" stroked="t" strokeweight=".58001pt" strokecolor="#000000">
                <v:path arrowok="t"/>
              </v:shape>
            </v:group>
            <v:group style="position:absolute;left:725;top:10299;width:1522;height:101" coordorigin="725,10299" coordsize="1522,101">
              <v:shape style="position:absolute;left:725;top:10299;width:1522;height:101" coordorigin="725,10299" coordsize="1522,101" path="m725,10400l2247,10400,2247,10299,725,10299,725,10400e" filled="t" fillcolor="#FFFF00" stroked="f">
                <v:path arrowok="t"/>
                <v:fill/>
              </v:shape>
            </v:group>
            <v:group style="position:absolute;left:725;top:10400;width:101;height:230" coordorigin="725,10400" coordsize="101,230">
              <v:shape style="position:absolute;left:725;top:10400;width:101;height:230" coordorigin="725,10400" coordsize="101,230" path="m725,10630l826,10630,826,10400,725,10400,725,10630e" filled="t" fillcolor="#FFFF00" stroked="f">
                <v:path arrowok="t"/>
                <v:fill/>
              </v:shape>
            </v:group>
            <v:group style="position:absolute;left:2147;top:10400;width:101;height:230" coordorigin="2147,10400" coordsize="101,230">
              <v:shape style="position:absolute;left:2147;top:10400;width:101;height:230" coordorigin="2147,10400" coordsize="101,230" path="m2147,10630l2247,10630,2247,10400,2147,10400,2147,10630e" filled="t" fillcolor="#FFFF00" stroked="f">
                <v:path arrowok="t"/>
                <v:fill/>
              </v:shape>
            </v:group>
            <v:group style="position:absolute;left:826;top:10400;width:1320;height:230" coordorigin="826,10400" coordsize="1320,230">
              <v:shape style="position:absolute;left:826;top:10400;width:1320;height:230" coordorigin="826,10400" coordsize="1320,230" path="m826,10630l2147,10630,2147,10400,826,10400,826,10630e" filled="t" fillcolor="#FFFF00" stroked="f">
                <v:path arrowok="t"/>
                <v:fill/>
              </v:shape>
            </v:group>
            <v:group style="position:absolute;left:2252;top:10330;width:7529;height:2" coordorigin="2252,10330" coordsize="7529,2">
              <v:shape style="position:absolute;left:2252;top:10330;width:7529;height:2" coordorigin="2252,10330" coordsize="7529,0" path="m2252,10330l9781,10330e" filled="f" stroked="t" strokeweight="3.22pt" strokecolor="#FFFF00">
                <v:path arrowok="t"/>
              </v:shape>
            </v:group>
            <v:group style="position:absolute;left:2252;top:10361;width:110;height:269" coordorigin="2252,10361" coordsize="110,269">
              <v:shape style="position:absolute;left:2252;top:10361;width:110;height:269" coordorigin="2252,10361" coordsize="110,269" path="m2252,10630l2363,10630,2363,10361,2252,10361,2252,10630e" filled="t" fillcolor="#FFFF00" stroked="f">
                <v:path arrowok="t"/>
                <v:fill/>
              </v:shape>
            </v:group>
            <v:group style="position:absolute;left:2838;top:10361;width:101;height:269" coordorigin="2838,10361" coordsize="101,269">
              <v:shape style="position:absolute;left:2838;top:10361;width:101;height:269" coordorigin="2838,10361" coordsize="101,269" path="m2838,10630l2939,10630,2939,10361,2838,10361,2838,10630e" filled="t" fillcolor="#FFFF00" stroked="f">
                <v:path arrowok="t"/>
                <v:fill/>
              </v:shape>
            </v:group>
            <v:group style="position:absolute;left:2363;top:10361;width:475;height:269" coordorigin="2363,10361" coordsize="475,269">
              <v:shape style="position:absolute;left:2363;top:10361;width:475;height:269" coordorigin="2363,10361" coordsize="475,269" path="m2363,10630l2838,10630,2838,10361,2363,10361,2363,10630e" filled="t" fillcolor="#FFFF00" stroked="f">
                <v:path arrowok="t"/>
                <v:fill/>
              </v:shape>
            </v:group>
            <v:group style="position:absolute;left:2943;top:10361;width:111;height:269" coordorigin="2943,10361" coordsize="111,269">
              <v:shape style="position:absolute;left:2943;top:10361;width:111;height:269" coordorigin="2943,10361" coordsize="111,269" path="m2943,10630l3054,10630,3054,10361,2943,10361,2943,10630e" filled="t" fillcolor="#FFFF00" stroked="f">
                <v:path arrowok="t"/>
                <v:fill/>
              </v:shape>
            </v:group>
            <v:group style="position:absolute;left:3520;top:10361;width:106;height:269" coordorigin="3520,10361" coordsize="106,269">
              <v:shape style="position:absolute;left:3520;top:10361;width:106;height:269" coordorigin="3520,10361" coordsize="106,269" path="m3520,10630l3625,10630,3625,10361,3520,10361,3520,10630e" filled="t" fillcolor="#FFFF00" stroked="f">
                <v:path arrowok="t"/>
                <v:fill/>
              </v:shape>
            </v:group>
            <v:group style="position:absolute;left:3054;top:10361;width:466;height:269" coordorigin="3054,10361" coordsize="466,269">
              <v:shape style="position:absolute;left:3054;top:10361;width:466;height:269" coordorigin="3054,10361" coordsize="466,269" path="m3054,10630l3520,10630,3520,10361,3054,10361,3054,10630e" filled="t" fillcolor="#FFFF00" stroked="f">
                <v:path arrowok="t"/>
                <v:fill/>
              </v:shape>
            </v:group>
            <v:group style="position:absolute;left:3630;top:10361;width:106;height:269" coordorigin="3630,10361" coordsize="106,269">
              <v:shape style="position:absolute;left:3630;top:10361;width:106;height:269" coordorigin="3630,10361" coordsize="106,269" path="m3630,10630l3736,10630,3736,10361,3630,10361,3630,10630e" filled="t" fillcolor="#FFFF00" stroked="f">
                <v:path arrowok="t"/>
                <v:fill/>
              </v:shape>
            </v:group>
            <v:group style="position:absolute;left:4394;top:10361;width:106;height:269" coordorigin="4394,10361" coordsize="106,269">
              <v:shape style="position:absolute;left:4394;top:10361;width:106;height:269" coordorigin="4394,10361" coordsize="106,269" path="m4394,10630l4500,10630,4500,10361,4394,10361,4394,10630e" filled="t" fillcolor="#FFFF00" stroked="f">
                <v:path arrowok="t"/>
                <v:fill/>
              </v:shape>
            </v:group>
            <v:group style="position:absolute;left:3736;top:10361;width:658;height:269" coordorigin="3736,10361" coordsize="658,269">
              <v:shape style="position:absolute;left:3736;top:10361;width:658;height:269" coordorigin="3736,10361" coordsize="658,269" path="m3736,10630l4394,10630,4394,10361,3736,10361,3736,10630e" filled="t" fillcolor="#FFFF00" stroked="f">
                <v:path arrowok="t"/>
                <v:fill/>
              </v:shape>
            </v:group>
            <v:group style="position:absolute;left:4504;top:10361;width:106;height:269" coordorigin="4504,10361" coordsize="106,269">
              <v:shape style="position:absolute;left:4504;top:10361;width:106;height:269" coordorigin="4504,10361" coordsize="106,269" path="m4504,10630l4610,10630,4610,10361,4504,10361,4504,10630e" filled="t" fillcolor="#FFFF00" stroked="f">
                <v:path arrowok="t"/>
                <v:fill/>
              </v:shape>
            </v:group>
            <v:group style="position:absolute;left:5061;top:10361;width:101;height:269" coordorigin="5061,10361" coordsize="101,269">
              <v:shape style="position:absolute;left:5061;top:10361;width:101;height:269" coordorigin="5061,10361" coordsize="101,269" path="m5061,10630l5162,10630,5162,10361,5061,10361,5061,10630e" filled="t" fillcolor="#FFFF00" stroked="f">
                <v:path arrowok="t"/>
                <v:fill/>
              </v:shape>
            </v:group>
            <v:group style="position:absolute;left:4610;top:10361;width:451;height:269" coordorigin="4610,10361" coordsize="451,269">
              <v:shape style="position:absolute;left:4610;top:10361;width:451;height:269" coordorigin="4610,10361" coordsize="451,269" path="m4610,10630l5061,10630,5061,10361,4610,10361,4610,10630e" filled="t" fillcolor="#FFFF00" stroked="f">
                <v:path arrowok="t"/>
                <v:fill/>
              </v:shape>
            </v:group>
            <v:group style="position:absolute;left:5167;top:10361;width:110;height:269" coordorigin="5167,10361" coordsize="110,269">
              <v:shape style="position:absolute;left:5167;top:10361;width:110;height:269" coordorigin="5167,10361" coordsize="110,269" path="m5167,10630l5277,10630,5277,10361,5167,10361,5167,10630e" filled="t" fillcolor="#FFFF00" stroked="f">
                <v:path arrowok="t"/>
                <v:fill/>
              </v:shape>
            </v:group>
            <v:group style="position:absolute;left:5748;top:10361;width:101;height:269" coordorigin="5748,10361" coordsize="101,269">
              <v:shape style="position:absolute;left:5748;top:10361;width:101;height:269" coordorigin="5748,10361" coordsize="101,269" path="m5748,10630l5849,10630,5849,10361,5748,10361,5748,10630e" filled="t" fillcolor="#FFFF00" stroked="f">
                <v:path arrowok="t"/>
                <v:fill/>
              </v:shape>
            </v:group>
            <v:group style="position:absolute;left:5277;top:10361;width:471;height:269" coordorigin="5277,10361" coordsize="471,269">
              <v:shape style="position:absolute;left:5277;top:10361;width:471;height:269" coordorigin="5277,10361" coordsize="471,269" path="m5277,10630l5748,10630,5748,10361,5277,10361,5277,10630e" filled="t" fillcolor="#FFFF00" stroked="f">
                <v:path arrowok="t"/>
                <v:fill/>
              </v:shape>
            </v:group>
            <v:group style="position:absolute;left:5854;top:10361;width:110;height:269" coordorigin="5854,10361" coordsize="110,269">
              <v:shape style="position:absolute;left:5854;top:10361;width:110;height:269" coordorigin="5854,10361" coordsize="110,269" path="m5854,10630l5964,10630,5964,10361,5854,10361,5854,10630e" filled="t" fillcolor="#FFFF00" stroked="f">
                <v:path arrowok="t"/>
                <v:fill/>
              </v:shape>
            </v:group>
            <v:group style="position:absolute;left:6343;top:10361;width:101;height:269" coordorigin="6343,10361" coordsize="101,269">
              <v:shape style="position:absolute;left:6343;top:10361;width:101;height:269" coordorigin="6343,10361" coordsize="101,269" path="m6343,10630l6444,10630,6444,10361,6343,10361,6343,10630e" filled="t" fillcolor="#FFFF00" stroked="f">
                <v:path arrowok="t"/>
                <v:fill/>
              </v:shape>
            </v:group>
            <v:group style="position:absolute;left:5964;top:10361;width:379;height:269" coordorigin="5964,10361" coordsize="379,269">
              <v:shape style="position:absolute;left:5964;top:10361;width:379;height:269" coordorigin="5964,10361" coordsize="379,269" path="m5964,10630l6343,10630,6343,10361,5964,10361,5964,10630e" filled="t" fillcolor="#FFFF00" stroked="f">
                <v:path arrowok="t"/>
                <v:fill/>
              </v:shape>
            </v:group>
            <v:group style="position:absolute;left:6449;top:10361;width:111;height:269" coordorigin="6449,10361" coordsize="111,269">
              <v:shape style="position:absolute;left:6449;top:10361;width:111;height:269" coordorigin="6449,10361" coordsize="111,269" path="m6449,10630l6560,10630,6560,10361,6449,10361,6449,10630e" filled="t" fillcolor="#FFFF00" stroked="f">
                <v:path arrowok="t"/>
                <v:fill/>
              </v:shape>
            </v:group>
            <v:group style="position:absolute;left:7620;top:10361;width:101;height:269" coordorigin="7620,10361" coordsize="101,269">
              <v:shape style="position:absolute;left:7620;top:10361;width:101;height:269" coordorigin="7620,10361" coordsize="101,269" path="m7620,10630l7722,10630,7722,10361,7620,10361,7620,10630e" filled="t" fillcolor="#FFFF00" stroked="f">
                <v:path arrowok="t"/>
                <v:fill/>
              </v:shape>
            </v:group>
            <v:group style="position:absolute;left:6560;top:10361;width:1061;height:269" coordorigin="6560,10361" coordsize="1061,269">
              <v:shape style="position:absolute;left:6560;top:10361;width:1061;height:269" coordorigin="6560,10361" coordsize="1061,269" path="m6560,10630l7620,10630,7620,10361,6560,10361,6560,10630e" filled="t" fillcolor="#FFFF00" stroked="f">
                <v:path arrowok="t"/>
                <v:fill/>
              </v:shape>
            </v:group>
            <v:group style="position:absolute;left:7727;top:10361;width:110;height:269" coordorigin="7727,10361" coordsize="110,269">
              <v:shape style="position:absolute;left:7727;top:10361;width:110;height:269" coordorigin="7727,10361" coordsize="110,269" path="m7727,10630l7837,10630,7837,10361,7727,10361,7727,10630e" filled="t" fillcolor="#FFFF00" stroked="f">
                <v:path arrowok="t"/>
                <v:fill/>
              </v:shape>
            </v:group>
            <v:group style="position:absolute;left:8389;top:10361;width:106;height:269" coordorigin="8389,10361" coordsize="106,269">
              <v:shape style="position:absolute;left:8389;top:10361;width:106;height:269" coordorigin="8389,10361" coordsize="106,269" path="m8389,10630l8495,10630,8495,10361,8389,10361,8389,10630e" filled="t" fillcolor="#FFFF00" stroked="f">
                <v:path arrowok="t"/>
                <v:fill/>
              </v:shape>
            </v:group>
            <v:group style="position:absolute;left:7837;top:10361;width:552;height:269" coordorigin="7837,10361" coordsize="552,269">
              <v:shape style="position:absolute;left:7837;top:10361;width:552;height:269" coordorigin="7837,10361" coordsize="552,269" path="m7837,10630l8389,10630,8389,10361,7837,10361,7837,10630e" filled="t" fillcolor="#FFFF00" stroked="f">
                <v:path arrowok="t"/>
                <v:fill/>
              </v:shape>
            </v:group>
            <v:group style="position:absolute;left:8499;top:10361;width:106;height:269" coordorigin="8499,10361" coordsize="106,269">
              <v:shape style="position:absolute;left:8499;top:10361;width:106;height:269" coordorigin="8499,10361" coordsize="106,269" path="m8499,10630l8605,10630,8605,10361,8499,10361,8499,10630e" filled="t" fillcolor="#FFFF00" stroked="f">
                <v:path arrowok="t"/>
                <v:fill/>
              </v:shape>
            </v:group>
            <v:group style="position:absolute;left:9071;top:10361;width:106;height:269" coordorigin="9071,10361" coordsize="106,269">
              <v:shape style="position:absolute;left:9071;top:10361;width:106;height:269" coordorigin="9071,10361" coordsize="106,269" path="m9071,10630l9177,10630,9177,10361,9071,10361,9071,10630e" filled="t" fillcolor="#FFFF00" stroked="f">
                <v:path arrowok="t"/>
                <v:fill/>
              </v:shape>
            </v:group>
            <v:group style="position:absolute;left:8605;top:10361;width:466;height:269" coordorigin="8605,10361" coordsize="466,269">
              <v:shape style="position:absolute;left:8605;top:10361;width:466;height:269" coordorigin="8605,10361" coordsize="466,269" path="m8605,10630l9071,10630,9071,10361,8605,10361,8605,10630e" filled="t" fillcolor="#FFFF00" stroked="f">
                <v:path arrowok="t"/>
                <v:fill/>
              </v:shape>
            </v:group>
            <v:group style="position:absolute;left:9181;top:10361;width:106;height:269" coordorigin="9181,10361" coordsize="106,269">
              <v:shape style="position:absolute;left:9181;top:10361;width:106;height:269" coordorigin="9181,10361" coordsize="106,269" path="m9181,10630l9287,10630,9287,10361,9181,10361,9181,10630e" filled="t" fillcolor="#FFFF00" stroked="f">
                <v:path arrowok="t"/>
                <v:fill/>
              </v:shape>
            </v:group>
            <v:group style="position:absolute;left:9681;top:10361;width:101;height:269" coordorigin="9681,10361" coordsize="101,269">
              <v:shape style="position:absolute;left:9681;top:10361;width:101;height:269" coordorigin="9681,10361" coordsize="101,269" path="m9681,10630l9781,10630,9781,10361,9681,10361,9681,10630e" filled="t" fillcolor="#FFFF00" stroked="f">
                <v:path arrowok="t"/>
                <v:fill/>
              </v:shape>
            </v:group>
            <v:group style="position:absolute;left:9287;top:10361;width:394;height:269" coordorigin="9287,10361" coordsize="394,269">
              <v:shape style="position:absolute;left:9287;top:10361;width:394;height:269" coordorigin="9287,10361" coordsize="394,269" path="m9287,10630l9681,10630,9681,10361,9287,10361,9287,10630e" filled="t" fillcolor="#FFFF00" stroked="f">
                <v:path arrowok="t"/>
                <v:fill/>
              </v:shape>
            </v:group>
            <v:group style="position:absolute;left:9786;top:10299;width:605;height:101" coordorigin="9786,10299" coordsize="605,101">
              <v:shape style="position:absolute;left:9786;top:10299;width:605;height:101" coordorigin="9786,10299" coordsize="605,101" path="m9786,10400l10391,10400,10391,10299,9786,10299,9786,10400e" filled="t" fillcolor="#FFFF00" stroked="f">
                <v:path arrowok="t"/>
                <v:fill/>
              </v:shape>
            </v:group>
            <v:group style="position:absolute;left:9786;top:10400;width:110;height:230" coordorigin="9786,10400" coordsize="110,230">
              <v:shape style="position:absolute;left:9786;top:10400;width:110;height:230" coordorigin="9786,10400" coordsize="110,230" path="m9786,10630l9897,10630,9897,10400,9786,10400,9786,10630e" filled="t" fillcolor="#FFFF00" stroked="f">
                <v:path arrowok="t"/>
                <v:fill/>
              </v:shape>
            </v:group>
            <v:group style="position:absolute;left:10286;top:10400;width:106;height:230" coordorigin="10286,10400" coordsize="106,230">
              <v:shape style="position:absolute;left:10286;top:10400;width:106;height:230" coordorigin="10286,10400" coordsize="106,230" path="m10286,10630l10392,10630,10392,10400,10286,10400,10286,10630e" filled="t" fillcolor="#FFFF00" stroked="f">
                <v:path arrowok="t"/>
                <v:fill/>
              </v:shape>
            </v:group>
            <v:group style="position:absolute;left:9897;top:10400;width:389;height:230" coordorigin="9897,10400" coordsize="389,230">
              <v:shape style="position:absolute;left:9897;top:10400;width:389;height:230" coordorigin="9897,10400" coordsize="389,230" path="m9897,10630l10286,10630,10286,10400,9897,10400,9897,10630e" filled="t" fillcolor="#FFFF00" stroked="f">
                <v:path arrowok="t"/>
                <v:fill/>
              </v:shape>
            </v:group>
            <v:group style="position:absolute;left:10396;top:10330;width:672;height:2" coordorigin="10396,10330" coordsize="672,2">
              <v:shape style="position:absolute;left:10396;top:10330;width:672;height:2" coordorigin="10396,10330" coordsize="672,0" path="m10396,10330l11068,10330e" filled="f" stroked="t" strokeweight="3.22pt" strokecolor="#FFFF00">
                <v:path arrowok="t"/>
              </v:shape>
            </v:group>
            <v:group style="position:absolute;left:10396;top:10361;width:106;height:269" coordorigin="10396,10361" coordsize="106,269">
              <v:shape style="position:absolute;left:10396;top:10361;width:106;height:269" coordorigin="10396,10361" coordsize="106,269" path="m10396,10630l10502,10630,10502,10361,10396,10361,10396,10630e" filled="t" fillcolor="#FFFF00" stroked="f">
                <v:path arrowok="t"/>
                <v:fill/>
              </v:shape>
            </v:group>
            <v:group style="position:absolute;left:10968;top:10361;width:101;height:269" coordorigin="10968,10361" coordsize="101,269">
              <v:shape style="position:absolute;left:10968;top:10361;width:101;height:269" coordorigin="10968,10361" coordsize="101,269" path="m10968,10630l11068,10630,11068,10361,10968,10361,10968,10630e" filled="t" fillcolor="#FFFF00" stroked="f">
                <v:path arrowok="t"/>
                <v:fill/>
              </v:shape>
            </v:group>
            <v:group style="position:absolute;left:10502;top:10361;width:466;height:269" coordorigin="10502,10361" coordsize="466,269">
              <v:shape style="position:absolute;left:10502;top:10361;width:466;height:269" coordorigin="10502,10361" coordsize="466,269" path="m10502,10630l10968,10630,10968,10361,10502,10361,10502,10630e" filled="t" fillcolor="#FFFF00" stroked="f">
                <v:path arrowok="t"/>
                <v:fill/>
              </v:shape>
            </v:group>
            <v:group style="position:absolute;left:716;top:10294;width:10362;height:2" coordorigin="716,10294" coordsize="10362,2">
              <v:shape style="position:absolute;left:716;top:10294;width:10362;height:2" coordorigin="716,10294" coordsize="10362,0" path="m716,10294l11078,10294e" filled="f" stroked="t" strokeweight=".58004pt" strokecolor="#000000">
                <v:path arrowok="t"/>
              </v:shape>
            </v:group>
            <v:group style="position:absolute;left:716;top:10635;width:10362;height:2" coordorigin="716,10635" coordsize="10362,2">
              <v:shape style="position:absolute;left:716;top:10635;width:10362;height:2" coordorigin="716,10635" coordsize="10362,0" path="m716,10635l11078,10635e" filled="f" stroked="t" strokeweight=".579980pt" strokecolor="#000000">
                <v:path arrowok="t"/>
              </v:shape>
            </v:group>
            <v:group style="position:absolute;left:716;top:10913;width:10362;height:2" coordorigin="716,10913" coordsize="10362,2">
              <v:shape style="position:absolute;left:716;top:10913;width:10362;height:2" coordorigin="716,10913" coordsize="10362,0" path="m716,10913l11078,10913e" filled="f" stroked="t" strokeweight=".579980pt" strokecolor="#000000">
                <v:path arrowok="t"/>
              </v:shape>
            </v:group>
            <v:group style="position:absolute;left:725;top:11216;width:1522;height:2" coordorigin="725,11216" coordsize="1522,2">
              <v:shape style="position:absolute;left:725;top:11216;width:1522;height:2" coordorigin="725,11216" coordsize="1522,0" path="m725,11216l2247,11216e" filled="f" stroked="t" strokeweight="2.02pt" strokecolor="#FFFF00">
                <v:path arrowok="t"/>
              </v:shape>
            </v:group>
            <v:group style="position:absolute;left:725;top:11235;width:101;height:231" coordorigin="725,11235" coordsize="101,231">
              <v:shape style="position:absolute;left:725;top:11235;width:101;height:231" coordorigin="725,11235" coordsize="101,231" path="m725,11466l826,11466,826,11235,725,11235,725,11466e" filled="t" fillcolor="#FFFF00" stroked="f">
                <v:path arrowok="t"/>
                <v:fill/>
              </v:shape>
            </v:group>
            <v:group style="position:absolute;left:2147;top:11235;width:101;height:231" coordorigin="2147,11235" coordsize="101,231">
              <v:shape style="position:absolute;left:2147;top:11235;width:101;height:231" coordorigin="2147,11235" coordsize="101,231" path="m2147,11466l2247,11466,2247,11235,2147,11235,2147,11466e" filled="t" fillcolor="#FFFF00" stroked="f">
                <v:path arrowok="t"/>
                <v:fill/>
              </v:shape>
            </v:group>
            <v:group style="position:absolute;left:826;top:11235;width:1320;height:231" coordorigin="826,11235" coordsize="1320,231">
              <v:shape style="position:absolute;left:826;top:11235;width:1320;height:231" coordorigin="826,11235" coordsize="1320,231" path="m826,11466l2147,11466,2147,11235,826,11235,826,11466e" filled="t" fillcolor="#FFFF00" stroked="f">
                <v:path arrowok="t"/>
                <v:fill/>
              </v:shape>
            </v:group>
            <v:group style="position:absolute;left:2252;top:11197;width:110;height:269" coordorigin="2252,11197" coordsize="110,269">
              <v:shape style="position:absolute;left:2252;top:11197;width:110;height:269" coordorigin="2252,11197" coordsize="110,269" path="m2252,11466l2363,11466,2363,11197,2252,11197,2252,11466e" filled="t" fillcolor="#FFFF00" stroked="f">
                <v:path arrowok="t"/>
                <v:fill/>
              </v:shape>
            </v:group>
            <v:group style="position:absolute;left:2838;top:11197;width:101;height:269" coordorigin="2838,11197" coordsize="101,269">
              <v:shape style="position:absolute;left:2838;top:11197;width:101;height:269" coordorigin="2838,11197" coordsize="101,269" path="m2838,11466l2939,11466,2939,11197,2838,11197,2838,11466e" filled="t" fillcolor="#FFFF00" stroked="f">
                <v:path arrowok="t"/>
                <v:fill/>
              </v:shape>
            </v:group>
            <v:group style="position:absolute;left:2363;top:11197;width:475;height:269" coordorigin="2363,11197" coordsize="475,269">
              <v:shape style="position:absolute;left:2363;top:11197;width:475;height:269" coordorigin="2363,11197" coordsize="475,269" path="m2363,11466l2838,11466,2838,11197,2363,11197,2363,11466e" filled="t" fillcolor="#FFFF00" stroked="f">
                <v:path arrowok="t"/>
                <v:fill/>
              </v:shape>
            </v:group>
            <v:group style="position:absolute;left:2943;top:11197;width:111;height:269" coordorigin="2943,11197" coordsize="111,269">
              <v:shape style="position:absolute;left:2943;top:11197;width:111;height:269" coordorigin="2943,11197" coordsize="111,269" path="m2943,11466l3054,11466,3054,11197,2943,11197,2943,11466e" filled="t" fillcolor="#FFFF00" stroked="f">
                <v:path arrowok="t"/>
                <v:fill/>
              </v:shape>
            </v:group>
            <v:group style="position:absolute;left:3520;top:11197;width:106;height:269" coordorigin="3520,11197" coordsize="106,269">
              <v:shape style="position:absolute;left:3520;top:11197;width:106;height:269" coordorigin="3520,11197" coordsize="106,269" path="m3520,11466l3625,11466,3625,11197,3520,11197,3520,11466e" filled="t" fillcolor="#FFFF00" stroked="f">
                <v:path arrowok="t"/>
                <v:fill/>
              </v:shape>
            </v:group>
            <v:group style="position:absolute;left:3054;top:11197;width:466;height:269" coordorigin="3054,11197" coordsize="466,269">
              <v:shape style="position:absolute;left:3054;top:11197;width:466;height:269" coordorigin="3054,11197" coordsize="466,269" path="m3054,11466l3520,11466,3520,11197,3054,11197,3054,11466e" filled="t" fillcolor="#FFFF00" stroked="f">
                <v:path arrowok="t"/>
                <v:fill/>
              </v:shape>
            </v:group>
            <v:group style="position:absolute;left:3630;top:11197;width:106;height:269" coordorigin="3630,11197" coordsize="106,269">
              <v:shape style="position:absolute;left:3630;top:11197;width:106;height:269" coordorigin="3630,11197" coordsize="106,269" path="m3630,11466l3736,11466,3736,11197,3630,11197,3630,11466e" filled="t" fillcolor="#FFFF00" stroked="f">
                <v:path arrowok="t"/>
                <v:fill/>
              </v:shape>
            </v:group>
            <v:group style="position:absolute;left:4394;top:11197;width:106;height:269" coordorigin="4394,11197" coordsize="106,269">
              <v:shape style="position:absolute;left:4394;top:11197;width:106;height:269" coordorigin="4394,11197" coordsize="106,269" path="m4394,11466l4500,11466,4500,11197,4394,11197,4394,11466e" filled="t" fillcolor="#FFFF00" stroked="f">
                <v:path arrowok="t"/>
                <v:fill/>
              </v:shape>
            </v:group>
            <v:group style="position:absolute;left:3736;top:11197;width:658;height:269" coordorigin="3736,11197" coordsize="658,269">
              <v:shape style="position:absolute;left:3736;top:11197;width:658;height:269" coordorigin="3736,11197" coordsize="658,269" path="m3736,11466l4394,11466,4394,11197,3736,11197,3736,11466e" filled="t" fillcolor="#FFFF00" stroked="f">
                <v:path arrowok="t"/>
                <v:fill/>
              </v:shape>
            </v:group>
            <v:group style="position:absolute;left:4504;top:11197;width:106;height:269" coordorigin="4504,11197" coordsize="106,269">
              <v:shape style="position:absolute;left:4504;top:11197;width:106;height:269" coordorigin="4504,11197" coordsize="106,269" path="m4504,11466l4610,11466,4610,11197,4504,11197,4504,11466e" filled="t" fillcolor="#FFFF00" stroked="f">
                <v:path arrowok="t"/>
                <v:fill/>
              </v:shape>
            </v:group>
            <v:group style="position:absolute;left:5061;top:11197;width:101;height:269" coordorigin="5061,11197" coordsize="101,269">
              <v:shape style="position:absolute;left:5061;top:11197;width:101;height:269" coordorigin="5061,11197" coordsize="101,269" path="m5061,11466l5162,11466,5162,11197,5061,11197,5061,11466e" filled="t" fillcolor="#FFFF00" stroked="f">
                <v:path arrowok="t"/>
                <v:fill/>
              </v:shape>
            </v:group>
            <v:group style="position:absolute;left:4610;top:11197;width:451;height:269" coordorigin="4610,11197" coordsize="451,269">
              <v:shape style="position:absolute;left:4610;top:11197;width:451;height:269" coordorigin="4610,11197" coordsize="451,269" path="m4610,11466l5061,11466,5061,11197,4610,11197,4610,11466e" filled="t" fillcolor="#FFFF00" stroked="f">
                <v:path arrowok="t"/>
                <v:fill/>
              </v:shape>
            </v:group>
            <v:group style="position:absolute;left:5167;top:11197;width:110;height:269" coordorigin="5167,11197" coordsize="110,269">
              <v:shape style="position:absolute;left:5167;top:11197;width:110;height:269" coordorigin="5167,11197" coordsize="110,269" path="m5167,11466l5277,11466,5277,11197,5167,11197,5167,11466e" filled="t" fillcolor="#FFFF00" stroked="f">
                <v:path arrowok="t"/>
                <v:fill/>
              </v:shape>
            </v:group>
            <v:group style="position:absolute;left:5748;top:11197;width:101;height:269" coordorigin="5748,11197" coordsize="101,269">
              <v:shape style="position:absolute;left:5748;top:11197;width:101;height:269" coordorigin="5748,11197" coordsize="101,269" path="m5748,11466l5849,11466,5849,11197,5748,11197,5748,11466e" filled="t" fillcolor="#FFFF00" stroked="f">
                <v:path arrowok="t"/>
                <v:fill/>
              </v:shape>
            </v:group>
            <v:group style="position:absolute;left:5277;top:11197;width:471;height:269" coordorigin="5277,11197" coordsize="471,269">
              <v:shape style="position:absolute;left:5277;top:11197;width:471;height:269" coordorigin="5277,11197" coordsize="471,269" path="m5277,11466l5748,11466,5748,11197,5277,11197,5277,11466e" filled="t" fillcolor="#FFFF00" stroked="f">
                <v:path arrowok="t"/>
                <v:fill/>
              </v:shape>
            </v:group>
            <v:group style="position:absolute;left:5854;top:11197;width:110;height:269" coordorigin="5854,11197" coordsize="110,269">
              <v:shape style="position:absolute;left:5854;top:11197;width:110;height:269" coordorigin="5854,11197" coordsize="110,269" path="m5854,11466l5964,11466,5964,11197,5854,11197,5854,11466e" filled="t" fillcolor="#FFFF00" stroked="f">
                <v:path arrowok="t"/>
                <v:fill/>
              </v:shape>
            </v:group>
            <v:group style="position:absolute;left:6343;top:11197;width:101;height:269" coordorigin="6343,11197" coordsize="101,269">
              <v:shape style="position:absolute;left:6343;top:11197;width:101;height:269" coordorigin="6343,11197" coordsize="101,269" path="m6343,11466l6444,11466,6444,11197,6343,11197,6343,11466e" filled="t" fillcolor="#FFFF00" stroked="f">
                <v:path arrowok="t"/>
                <v:fill/>
              </v:shape>
            </v:group>
            <v:group style="position:absolute;left:5964;top:11197;width:379;height:269" coordorigin="5964,11197" coordsize="379,269">
              <v:shape style="position:absolute;left:5964;top:11197;width:379;height:269" coordorigin="5964,11197" coordsize="379,269" path="m5964,11466l6343,11466,6343,11197,5964,11197,5964,11466e" filled="t" fillcolor="#FFFF00" stroked="f">
                <v:path arrowok="t"/>
                <v:fill/>
              </v:shape>
            </v:group>
            <v:group style="position:absolute;left:6449;top:11197;width:111;height:269" coordorigin="6449,11197" coordsize="111,269">
              <v:shape style="position:absolute;left:6449;top:11197;width:111;height:269" coordorigin="6449,11197" coordsize="111,269" path="m6449,11466l6560,11466,6560,11197,6449,11197,6449,11466e" filled="t" fillcolor="#FFFF00" stroked="f">
                <v:path arrowok="t"/>
                <v:fill/>
              </v:shape>
            </v:group>
            <v:group style="position:absolute;left:7620;top:11197;width:101;height:269" coordorigin="7620,11197" coordsize="101,269">
              <v:shape style="position:absolute;left:7620;top:11197;width:101;height:269" coordorigin="7620,11197" coordsize="101,269" path="m7620,11466l7722,11466,7722,11197,7620,11197,7620,11466e" filled="t" fillcolor="#FFFF00" stroked="f">
                <v:path arrowok="t"/>
                <v:fill/>
              </v:shape>
            </v:group>
            <v:group style="position:absolute;left:6560;top:11197;width:1061;height:269" coordorigin="6560,11197" coordsize="1061,269">
              <v:shape style="position:absolute;left:6560;top:11197;width:1061;height:269" coordorigin="6560,11197" coordsize="1061,269" path="m6560,11466l7620,11466,7620,11197,6560,11197,6560,11466e" filled="t" fillcolor="#FFFF00" stroked="f">
                <v:path arrowok="t"/>
                <v:fill/>
              </v:shape>
            </v:group>
            <v:group style="position:absolute;left:7727;top:11197;width:110;height:269" coordorigin="7727,11197" coordsize="110,269">
              <v:shape style="position:absolute;left:7727;top:11197;width:110;height:269" coordorigin="7727,11197" coordsize="110,269" path="m7727,11466l7837,11466,7837,11197,7727,11197,7727,11466e" filled="t" fillcolor="#FFFF00" stroked="f">
                <v:path arrowok="t"/>
                <v:fill/>
              </v:shape>
            </v:group>
            <v:group style="position:absolute;left:8389;top:11197;width:106;height:269" coordorigin="8389,11197" coordsize="106,269">
              <v:shape style="position:absolute;left:8389;top:11197;width:106;height:269" coordorigin="8389,11197" coordsize="106,269" path="m8389,11466l8495,11466,8495,11197,8389,11197,8389,11466e" filled="t" fillcolor="#FFFF00" stroked="f">
                <v:path arrowok="t"/>
                <v:fill/>
              </v:shape>
            </v:group>
            <v:group style="position:absolute;left:7837;top:11197;width:552;height:269" coordorigin="7837,11197" coordsize="552,269">
              <v:shape style="position:absolute;left:7837;top:11197;width:552;height:269" coordorigin="7837,11197" coordsize="552,269" path="m7837,11466l8389,11466,8389,11197,7837,11197,7837,11466e" filled="t" fillcolor="#FFFF00" stroked="f">
                <v:path arrowok="t"/>
                <v:fill/>
              </v:shape>
            </v:group>
            <v:group style="position:absolute;left:8499;top:11197;width:106;height:269" coordorigin="8499,11197" coordsize="106,269">
              <v:shape style="position:absolute;left:8499;top:11197;width:106;height:269" coordorigin="8499,11197" coordsize="106,269" path="m8499,11466l8605,11466,8605,11197,8499,11197,8499,11466e" filled="t" fillcolor="#FFFF00" stroked="f">
                <v:path arrowok="t"/>
                <v:fill/>
              </v:shape>
            </v:group>
            <v:group style="position:absolute;left:9071;top:11197;width:106;height:269" coordorigin="9071,11197" coordsize="106,269">
              <v:shape style="position:absolute;left:9071;top:11197;width:106;height:269" coordorigin="9071,11197" coordsize="106,269" path="m9071,11466l9177,11466,9177,11197,9071,11197,9071,11466e" filled="t" fillcolor="#FFFF00" stroked="f">
                <v:path arrowok="t"/>
                <v:fill/>
              </v:shape>
            </v:group>
            <v:group style="position:absolute;left:8605;top:11197;width:466;height:269" coordorigin="8605,11197" coordsize="466,269">
              <v:shape style="position:absolute;left:8605;top:11197;width:466;height:269" coordorigin="8605,11197" coordsize="466,269" path="m8605,11466l9071,11466,9071,11197,8605,11197,8605,11466e" filled="t" fillcolor="#FFFF00" stroked="f">
                <v:path arrowok="t"/>
                <v:fill/>
              </v:shape>
            </v:group>
            <v:group style="position:absolute;left:9181;top:11197;width:106;height:269" coordorigin="9181,11197" coordsize="106,269">
              <v:shape style="position:absolute;left:9181;top:11197;width:106;height:269" coordorigin="9181,11197" coordsize="106,269" path="m9181,11466l9287,11466,9287,11197,9181,11197,9181,11466e" filled="t" fillcolor="#FFFF00" stroked="f">
                <v:path arrowok="t"/>
                <v:fill/>
              </v:shape>
            </v:group>
            <v:group style="position:absolute;left:9681;top:11197;width:101;height:269" coordorigin="9681,11197" coordsize="101,269">
              <v:shape style="position:absolute;left:9681;top:11197;width:101;height:269" coordorigin="9681,11197" coordsize="101,269" path="m9681,11466l9781,11466,9781,11197,9681,11197,9681,11466e" filled="t" fillcolor="#FFFF00" stroked="f">
                <v:path arrowok="t"/>
                <v:fill/>
              </v:shape>
            </v:group>
            <v:group style="position:absolute;left:9287;top:11197;width:394;height:269" coordorigin="9287,11197" coordsize="394,269">
              <v:shape style="position:absolute;left:9287;top:11197;width:394;height:269" coordorigin="9287,11197" coordsize="394,269" path="m9287,11466l9681,11466,9681,11197,9287,11197,9287,11466e" filled="t" fillcolor="#FFFF00" stroked="f">
                <v:path arrowok="t"/>
                <v:fill/>
              </v:shape>
            </v:group>
            <v:group style="position:absolute;left:9786;top:11216;width:605;height:2" coordorigin="9786,11216" coordsize="605,2">
              <v:shape style="position:absolute;left:9786;top:11216;width:605;height:2" coordorigin="9786,11216" coordsize="605,0" path="m9786,11216l10391,11216e" filled="f" stroked="t" strokeweight="2.02pt" strokecolor="#FFFF00">
                <v:path arrowok="t"/>
              </v:shape>
            </v:group>
            <v:group style="position:absolute;left:9786;top:11235;width:110;height:231" coordorigin="9786,11235" coordsize="110,231">
              <v:shape style="position:absolute;left:9786;top:11235;width:110;height:231" coordorigin="9786,11235" coordsize="110,231" path="m9786,11466l9897,11466,9897,11235,9786,11235,9786,11466e" filled="t" fillcolor="#FFFF00" stroked="f">
                <v:path arrowok="t"/>
                <v:fill/>
              </v:shape>
            </v:group>
            <v:group style="position:absolute;left:10286;top:11235;width:106;height:231" coordorigin="10286,11235" coordsize="106,231">
              <v:shape style="position:absolute;left:10286;top:11235;width:106;height:231" coordorigin="10286,11235" coordsize="106,231" path="m10286,11466l10392,11466,10392,11235,10286,11235,10286,11466e" filled="t" fillcolor="#FFFF00" stroked="f">
                <v:path arrowok="t"/>
                <v:fill/>
              </v:shape>
            </v:group>
            <v:group style="position:absolute;left:9897;top:11235;width:389;height:231" coordorigin="9897,11235" coordsize="389,231">
              <v:shape style="position:absolute;left:9897;top:11235;width:389;height:231" coordorigin="9897,11235" coordsize="389,231" path="m9897,11466l10286,11466,10286,11235,9897,11235,9897,11466e" filled="t" fillcolor="#FFFF00" stroked="f">
                <v:path arrowok="t"/>
                <v:fill/>
              </v:shape>
            </v:group>
            <v:group style="position:absolute;left:10396;top:11197;width:106;height:269" coordorigin="10396,11197" coordsize="106,269">
              <v:shape style="position:absolute;left:10396;top:11197;width:106;height:269" coordorigin="10396,11197" coordsize="106,269" path="m10396,11466l10502,11466,10502,11197,10396,11197,10396,11466e" filled="t" fillcolor="#FFFF00" stroked="f">
                <v:path arrowok="t"/>
                <v:fill/>
              </v:shape>
            </v:group>
            <v:group style="position:absolute;left:10968;top:11197;width:101;height:269" coordorigin="10968,11197" coordsize="101,269">
              <v:shape style="position:absolute;left:10968;top:11197;width:101;height:269" coordorigin="10968,11197" coordsize="101,269" path="m10968,11466l11068,11466,11068,11197,10968,11197,10968,11466e" filled="t" fillcolor="#FFFF00" stroked="f">
                <v:path arrowok="t"/>
                <v:fill/>
              </v:shape>
            </v:group>
            <v:group style="position:absolute;left:10502;top:11197;width:466;height:269" coordorigin="10502,11197" coordsize="466,269">
              <v:shape style="position:absolute;left:10502;top:11197;width:466;height:269" coordorigin="10502,11197" coordsize="466,269" path="m10502,11466l10968,11466,10968,11197,10502,11197,10502,11466e" filled="t" fillcolor="#FFFF00" stroked="f">
                <v:path arrowok="t"/>
                <v:fill/>
              </v:shape>
            </v:group>
            <v:group style="position:absolute;left:716;top:11192;width:10362;height:2" coordorigin="716,11192" coordsize="10362,2">
              <v:shape style="position:absolute;left:716;top:11192;width:10362;height:2" coordorigin="716,11192" coordsize="10362,0" path="m716,11192l11078,11192e" filled="f" stroked="t" strokeweight=".579980pt" strokecolor="#000000">
                <v:path arrowok="t"/>
              </v:shape>
            </v:group>
            <v:group style="position:absolute;left:725;top:11495;width:1522;height:2" coordorigin="725,11495" coordsize="1522,2">
              <v:shape style="position:absolute;left:725;top:11495;width:1522;height:2" coordorigin="725,11495" coordsize="1522,0" path="m725,11495l2247,11495e" filled="f" stroked="t" strokeweight="2.02pt" strokecolor="#E4B8B7">
                <v:path arrowok="t"/>
              </v:shape>
            </v:group>
            <v:group style="position:absolute;left:725;top:11514;width:101;height:230" coordorigin="725,11514" coordsize="101,230">
              <v:shape style="position:absolute;left:725;top:11514;width:101;height:230" coordorigin="725,11514" coordsize="101,230" path="m725,11744l826,11744,826,11514,725,11514,725,11744e" filled="t" fillcolor="#E4B8B7" stroked="f">
                <v:path arrowok="t"/>
                <v:fill/>
              </v:shape>
            </v:group>
            <v:group style="position:absolute;left:2147;top:11514;width:101;height:230" coordorigin="2147,11514" coordsize="101,230">
              <v:shape style="position:absolute;left:2147;top:11514;width:101;height:230" coordorigin="2147,11514" coordsize="101,230" path="m2147,11744l2247,11744,2247,11514,2147,11514,2147,11744e" filled="t" fillcolor="#E4B8B7" stroked="f">
                <v:path arrowok="t"/>
                <v:fill/>
              </v:shape>
            </v:group>
            <v:group style="position:absolute;left:826;top:11514;width:1320;height:230" coordorigin="826,11514" coordsize="1320,230">
              <v:shape style="position:absolute;left:826;top:11514;width:1320;height:230" coordorigin="826,11514" coordsize="1320,230" path="m826,11744l2147,11744,2147,11514,826,11514,826,11744e" filled="t" fillcolor="#E4B8B7" stroked="f">
                <v:path arrowok="t"/>
                <v:fill/>
              </v:shape>
            </v:group>
            <v:group style="position:absolute;left:2252;top:11475;width:110;height:269" coordorigin="2252,11475" coordsize="110,269">
              <v:shape style="position:absolute;left:2252;top:11475;width:110;height:269" coordorigin="2252,11475" coordsize="110,269" path="m2252,11744l2363,11744,2363,11475,2252,11475,2252,11744e" filled="t" fillcolor="#E4B8B7" stroked="f">
                <v:path arrowok="t"/>
                <v:fill/>
              </v:shape>
            </v:group>
            <v:group style="position:absolute;left:2838;top:11475;width:101;height:269" coordorigin="2838,11475" coordsize="101,269">
              <v:shape style="position:absolute;left:2838;top:11475;width:101;height:269" coordorigin="2838,11475" coordsize="101,269" path="m2838,11744l2939,11744,2939,11475,2838,11475,2838,11744e" filled="t" fillcolor="#E4B8B7" stroked="f">
                <v:path arrowok="t"/>
                <v:fill/>
              </v:shape>
            </v:group>
            <v:group style="position:absolute;left:2363;top:11475;width:475;height:269" coordorigin="2363,11475" coordsize="475,269">
              <v:shape style="position:absolute;left:2363;top:11475;width:475;height:269" coordorigin="2363,11475" coordsize="475,269" path="m2363,11744l2838,11744,2838,11475,2363,11475,2363,11744e" filled="t" fillcolor="#E4B8B7" stroked="f">
                <v:path arrowok="t"/>
                <v:fill/>
              </v:shape>
            </v:group>
            <v:group style="position:absolute;left:2943;top:11475;width:111;height:269" coordorigin="2943,11475" coordsize="111,269">
              <v:shape style="position:absolute;left:2943;top:11475;width:111;height:269" coordorigin="2943,11475" coordsize="111,269" path="m2943,11744l3054,11744,3054,11475,2943,11475,2943,11744e" filled="t" fillcolor="#E4B8B7" stroked="f">
                <v:path arrowok="t"/>
                <v:fill/>
              </v:shape>
            </v:group>
            <v:group style="position:absolute;left:3520;top:11475;width:106;height:269" coordorigin="3520,11475" coordsize="106,269">
              <v:shape style="position:absolute;left:3520;top:11475;width:106;height:269" coordorigin="3520,11475" coordsize="106,269" path="m3520,11744l3625,11744,3625,11475,3520,11475,3520,11744e" filled="t" fillcolor="#E4B8B7" stroked="f">
                <v:path arrowok="t"/>
                <v:fill/>
              </v:shape>
            </v:group>
            <v:group style="position:absolute;left:3054;top:11475;width:466;height:269" coordorigin="3054,11475" coordsize="466,269">
              <v:shape style="position:absolute;left:3054;top:11475;width:466;height:269" coordorigin="3054,11475" coordsize="466,269" path="m3054,11744l3520,11744,3520,11475,3054,11475,3054,11744e" filled="t" fillcolor="#E4B8B7" stroked="f">
                <v:path arrowok="t"/>
                <v:fill/>
              </v:shape>
            </v:group>
            <v:group style="position:absolute;left:3630;top:11475;width:106;height:269" coordorigin="3630,11475" coordsize="106,269">
              <v:shape style="position:absolute;left:3630;top:11475;width:106;height:269" coordorigin="3630,11475" coordsize="106,269" path="m3630,11744l3736,11744,3736,11475,3630,11475,3630,11744e" filled="t" fillcolor="#E4B8B7" stroked="f">
                <v:path arrowok="t"/>
                <v:fill/>
              </v:shape>
            </v:group>
            <v:group style="position:absolute;left:4394;top:11475;width:106;height:269" coordorigin="4394,11475" coordsize="106,269">
              <v:shape style="position:absolute;left:4394;top:11475;width:106;height:269" coordorigin="4394,11475" coordsize="106,269" path="m4394,11744l4500,11744,4500,11475,4394,11475,4394,11744e" filled="t" fillcolor="#E4B8B7" stroked="f">
                <v:path arrowok="t"/>
                <v:fill/>
              </v:shape>
            </v:group>
            <v:group style="position:absolute;left:3736;top:11475;width:658;height:269" coordorigin="3736,11475" coordsize="658,269">
              <v:shape style="position:absolute;left:3736;top:11475;width:658;height:269" coordorigin="3736,11475" coordsize="658,269" path="m3736,11744l4394,11744,4394,11475,3736,11475,3736,11744e" filled="t" fillcolor="#E4B8B7" stroked="f">
                <v:path arrowok="t"/>
                <v:fill/>
              </v:shape>
            </v:group>
            <v:group style="position:absolute;left:4504;top:11475;width:106;height:269" coordorigin="4504,11475" coordsize="106,269">
              <v:shape style="position:absolute;left:4504;top:11475;width:106;height:269" coordorigin="4504,11475" coordsize="106,269" path="m4504,11744l4610,11744,4610,11475,4504,11475,4504,11744e" filled="t" fillcolor="#E4B8B7" stroked="f">
                <v:path arrowok="t"/>
                <v:fill/>
              </v:shape>
            </v:group>
            <v:group style="position:absolute;left:5061;top:11475;width:101;height:269" coordorigin="5061,11475" coordsize="101,269">
              <v:shape style="position:absolute;left:5061;top:11475;width:101;height:269" coordorigin="5061,11475" coordsize="101,269" path="m5061,11744l5162,11744,5162,11475,5061,11475,5061,11744e" filled="t" fillcolor="#E4B8B7" stroked="f">
                <v:path arrowok="t"/>
                <v:fill/>
              </v:shape>
            </v:group>
            <v:group style="position:absolute;left:4610;top:11475;width:451;height:269" coordorigin="4610,11475" coordsize="451,269">
              <v:shape style="position:absolute;left:4610;top:11475;width:451;height:269" coordorigin="4610,11475" coordsize="451,269" path="m4610,11744l5061,11744,5061,11475,4610,11475,4610,11744e" filled="t" fillcolor="#E4B8B7" stroked="f">
                <v:path arrowok="t"/>
                <v:fill/>
              </v:shape>
            </v:group>
            <v:group style="position:absolute;left:5167;top:11475;width:110;height:269" coordorigin="5167,11475" coordsize="110,269">
              <v:shape style="position:absolute;left:5167;top:11475;width:110;height:269" coordorigin="5167,11475" coordsize="110,269" path="m5167,11744l5277,11744,5277,11475,5167,11475,5167,11744e" filled="t" fillcolor="#E4B8B7" stroked="f">
                <v:path arrowok="t"/>
                <v:fill/>
              </v:shape>
            </v:group>
            <v:group style="position:absolute;left:5748;top:11475;width:101;height:269" coordorigin="5748,11475" coordsize="101,269">
              <v:shape style="position:absolute;left:5748;top:11475;width:101;height:269" coordorigin="5748,11475" coordsize="101,269" path="m5748,11744l5849,11744,5849,11475,5748,11475,5748,11744e" filled="t" fillcolor="#E4B8B7" stroked="f">
                <v:path arrowok="t"/>
                <v:fill/>
              </v:shape>
            </v:group>
            <v:group style="position:absolute;left:5277;top:11475;width:471;height:269" coordorigin="5277,11475" coordsize="471,269">
              <v:shape style="position:absolute;left:5277;top:11475;width:471;height:269" coordorigin="5277,11475" coordsize="471,269" path="m5277,11744l5748,11744,5748,11475,5277,11475,5277,11744e" filled="t" fillcolor="#E4B8B7" stroked="f">
                <v:path arrowok="t"/>
                <v:fill/>
              </v:shape>
            </v:group>
            <v:group style="position:absolute;left:5854;top:11475;width:110;height:269" coordorigin="5854,11475" coordsize="110,269">
              <v:shape style="position:absolute;left:5854;top:11475;width:110;height:269" coordorigin="5854,11475" coordsize="110,269" path="m5854,11744l5964,11744,5964,11475,5854,11475,5854,11744e" filled="t" fillcolor="#E4B8B7" stroked="f">
                <v:path arrowok="t"/>
                <v:fill/>
              </v:shape>
            </v:group>
            <v:group style="position:absolute;left:6343;top:11475;width:101;height:269" coordorigin="6343,11475" coordsize="101,269">
              <v:shape style="position:absolute;left:6343;top:11475;width:101;height:269" coordorigin="6343,11475" coordsize="101,269" path="m6343,11744l6444,11744,6444,11475,6343,11475,6343,11744e" filled="t" fillcolor="#E4B8B7" stroked="f">
                <v:path arrowok="t"/>
                <v:fill/>
              </v:shape>
            </v:group>
            <v:group style="position:absolute;left:5964;top:11475;width:379;height:269" coordorigin="5964,11475" coordsize="379,269">
              <v:shape style="position:absolute;left:5964;top:11475;width:379;height:269" coordorigin="5964,11475" coordsize="379,269" path="m5964,11744l6343,11744,6343,11475,5964,11475,5964,11744e" filled="t" fillcolor="#E4B8B7" stroked="f">
                <v:path arrowok="t"/>
                <v:fill/>
              </v:shape>
            </v:group>
            <v:group style="position:absolute;left:6449;top:11475;width:111;height:269" coordorigin="6449,11475" coordsize="111,269">
              <v:shape style="position:absolute;left:6449;top:11475;width:111;height:269" coordorigin="6449,11475" coordsize="111,269" path="m6449,11744l6560,11744,6560,11475,6449,11475,6449,11744e" filled="t" fillcolor="#E4B8B7" stroked="f">
                <v:path arrowok="t"/>
                <v:fill/>
              </v:shape>
            </v:group>
            <v:group style="position:absolute;left:7620;top:11475;width:101;height:269" coordorigin="7620,11475" coordsize="101,269">
              <v:shape style="position:absolute;left:7620;top:11475;width:101;height:269" coordorigin="7620,11475" coordsize="101,269" path="m7620,11744l7722,11744,7722,11475,7620,11475,7620,11744e" filled="t" fillcolor="#E4B8B7" stroked="f">
                <v:path arrowok="t"/>
                <v:fill/>
              </v:shape>
            </v:group>
            <v:group style="position:absolute;left:6560;top:11475;width:1061;height:269" coordorigin="6560,11475" coordsize="1061,269">
              <v:shape style="position:absolute;left:6560;top:11475;width:1061;height:269" coordorigin="6560,11475" coordsize="1061,269" path="m6560,11744l7620,11744,7620,11475,6560,11475,6560,11744e" filled="t" fillcolor="#E4B8B7" stroked="f">
                <v:path arrowok="t"/>
                <v:fill/>
              </v:shape>
            </v:group>
            <v:group style="position:absolute;left:7727;top:11475;width:110;height:269" coordorigin="7727,11475" coordsize="110,269">
              <v:shape style="position:absolute;left:7727;top:11475;width:110;height:269" coordorigin="7727,11475" coordsize="110,269" path="m7727,11744l7837,11744,7837,11475,7727,11475,7727,11744e" filled="t" fillcolor="#E4B8B7" stroked="f">
                <v:path arrowok="t"/>
                <v:fill/>
              </v:shape>
            </v:group>
            <v:group style="position:absolute;left:8389;top:11475;width:106;height:269" coordorigin="8389,11475" coordsize="106,269">
              <v:shape style="position:absolute;left:8389;top:11475;width:106;height:269" coordorigin="8389,11475" coordsize="106,269" path="m8389,11744l8495,11744,8495,11475,8389,11475,8389,11744e" filled="t" fillcolor="#E4B8B7" stroked="f">
                <v:path arrowok="t"/>
                <v:fill/>
              </v:shape>
            </v:group>
            <v:group style="position:absolute;left:7837;top:11475;width:552;height:269" coordorigin="7837,11475" coordsize="552,269">
              <v:shape style="position:absolute;left:7837;top:11475;width:552;height:269" coordorigin="7837,11475" coordsize="552,269" path="m7837,11744l8389,11744,8389,11475,7837,11475,7837,11744e" filled="t" fillcolor="#E4B8B7" stroked="f">
                <v:path arrowok="t"/>
                <v:fill/>
              </v:shape>
            </v:group>
            <v:group style="position:absolute;left:8499;top:11475;width:106;height:269" coordorigin="8499,11475" coordsize="106,269">
              <v:shape style="position:absolute;left:8499;top:11475;width:106;height:269" coordorigin="8499,11475" coordsize="106,269" path="m8499,11744l8605,11744,8605,11475,8499,11475,8499,11744e" filled="t" fillcolor="#E4B8B7" stroked="f">
                <v:path arrowok="t"/>
                <v:fill/>
              </v:shape>
            </v:group>
            <v:group style="position:absolute;left:9071;top:11475;width:106;height:269" coordorigin="9071,11475" coordsize="106,269">
              <v:shape style="position:absolute;left:9071;top:11475;width:106;height:269" coordorigin="9071,11475" coordsize="106,269" path="m9071,11744l9177,11744,9177,11475,9071,11475,9071,11744e" filled="t" fillcolor="#E4B8B7" stroked="f">
                <v:path arrowok="t"/>
                <v:fill/>
              </v:shape>
            </v:group>
            <v:group style="position:absolute;left:8605;top:11475;width:466;height:269" coordorigin="8605,11475" coordsize="466,269">
              <v:shape style="position:absolute;left:8605;top:11475;width:466;height:269" coordorigin="8605,11475" coordsize="466,269" path="m8605,11744l9071,11744,9071,11475,8605,11475,8605,11744e" filled="t" fillcolor="#E4B8B7" stroked="f">
                <v:path arrowok="t"/>
                <v:fill/>
              </v:shape>
            </v:group>
            <v:group style="position:absolute;left:9181;top:11475;width:106;height:269" coordorigin="9181,11475" coordsize="106,269">
              <v:shape style="position:absolute;left:9181;top:11475;width:106;height:269" coordorigin="9181,11475" coordsize="106,269" path="m9181,11744l9287,11744,9287,11475,9181,11475,9181,11744e" filled="t" fillcolor="#E4B8B7" stroked="f">
                <v:path arrowok="t"/>
                <v:fill/>
              </v:shape>
            </v:group>
            <v:group style="position:absolute;left:9681;top:11475;width:101;height:269" coordorigin="9681,11475" coordsize="101,269">
              <v:shape style="position:absolute;left:9681;top:11475;width:101;height:269" coordorigin="9681,11475" coordsize="101,269" path="m9681,11744l9781,11744,9781,11475,9681,11475,9681,11744e" filled="t" fillcolor="#E4B8B7" stroked="f">
                <v:path arrowok="t"/>
                <v:fill/>
              </v:shape>
            </v:group>
            <v:group style="position:absolute;left:9287;top:11475;width:394;height:269" coordorigin="9287,11475" coordsize="394,269">
              <v:shape style="position:absolute;left:9287;top:11475;width:394;height:269" coordorigin="9287,11475" coordsize="394,269" path="m9287,11744l9681,11744,9681,11475,9287,11475,9287,11744e" filled="t" fillcolor="#E4B8B7" stroked="f">
                <v:path arrowok="t"/>
                <v:fill/>
              </v:shape>
            </v:group>
            <v:group style="position:absolute;left:9786;top:11495;width:605;height:2" coordorigin="9786,11495" coordsize="605,2">
              <v:shape style="position:absolute;left:9786;top:11495;width:605;height:2" coordorigin="9786,11495" coordsize="605,0" path="m9786,11495l10391,11495e" filled="f" stroked="t" strokeweight="2.02pt" strokecolor="#E4B8B7">
                <v:path arrowok="t"/>
              </v:shape>
            </v:group>
            <v:group style="position:absolute;left:9786;top:11514;width:110;height:230" coordorigin="9786,11514" coordsize="110,230">
              <v:shape style="position:absolute;left:9786;top:11514;width:110;height:230" coordorigin="9786,11514" coordsize="110,230" path="m9786,11744l9897,11744,9897,11514,9786,11514,9786,11744e" filled="t" fillcolor="#E4B8B7" stroked="f">
                <v:path arrowok="t"/>
                <v:fill/>
              </v:shape>
            </v:group>
            <v:group style="position:absolute;left:10286;top:11514;width:106;height:230" coordorigin="10286,11514" coordsize="106,230">
              <v:shape style="position:absolute;left:10286;top:11514;width:106;height:230" coordorigin="10286,11514" coordsize="106,230" path="m10286,11744l10392,11744,10392,11514,10286,11514,10286,11744e" filled="t" fillcolor="#E4B8B7" stroked="f">
                <v:path arrowok="t"/>
                <v:fill/>
              </v:shape>
            </v:group>
            <v:group style="position:absolute;left:9897;top:11514;width:389;height:230" coordorigin="9897,11514" coordsize="389,230">
              <v:shape style="position:absolute;left:9897;top:11514;width:389;height:230" coordorigin="9897,11514" coordsize="389,230" path="m9897,11744l10286,11744,10286,11514,9897,11514,9897,11744e" filled="t" fillcolor="#E4B8B7" stroked="f">
                <v:path arrowok="t"/>
                <v:fill/>
              </v:shape>
            </v:group>
            <v:group style="position:absolute;left:10396;top:11475;width:106;height:269" coordorigin="10396,11475" coordsize="106,269">
              <v:shape style="position:absolute;left:10396;top:11475;width:106;height:269" coordorigin="10396,11475" coordsize="106,269" path="m10396,11744l10502,11744,10502,11475,10396,11475,10396,11744e" filled="t" fillcolor="#E4B8B7" stroked="f">
                <v:path arrowok="t"/>
                <v:fill/>
              </v:shape>
            </v:group>
            <v:group style="position:absolute;left:10968;top:11475;width:101;height:269" coordorigin="10968,11475" coordsize="101,269">
              <v:shape style="position:absolute;left:10968;top:11475;width:101;height:269" coordorigin="10968,11475" coordsize="101,269" path="m10968,11744l11068,11744,11068,11475,10968,11475,10968,11744e" filled="t" fillcolor="#E4B8B7" stroked="f">
                <v:path arrowok="t"/>
                <v:fill/>
              </v:shape>
            </v:group>
            <v:group style="position:absolute;left:10502;top:11475;width:466;height:269" coordorigin="10502,11475" coordsize="466,269">
              <v:shape style="position:absolute;left:10502;top:11475;width:466;height:269" coordorigin="10502,11475" coordsize="466,269" path="m10502,11744l10968,11744,10968,11475,10502,11475,10502,11744e" filled="t" fillcolor="#E4B8B7" stroked="f">
                <v:path arrowok="t"/>
                <v:fill/>
              </v:shape>
            </v:group>
            <v:group style="position:absolute;left:716;top:11471;width:10362;height:2" coordorigin="716,11471" coordsize="10362,2">
              <v:shape style="position:absolute;left:716;top:11471;width:10362;height:2" coordorigin="716,11471" coordsize="10362,0" path="m716,11471l11078,11471e" filled="f" stroked="t" strokeweight=".579980pt" strokecolor="#000000">
                <v:path arrowok="t"/>
              </v:shape>
            </v:group>
            <v:group style="position:absolute;left:725;top:11754;width:1522;height:130" coordorigin="725,11754" coordsize="1522,130">
              <v:shape style="position:absolute;left:725;top:11754;width:1522;height:130" coordorigin="725,11754" coordsize="1522,130" path="m725,11883l2247,11883,2247,11754,725,11754,725,11883e" filled="t" fillcolor="#E4B8B7" stroked="f">
                <v:path arrowok="t"/>
                <v:fill/>
              </v:shape>
            </v:group>
            <v:group style="position:absolute;left:725;top:11883;width:101;height:230" coordorigin="725,11883" coordsize="101,230">
              <v:shape style="position:absolute;left:725;top:11883;width:101;height:230" coordorigin="725,11883" coordsize="101,230" path="m725,12114l826,12114,826,11883,725,11883,725,12114e" filled="t" fillcolor="#E4B8B7" stroked="f">
                <v:path arrowok="t"/>
                <v:fill/>
              </v:shape>
            </v:group>
            <v:group style="position:absolute;left:2147;top:11883;width:101;height:230" coordorigin="2147,11883" coordsize="101,230">
              <v:shape style="position:absolute;left:2147;top:11883;width:101;height:230" coordorigin="2147,11883" coordsize="101,230" path="m2147,12114l2247,12114,2247,11883,2147,11883,2147,12114e" filled="t" fillcolor="#E4B8B7" stroked="f">
                <v:path arrowok="t"/>
                <v:fill/>
              </v:shape>
            </v:group>
            <v:group style="position:absolute;left:826;top:11883;width:1320;height:230" coordorigin="826,11883" coordsize="1320,230">
              <v:shape style="position:absolute;left:826;top:11883;width:1320;height:230" coordorigin="826,11883" coordsize="1320,230" path="m826,12114l2147,12114,2147,11883,826,11883,826,12114e" filled="t" fillcolor="#E4B8B7" stroked="f">
                <v:path arrowok="t"/>
                <v:fill/>
              </v:shape>
            </v:group>
            <v:group style="position:absolute;left:2252;top:11754;width:686;height:91" coordorigin="2252,11754" coordsize="686,91">
              <v:shape style="position:absolute;left:2252;top:11754;width:686;height:91" coordorigin="2252,11754" coordsize="686,91" path="m2252,11845l2939,11845,2939,11754,2252,11754,2252,11845e" filled="t" fillcolor="#E4B8B7" stroked="f">
                <v:path arrowok="t"/>
                <v:fill/>
              </v:shape>
            </v:group>
            <v:group style="position:absolute;left:2252;top:11845;width:110;height:269" coordorigin="2252,11845" coordsize="110,269">
              <v:shape style="position:absolute;left:2252;top:11845;width:110;height:269" coordorigin="2252,11845" coordsize="110,269" path="m2252,12114l2363,12114,2363,11845,2252,11845,2252,12114e" filled="t" fillcolor="#E4B8B7" stroked="f">
                <v:path arrowok="t"/>
                <v:fill/>
              </v:shape>
            </v:group>
            <v:group style="position:absolute;left:2838;top:11845;width:101;height:269" coordorigin="2838,11845" coordsize="101,269">
              <v:shape style="position:absolute;left:2838;top:11845;width:101;height:269" coordorigin="2838,11845" coordsize="101,269" path="m2838,12114l2939,12114,2939,11845,2838,11845,2838,12114e" filled="t" fillcolor="#E4B8B7" stroked="f">
                <v:path arrowok="t"/>
                <v:fill/>
              </v:shape>
            </v:group>
            <v:group style="position:absolute;left:2363;top:11845;width:475;height:269" coordorigin="2363,11845" coordsize="475,269">
              <v:shape style="position:absolute;left:2363;top:11845;width:475;height:269" coordorigin="2363,11845" coordsize="475,269" path="m2363,12114l2838,12114,2838,11845,2363,11845,2363,12114e" filled="t" fillcolor="#E4B8B7" stroked="f">
                <v:path arrowok="t"/>
                <v:fill/>
              </v:shape>
            </v:group>
            <v:group style="position:absolute;left:2943;top:11754;width:682;height:91" coordorigin="2943,11754" coordsize="682,91">
              <v:shape style="position:absolute;left:2943;top:11754;width:682;height:91" coordorigin="2943,11754" coordsize="682,91" path="m2943,11845l3625,11845,3625,11754,2943,11754,2943,11845e" filled="t" fillcolor="#E4B8B7" stroked="f">
                <v:path arrowok="t"/>
                <v:fill/>
              </v:shape>
            </v:group>
            <v:group style="position:absolute;left:2943;top:11845;width:111;height:269" coordorigin="2943,11845" coordsize="111,269">
              <v:shape style="position:absolute;left:2943;top:11845;width:111;height:269" coordorigin="2943,11845" coordsize="111,269" path="m2943,12114l3054,12114,3054,11845,2943,11845,2943,12114e" filled="t" fillcolor="#E4B8B7" stroked="f">
                <v:path arrowok="t"/>
                <v:fill/>
              </v:shape>
            </v:group>
            <v:group style="position:absolute;left:3520;top:11845;width:106;height:269" coordorigin="3520,11845" coordsize="106,269">
              <v:shape style="position:absolute;left:3520;top:11845;width:106;height:269" coordorigin="3520,11845" coordsize="106,269" path="m3520,12114l3625,12114,3625,11845,3520,11845,3520,12114e" filled="t" fillcolor="#E4B8B7" stroked="f">
                <v:path arrowok="t"/>
                <v:fill/>
              </v:shape>
            </v:group>
            <v:group style="position:absolute;left:3054;top:11845;width:466;height:269" coordorigin="3054,11845" coordsize="466,269">
              <v:shape style="position:absolute;left:3054;top:11845;width:466;height:269" coordorigin="3054,11845" coordsize="466,269" path="m3054,12114l3520,12114,3520,11845,3054,11845,3054,12114e" filled="t" fillcolor="#E4B8B7" stroked="f">
                <v:path arrowok="t"/>
                <v:fill/>
              </v:shape>
            </v:group>
            <v:group style="position:absolute;left:3630;top:11754;width:869;height:91" coordorigin="3630,11754" coordsize="869,91">
              <v:shape style="position:absolute;left:3630;top:11754;width:869;height:91" coordorigin="3630,11754" coordsize="869,91" path="m3630,11845l4499,11845,4499,11754,3630,11754,3630,11845e" filled="t" fillcolor="#E4B8B7" stroked="f">
                <v:path arrowok="t"/>
                <v:fill/>
              </v:shape>
            </v:group>
            <v:group style="position:absolute;left:3630;top:11845;width:106;height:269" coordorigin="3630,11845" coordsize="106,269">
              <v:shape style="position:absolute;left:3630;top:11845;width:106;height:269" coordorigin="3630,11845" coordsize="106,269" path="m3630,12114l3736,12114,3736,11845,3630,11845,3630,12114e" filled="t" fillcolor="#E4B8B7" stroked="f">
                <v:path arrowok="t"/>
                <v:fill/>
              </v:shape>
            </v:group>
            <v:group style="position:absolute;left:4394;top:11845;width:106;height:269" coordorigin="4394,11845" coordsize="106,269">
              <v:shape style="position:absolute;left:4394;top:11845;width:106;height:269" coordorigin="4394,11845" coordsize="106,269" path="m4394,12114l4500,12114,4500,11845,4394,11845,4394,12114e" filled="t" fillcolor="#E4B8B7" stroked="f">
                <v:path arrowok="t"/>
                <v:fill/>
              </v:shape>
            </v:group>
            <v:group style="position:absolute;left:3736;top:11845;width:658;height:269" coordorigin="3736,11845" coordsize="658,269">
              <v:shape style="position:absolute;left:3736;top:11845;width:658;height:269" coordorigin="3736,11845" coordsize="658,269" path="m3736,12114l4394,12114,4394,11845,3736,11845,3736,12114e" filled="t" fillcolor="#E4B8B7" stroked="f">
                <v:path arrowok="t"/>
                <v:fill/>
              </v:shape>
            </v:group>
            <v:group style="position:absolute;left:4504;top:11754;width:658;height:91" coordorigin="4504,11754" coordsize="658,91">
              <v:shape style="position:absolute;left:4504;top:11754;width:658;height:91" coordorigin="4504,11754" coordsize="658,91" path="m4504,11845l5162,11845,5162,11754,4504,11754,4504,11845e" filled="t" fillcolor="#E4B8B7" stroked="f">
                <v:path arrowok="t"/>
                <v:fill/>
              </v:shape>
            </v:group>
            <v:group style="position:absolute;left:4504;top:11845;width:106;height:269" coordorigin="4504,11845" coordsize="106,269">
              <v:shape style="position:absolute;left:4504;top:11845;width:106;height:269" coordorigin="4504,11845" coordsize="106,269" path="m4504,12114l4610,12114,4610,11845,4504,11845,4504,12114e" filled="t" fillcolor="#E4B8B7" stroked="f">
                <v:path arrowok="t"/>
                <v:fill/>
              </v:shape>
            </v:group>
            <v:group style="position:absolute;left:5061;top:11845;width:101;height:269" coordorigin="5061,11845" coordsize="101,269">
              <v:shape style="position:absolute;left:5061;top:11845;width:101;height:269" coordorigin="5061,11845" coordsize="101,269" path="m5061,12114l5162,12114,5162,11845,5061,11845,5061,12114e" filled="t" fillcolor="#E4B8B7" stroked="f">
                <v:path arrowok="t"/>
                <v:fill/>
              </v:shape>
            </v:group>
            <v:group style="position:absolute;left:4610;top:11845;width:451;height:269" coordorigin="4610,11845" coordsize="451,269">
              <v:shape style="position:absolute;left:4610;top:11845;width:451;height:269" coordorigin="4610,11845" coordsize="451,269" path="m4610,12114l5061,12114,5061,11845,4610,11845,4610,12114e" filled="t" fillcolor="#E4B8B7" stroked="f">
                <v:path arrowok="t"/>
                <v:fill/>
              </v:shape>
            </v:group>
            <v:group style="position:absolute;left:5167;top:11754;width:682;height:91" coordorigin="5167,11754" coordsize="682,91">
              <v:shape style="position:absolute;left:5167;top:11754;width:682;height:91" coordorigin="5167,11754" coordsize="682,91" path="m5167,11845l5849,11845,5849,11754,5167,11754,5167,11845e" filled="t" fillcolor="#E4B8B7" stroked="f">
                <v:path arrowok="t"/>
                <v:fill/>
              </v:shape>
            </v:group>
            <v:group style="position:absolute;left:5167;top:11845;width:110;height:269" coordorigin="5167,11845" coordsize="110,269">
              <v:shape style="position:absolute;left:5167;top:11845;width:110;height:269" coordorigin="5167,11845" coordsize="110,269" path="m5167,12114l5277,12114,5277,11845,5167,11845,5167,12114e" filled="t" fillcolor="#E4B8B7" stroked="f">
                <v:path arrowok="t"/>
                <v:fill/>
              </v:shape>
            </v:group>
            <v:group style="position:absolute;left:5748;top:11845;width:101;height:269" coordorigin="5748,11845" coordsize="101,269">
              <v:shape style="position:absolute;left:5748;top:11845;width:101;height:269" coordorigin="5748,11845" coordsize="101,269" path="m5748,12114l5849,12114,5849,11845,5748,11845,5748,12114e" filled="t" fillcolor="#E4B8B7" stroked="f">
                <v:path arrowok="t"/>
                <v:fill/>
              </v:shape>
            </v:group>
            <v:group style="position:absolute;left:5277;top:11845;width:471;height:269" coordorigin="5277,11845" coordsize="471,269">
              <v:shape style="position:absolute;left:5277;top:11845;width:471;height:269" coordorigin="5277,11845" coordsize="471,269" path="m5277,12114l5748,12114,5748,11845,5277,11845,5277,12114e" filled="t" fillcolor="#E4B8B7" stroked="f">
                <v:path arrowok="t"/>
                <v:fill/>
              </v:shape>
            </v:group>
            <v:group style="position:absolute;left:5854;top:11754;width:590;height:91" coordorigin="5854,11754" coordsize="590,91">
              <v:shape style="position:absolute;left:5854;top:11754;width:590;height:91" coordorigin="5854,11754" coordsize="590,91" path="m5854,11845l6444,11845,6444,11754,5854,11754,5854,11845e" filled="t" fillcolor="#E4B8B7" stroked="f">
                <v:path arrowok="t"/>
                <v:fill/>
              </v:shape>
            </v:group>
            <v:group style="position:absolute;left:5854;top:11845;width:110;height:269" coordorigin="5854,11845" coordsize="110,269">
              <v:shape style="position:absolute;left:5854;top:11845;width:110;height:269" coordorigin="5854,11845" coordsize="110,269" path="m5854,12114l5964,12114,5964,11845,5854,11845,5854,12114e" filled="t" fillcolor="#E4B8B7" stroked="f">
                <v:path arrowok="t"/>
                <v:fill/>
              </v:shape>
            </v:group>
            <v:group style="position:absolute;left:6343;top:11845;width:101;height:269" coordorigin="6343,11845" coordsize="101,269">
              <v:shape style="position:absolute;left:6343;top:11845;width:101;height:269" coordorigin="6343,11845" coordsize="101,269" path="m6343,12114l6444,12114,6444,11845,6343,11845,6343,12114e" filled="t" fillcolor="#E4B8B7" stroked="f">
                <v:path arrowok="t"/>
                <v:fill/>
              </v:shape>
            </v:group>
            <v:group style="position:absolute;left:5964;top:11845;width:379;height:269" coordorigin="5964,11845" coordsize="379,269">
              <v:shape style="position:absolute;left:5964;top:11845;width:379;height:269" coordorigin="5964,11845" coordsize="379,269" path="m5964,12114l6343,12114,6343,11845,5964,11845,5964,12114e" filled="t" fillcolor="#E4B8B7" stroked="f">
                <v:path arrowok="t"/>
                <v:fill/>
              </v:shape>
            </v:group>
            <v:group style="position:absolute;left:6449;top:11754;width:1273;height:91" coordorigin="6449,11754" coordsize="1273,91">
              <v:shape style="position:absolute;left:6449;top:11754;width:1273;height:91" coordorigin="6449,11754" coordsize="1273,91" path="m6449,11845l7722,11845,7722,11754,6449,11754,6449,11845e" filled="t" fillcolor="#E4B8B7" stroked="f">
                <v:path arrowok="t"/>
                <v:fill/>
              </v:shape>
            </v:group>
            <v:group style="position:absolute;left:6449;top:11845;width:111;height:269" coordorigin="6449,11845" coordsize="111,269">
              <v:shape style="position:absolute;left:6449;top:11845;width:111;height:269" coordorigin="6449,11845" coordsize="111,269" path="m6449,12114l6560,12114,6560,11845,6449,11845,6449,12114e" filled="t" fillcolor="#E4B8B7" stroked="f">
                <v:path arrowok="t"/>
                <v:fill/>
              </v:shape>
            </v:group>
            <v:group style="position:absolute;left:7620;top:11845;width:101;height:269" coordorigin="7620,11845" coordsize="101,269">
              <v:shape style="position:absolute;left:7620;top:11845;width:101;height:269" coordorigin="7620,11845" coordsize="101,269" path="m7620,12114l7722,12114,7722,11845,7620,11845,7620,12114e" filled="t" fillcolor="#E4B8B7" stroked="f">
                <v:path arrowok="t"/>
                <v:fill/>
              </v:shape>
            </v:group>
            <v:group style="position:absolute;left:6560;top:11845;width:1061;height:269" coordorigin="6560,11845" coordsize="1061,269">
              <v:shape style="position:absolute;left:6560;top:11845;width:1061;height:269" coordorigin="6560,11845" coordsize="1061,269" path="m6560,12114l7620,12114,7620,11845,6560,11845,6560,12114e" filled="t" fillcolor="#E4B8B7" stroked="f">
                <v:path arrowok="t"/>
                <v:fill/>
              </v:shape>
            </v:group>
            <v:group style="position:absolute;left:7727;top:11754;width:768;height:91" coordorigin="7727,11754" coordsize="768,91">
              <v:shape style="position:absolute;left:7727;top:11754;width:768;height:91" coordorigin="7727,11754" coordsize="768,91" path="m7727,11845l8495,11845,8495,11754,7727,11754,7727,11845e" filled="t" fillcolor="#E4B8B7" stroked="f">
                <v:path arrowok="t"/>
                <v:fill/>
              </v:shape>
            </v:group>
            <v:group style="position:absolute;left:7727;top:11845;width:110;height:269" coordorigin="7727,11845" coordsize="110,269">
              <v:shape style="position:absolute;left:7727;top:11845;width:110;height:269" coordorigin="7727,11845" coordsize="110,269" path="m7727,12114l7837,12114,7837,11845,7727,11845,7727,12114e" filled="t" fillcolor="#E4B8B7" stroked="f">
                <v:path arrowok="t"/>
                <v:fill/>
              </v:shape>
            </v:group>
            <v:group style="position:absolute;left:8389;top:11845;width:106;height:269" coordorigin="8389,11845" coordsize="106,269">
              <v:shape style="position:absolute;left:8389;top:11845;width:106;height:269" coordorigin="8389,11845" coordsize="106,269" path="m8389,12114l8495,12114,8495,11845,8389,11845,8389,12114e" filled="t" fillcolor="#E4B8B7" stroked="f">
                <v:path arrowok="t"/>
                <v:fill/>
              </v:shape>
            </v:group>
            <v:group style="position:absolute;left:7837;top:11845;width:552;height:269" coordorigin="7837,11845" coordsize="552,269">
              <v:shape style="position:absolute;left:7837;top:11845;width:552;height:269" coordorigin="7837,11845" coordsize="552,269" path="m7837,12114l8389,12114,8389,11845,7837,11845,7837,12114e" filled="t" fillcolor="#E4B8B7" stroked="f">
                <v:path arrowok="t"/>
                <v:fill/>
              </v:shape>
            </v:group>
            <v:group style="position:absolute;left:8499;top:11754;width:677;height:91" coordorigin="8499,11754" coordsize="677,91">
              <v:shape style="position:absolute;left:8499;top:11754;width:677;height:91" coordorigin="8499,11754" coordsize="677,91" path="m8499,11845l9177,11845,9177,11754,8499,11754,8499,11845e" filled="t" fillcolor="#E4B8B7" stroked="f">
                <v:path arrowok="t"/>
                <v:fill/>
              </v:shape>
            </v:group>
            <v:group style="position:absolute;left:8499;top:11845;width:106;height:269" coordorigin="8499,11845" coordsize="106,269">
              <v:shape style="position:absolute;left:8499;top:11845;width:106;height:269" coordorigin="8499,11845" coordsize="106,269" path="m8499,12114l8605,12114,8605,11845,8499,11845,8499,12114e" filled="t" fillcolor="#E4B8B7" stroked="f">
                <v:path arrowok="t"/>
                <v:fill/>
              </v:shape>
            </v:group>
            <v:group style="position:absolute;left:9071;top:11845;width:106;height:269" coordorigin="9071,11845" coordsize="106,269">
              <v:shape style="position:absolute;left:9071;top:11845;width:106;height:269" coordorigin="9071,11845" coordsize="106,269" path="m9071,12114l9177,12114,9177,11845,9071,11845,9071,12114e" filled="t" fillcolor="#E4B8B7" stroked="f">
                <v:path arrowok="t"/>
                <v:fill/>
              </v:shape>
            </v:group>
            <v:group style="position:absolute;left:8605;top:11845;width:466;height:269" coordorigin="8605,11845" coordsize="466,269">
              <v:shape style="position:absolute;left:8605;top:11845;width:466;height:269" coordorigin="8605,11845" coordsize="466,269" path="m8605,12114l9071,12114,9071,11845,8605,11845,8605,12114e" filled="t" fillcolor="#E4B8B7" stroked="f">
                <v:path arrowok="t"/>
                <v:fill/>
              </v:shape>
            </v:group>
            <v:group style="position:absolute;left:9181;top:11754;width:600;height:91" coordorigin="9181,11754" coordsize="600,91">
              <v:shape style="position:absolute;left:9181;top:11754;width:600;height:91" coordorigin="9181,11754" coordsize="600,91" path="m9181,11845l9781,11845,9781,11754,9181,11754,9181,11845e" filled="t" fillcolor="#E4B8B7" stroked="f">
                <v:path arrowok="t"/>
                <v:fill/>
              </v:shape>
            </v:group>
            <v:group style="position:absolute;left:9181;top:11845;width:106;height:269" coordorigin="9181,11845" coordsize="106,269">
              <v:shape style="position:absolute;left:9181;top:11845;width:106;height:269" coordorigin="9181,11845" coordsize="106,269" path="m9181,12114l9287,12114,9287,11845,9181,11845,9181,12114e" filled="t" fillcolor="#E4B8B7" stroked="f">
                <v:path arrowok="t"/>
                <v:fill/>
              </v:shape>
            </v:group>
            <v:group style="position:absolute;left:9681;top:11845;width:101;height:269" coordorigin="9681,11845" coordsize="101,269">
              <v:shape style="position:absolute;left:9681;top:11845;width:101;height:269" coordorigin="9681,11845" coordsize="101,269" path="m9681,12114l9781,12114,9781,11845,9681,11845,9681,12114e" filled="t" fillcolor="#E4B8B7" stroked="f">
                <v:path arrowok="t"/>
                <v:fill/>
              </v:shape>
            </v:group>
            <v:group style="position:absolute;left:9287;top:11845;width:394;height:269" coordorigin="9287,11845" coordsize="394,269">
              <v:shape style="position:absolute;left:9287;top:11845;width:394;height:269" coordorigin="9287,11845" coordsize="394,269" path="m9287,12114l9681,12114,9681,11845,9287,11845,9287,12114e" filled="t" fillcolor="#E4B8B7" stroked="f">
                <v:path arrowok="t"/>
                <v:fill/>
              </v:shape>
            </v:group>
            <v:group style="position:absolute;left:9786;top:11754;width:605;height:130" coordorigin="9786,11754" coordsize="605,130">
              <v:shape style="position:absolute;left:9786;top:11754;width:605;height:130" coordorigin="9786,11754" coordsize="605,130" path="m9786,11883l10391,11883,10391,11754,9786,11754,9786,11883e" filled="t" fillcolor="#E4B8B7" stroked="f">
                <v:path arrowok="t"/>
                <v:fill/>
              </v:shape>
            </v:group>
            <v:group style="position:absolute;left:9786;top:11883;width:110;height:230" coordorigin="9786,11883" coordsize="110,230">
              <v:shape style="position:absolute;left:9786;top:11883;width:110;height:230" coordorigin="9786,11883" coordsize="110,230" path="m9786,12114l9897,12114,9897,11883,9786,11883,9786,12114e" filled="t" fillcolor="#E4B8B7" stroked="f">
                <v:path arrowok="t"/>
                <v:fill/>
              </v:shape>
            </v:group>
            <v:group style="position:absolute;left:10286;top:11883;width:106;height:230" coordorigin="10286,11883" coordsize="106,230">
              <v:shape style="position:absolute;left:10286;top:11883;width:106;height:230" coordorigin="10286,11883" coordsize="106,230" path="m10286,12114l10392,12114,10392,11883,10286,11883,10286,12114e" filled="t" fillcolor="#E4B8B7" stroked="f">
                <v:path arrowok="t"/>
                <v:fill/>
              </v:shape>
            </v:group>
            <v:group style="position:absolute;left:9897;top:11883;width:389;height:230" coordorigin="9897,11883" coordsize="389,230">
              <v:shape style="position:absolute;left:9897;top:11883;width:389;height:230" coordorigin="9897,11883" coordsize="389,230" path="m9897,12114l10286,12114,10286,11883,9897,11883,9897,12114e" filled="t" fillcolor="#E4B8B7" stroked="f">
                <v:path arrowok="t"/>
                <v:fill/>
              </v:shape>
            </v:group>
            <v:group style="position:absolute;left:10396;top:11754;width:672;height:91" coordorigin="10396,11754" coordsize="672,91">
              <v:shape style="position:absolute;left:10396;top:11754;width:672;height:91" coordorigin="10396,11754" coordsize="672,91" path="m10396,11845l11068,11845,11068,11754,10396,11754,10396,11845e" filled="t" fillcolor="#E4B8B7" stroked="f">
                <v:path arrowok="t"/>
                <v:fill/>
              </v:shape>
            </v:group>
            <v:group style="position:absolute;left:10396;top:11845;width:106;height:269" coordorigin="10396,11845" coordsize="106,269">
              <v:shape style="position:absolute;left:10396;top:11845;width:106;height:269" coordorigin="10396,11845" coordsize="106,269" path="m10396,12114l10502,12114,10502,11845,10396,11845,10396,12114e" filled="t" fillcolor="#E4B8B7" stroked="f">
                <v:path arrowok="t"/>
                <v:fill/>
              </v:shape>
            </v:group>
            <v:group style="position:absolute;left:10968;top:11845;width:101;height:269" coordorigin="10968,11845" coordsize="101,269">
              <v:shape style="position:absolute;left:10968;top:11845;width:101;height:269" coordorigin="10968,11845" coordsize="101,269" path="m10968,12114l11068,12114,11068,11845,10968,11845,10968,12114e" filled="t" fillcolor="#E4B8B7" stroked="f">
                <v:path arrowok="t"/>
                <v:fill/>
              </v:shape>
            </v:group>
            <v:group style="position:absolute;left:10502;top:11845;width:466;height:269" coordorigin="10502,11845" coordsize="466,269">
              <v:shape style="position:absolute;left:10502;top:11845;width:466;height:269" coordorigin="10502,11845" coordsize="466,269" path="m10502,12114l10968,12114,10968,11845,10502,11845,10502,12114e" filled="t" fillcolor="#E4B8B7" stroked="f">
                <v:path arrowok="t"/>
                <v:fill/>
              </v:shape>
            </v:group>
            <v:group style="position:absolute;left:716;top:11749;width:10362;height:2" coordorigin="716,11749" coordsize="10362,2">
              <v:shape style="position:absolute;left:716;top:11749;width:10362;height:2" coordorigin="716,11749" coordsize="10362,0" path="m716,11749l11078,11749e" filled="f" stroked="t" strokeweight=".579980pt" strokecolor="#000000">
                <v:path arrowok="t"/>
              </v:shape>
            </v:group>
            <v:group style="position:absolute;left:716;top:12119;width:10362;height:2" coordorigin="716,12119" coordsize="10362,2">
              <v:shape style="position:absolute;left:716;top:12119;width:10362;height:2" coordorigin="716,12119" coordsize="10362,0" path="m716,12119l11078,12119e" filled="f" stroked="t" strokeweight=".58004pt" strokecolor="#000000">
                <v:path arrowok="t"/>
              </v:shape>
            </v:group>
            <v:group style="position:absolute;left:725;top:12428;width:1522;height:2" coordorigin="725,12428" coordsize="1522,2">
              <v:shape style="position:absolute;left:725;top:12428;width:1522;height:2" coordorigin="725,12428" coordsize="1522,0" path="m725,12428l2247,12428e" filled="f" stroked="t" strokeweight="2.74pt" strokecolor="#E4B8B7">
                <v:path arrowok="t"/>
              </v:shape>
            </v:group>
            <v:group style="position:absolute;left:725;top:12455;width:101;height:230" coordorigin="725,12455" coordsize="101,230">
              <v:shape style="position:absolute;left:725;top:12455;width:101;height:230" coordorigin="725,12455" coordsize="101,230" path="m725,12685l826,12685,826,12455,725,12455,725,12685e" filled="t" fillcolor="#E4B8B7" stroked="f">
                <v:path arrowok="t"/>
                <v:fill/>
              </v:shape>
            </v:group>
            <v:group style="position:absolute;left:2147;top:12455;width:101;height:230" coordorigin="2147,12455" coordsize="101,230">
              <v:shape style="position:absolute;left:2147;top:12455;width:101;height:230" coordorigin="2147,12455" coordsize="101,230" path="m2147,12685l2247,12685,2247,12455,2147,12455,2147,12685e" filled="t" fillcolor="#E4B8B7" stroked="f">
                <v:path arrowok="t"/>
                <v:fill/>
              </v:shape>
            </v:group>
            <v:group style="position:absolute;left:826;top:12455;width:1320;height:230" coordorigin="826,12455" coordsize="1320,230">
              <v:shape style="position:absolute;left:826;top:12455;width:1320;height:230" coordorigin="826,12455" coordsize="1320,230" path="m826,12685l2147,12685,2147,12455,826,12455,826,12685e" filled="t" fillcolor="#E4B8B7" stroked="f">
                <v:path arrowok="t"/>
                <v:fill/>
              </v:shape>
            </v:group>
            <v:group style="position:absolute;left:2252;top:12409;width:7529;height:2" coordorigin="2252,12409" coordsize="7529,2">
              <v:shape style="position:absolute;left:2252;top:12409;width:7529;height:2" coordorigin="2252,12409" coordsize="7529,0" path="m2252,12409l9781,12409e" filled="f" stroked="t" strokeweight=".81997pt" strokecolor="#E4B8B7">
                <v:path arrowok="t"/>
              </v:shape>
            </v:group>
            <v:group style="position:absolute;left:2252;top:12416;width:110;height:269" coordorigin="2252,12416" coordsize="110,269">
              <v:shape style="position:absolute;left:2252;top:12416;width:110;height:269" coordorigin="2252,12416" coordsize="110,269" path="m2252,12685l2363,12685,2363,12416,2252,12416,2252,12685e" filled="t" fillcolor="#E4B8B7" stroked="f">
                <v:path arrowok="t"/>
                <v:fill/>
              </v:shape>
            </v:group>
            <v:group style="position:absolute;left:2838;top:12416;width:101;height:269" coordorigin="2838,12416" coordsize="101,269">
              <v:shape style="position:absolute;left:2838;top:12416;width:101;height:269" coordorigin="2838,12416" coordsize="101,269" path="m2838,12685l2939,12685,2939,12416,2838,12416,2838,12685e" filled="t" fillcolor="#E4B8B7" stroked="f">
                <v:path arrowok="t"/>
                <v:fill/>
              </v:shape>
            </v:group>
            <v:group style="position:absolute;left:2363;top:12416;width:475;height:269" coordorigin="2363,12416" coordsize="475,269">
              <v:shape style="position:absolute;left:2363;top:12416;width:475;height:269" coordorigin="2363,12416" coordsize="475,269" path="m2363,12685l2838,12685,2838,12416,2363,12416,2363,12685e" filled="t" fillcolor="#E4B8B7" stroked="f">
                <v:path arrowok="t"/>
                <v:fill/>
              </v:shape>
            </v:group>
            <v:group style="position:absolute;left:2943;top:12416;width:111;height:269" coordorigin="2943,12416" coordsize="111,269">
              <v:shape style="position:absolute;left:2943;top:12416;width:111;height:269" coordorigin="2943,12416" coordsize="111,269" path="m2943,12685l3054,12685,3054,12416,2943,12416,2943,12685e" filled="t" fillcolor="#E4B8B7" stroked="f">
                <v:path arrowok="t"/>
                <v:fill/>
              </v:shape>
            </v:group>
            <v:group style="position:absolute;left:3520;top:12416;width:106;height:269" coordorigin="3520,12416" coordsize="106,269">
              <v:shape style="position:absolute;left:3520;top:12416;width:106;height:269" coordorigin="3520,12416" coordsize="106,269" path="m3520,12685l3625,12685,3625,12416,3520,12416,3520,12685e" filled="t" fillcolor="#E4B8B7" stroked="f">
                <v:path arrowok="t"/>
                <v:fill/>
              </v:shape>
            </v:group>
            <v:group style="position:absolute;left:3054;top:12416;width:466;height:269" coordorigin="3054,12416" coordsize="466,269">
              <v:shape style="position:absolute;left:3054;top:12416;width:466;height:269" coordorigin="3054,12416" coordsize="466,269" path="m3054,12685l3520,12685,3520,12416,3054,12416,3054,12685e" filled="t" fillcolor="#E4B8B7" stroked="f">
                <v:path arrowok="t"/>
                <v:fill/>
              </v:shape>
            </v:group>
            <v:group style="position:absolute;left:3630;top:12416;width:106;height:269" coordorigin="3630,12416" coordsize="106,269">
              <v:shape style="position:absolute;left:3630;top:12416;width:106;height:269" coordorigin="3630,12416" coordsize="106,269" path="m3630,12685l3736,12685,3736,12416,3630,12416,3630,12685e" filled="t" fillcolor="#E4B8B7" stroked="f">
                <v:path arrowok="t"/>
                <v:fill/>
              </v:shape>
            </v:group>
            <v:group style="position:absolute;left:4394;top:12416;width:106;height:269" coordorigin="4394,12416" coordsize="106,269">
              <v:shape style="position:absolute;left:4394;top:12416;width:106;height:269" coordorigin="4394,12416" coordsize="106,269" path="m4394,12685l4500,12685,4500,12416,4394,12416,4394,12685e" filled="t" fillcolor="#E4B8B7" stroked="f">
                <v:path arrowok="t"/>
                <v:fill/>
              </v:shape>
            </v:group>
            <v:group style="position:absolute;left:3736;top:12416;width:658;height:269" coordorigin="3736,12416" coordsize="658,269">
              <v:shape style="position:absolute;left:3736;top:12416;width:658;height:269" coordorigin="3736,12416" coordsize="658,269" path="m3736,12685l4394,12685,4394,12416,3736,12416,3736,12685e" filled="t" fillcolor="#E4B8B7" stroked="f">
                <v:path arrowok="t"/>
                <v:fill/>
              </v:shape>
            </v:group>
            <v:group style="position:absolute;left:4504;top:12416;width:106;height:269" coordorigin="4504,12416" coordsize="106,269">
              <v:shape style="position:absolute;left:4504;top:12416;width:106;height:269" coordorigin="4504,12416" coordsize="106,269" path="m4504,12685l4610,12685,4610,12416,4504,12416,4504,12685e" filled="t" fillcolor="#E4B8B7" stroked="f">
                <v:path arrowok="t"/>
                <v:fill/>
              </v:shape>
            </v:group>
            <v:group style="position:absolute;left:5061;top:12416;width:101;height:269" coordorigin="5061,12416" coordsize="101,269">
              <v:shape style="position:absolute;left:5061;top:12416;width:101;height:269" coordorigin="5061,12416" coordsize="101,269" path="m5061,12685l5162,12685,5162,12416,5061,12416,5061,12685e" filled="t" fillcolor="#E4B8B7" stroked="f">
                <v:path arrowok="t"/>
                <v:fill/>
              </v:shape>
            </v:group>
            <v:group style="position:absolute;left:4610;top:12416;width:451;height:269" coordorigin="4610,12416" coordsize="451,269">
              <v:shape style="position:absolute;left:4610;top:12416;width:451;height:269" coordorigin="4610,12416" coordsize="451,269" path="m4610,12685l5061,12685,5061,12416,4610,12416,4610,12685e" filled="t" fillcolor="#E4B8B7" stroked="f">
                <v:path arrowok="t"/>
                <v:fill/>
              </v:shape>
            </v:group>
            <v:group style="position:absolute;left:5167;top:12416;width:110;height:269" coordorigin="5167,12416" coordsize="110,269">
              <v:shape style="position:absolute;left:5167;top:12416;width:110;height:269" coordorigin="5167,12416" coordsize="110,269" path="m5167,12685l5277,12685,5277,12416,5167,12416,5167,12685e" filled="t" fillcolor="#E4B8B7" stroked="f">
                <v:path arrowok="t"/>
                <v:fill/>
              </v:shape>
            </v:group>
            <v:group style="position:absolute;left:5748;top:12416;width:101;height:269" coordorigin="5748,12416" coordsize="101,269">
              <v:shape style="position:absolute;left:5748;top:12416;width:101;height:269" coordorigin="5748,12416" coordsize="101,269" path="m5748,12685l5849,12685,5849,12416,5748,12416,5748,12685e" filled="t" fillcolor="#E4B8B7" stroked="f">
                <v:path arrowok="t"/>
                <v:fill/>
              </v:shape>
            </v:group>
            <v:group style="position:absolute;left:5277;top:12416;width:471;height:269" coordorigin="5277,12416" coordsize="471,269">
              <v:shape style="position:absolute;left:5277;top:12416;width:471;height:269" coordorigin="5277,12416" coordsize="471,269" path="m5277,12685l5748,12685,5748,12416,5277,12416,5277,12685e" filled="t" fillcolor="#E4B8B7" stroked="f">
                <v:path arrowok="t"/>
                <v:fill/>
              </v:shape>
            </v:group>
            <v:group style="position:absolute;left:5854;top:12416;width:110;height:269" coordorigin="5854,12416" coordsize="110,269">
              <v:shape style="position:absolute;left:5854;top:12416;width:110;height:269" coordorigin="5854,12416" coordsize="110,269" path="m5854,12685l5964,12685,5964,12416,5854,12416,5854,12685e" filled="t" fillcolor="#E4B8B7" stroked="f">
                <v:path arrowok="t"/>
                <v:fill/>
              </v:shape>
            </v:group>
            <v:group style="position:absolute;left:6343;top:12416;width:101;height:269" coordorigin="6343,12416" coordsize="101,269">
              <v:shape style="position:absolute;left:6343;top:12416;width:101;height:269" coordorigin="6343,12416" coordsize="101,269" path="m6343,12685l6444,12685,6444,12416,6343,12416,6343,12685e" filled="t" fillcolor="#E4B8B7" stroked="f">
                <v:path arrowok="t"/>
                <v:fill/>
              </v:shape>
            </v:group>
            <v:group style="position:absolute;left:5964;top:12416;width:379;height:269" coordorigin="5964,12416" coordsize="379,269">
              <v:shape style="position:absolute;left:5964;top:12416;width:379;height:269" coordorigin="5964,12416" coordsize="379,269" path="m5964,12685l6343,12685,6343,12416,5964,12416,5964,12685e" filled="t" fillcolor="#E4B8B7" stroked="f">
                <v:path arrowok="t"/>
                <v:fill/>
              </v:shape>
            </v:group>
            <v:group style="position:absolute;left:6449;top:12416;width:111;height:269" coordorigin="6449,12416" coordsize="111,269">
              <v:shape style="position:absolute;left:6449;top:12416;width:111;height:269" coordorigin="6449,12416" coordsize="111,269" path="m6449,12685l6560,12685,6560,12416,6449,12416,6449,12685e" filled="t" fillcolor="#E4B8B7" stroked="f">
                <v:path arrowok="t"/>
                <v:fill/>
              </v:shape>
            </v:group>
            <v:group style="position:absolute;left:7620;top:12416;width:101;height:269" coordorigin="7620,12416" coordsize="101,269">
              <v:shape style="position:absolute;left:7620;top:12416;width:101;height:269" coordorigin="7620,12416" coordsize="101,269" path="m7620,12685l7722,12685,7722,12416,7620,12416,7620,12685e" filled="t" fillcolor="#E4B8B7" stroked="f">
                <v:path arrowok="t"/>
                <v:fill/>
              </v:shape>
            </v:group>
            <v:group style="position:absolute;left:6560;top:12416;width:1061;height:269" coordorigin="6560,12416" coordsize="1061,269">
              <v:shape style="position:absolute;left:6560;top:12416;width:1061;height:269" coordorigin="6560,12416" coordsize="1061,269" path="m6560,12685l7620,12685,7620,12416,6560,12416,6560,12685e" filled="t" fillcolor="#E4B8B7" stroked="f">
                <v:path arrowok="t"/>
                <v:fill/>
              </v:shape>
            </v:group>
            <v:group style="position:absolute;left:7727;top:12416;width:110;height:269" coordorigin="7727,12416" coordsize="110,269">
              <v:shape style="position:absolute;left:7727;top:12416;width:110;height:269" coordorigin="7727,12416" coordsize="110,269" path="m7727,12685l7837,12685,7837,12416,7727,12416,7727,12685e" filled="t" fillcolor="#E4B8B7" stroked="f">
                <v:path arrowok="t"/>
                <v:fill/>
              </v:shape>
            </v:group>
            <v:group style="position:absolute;left:8389;top:12416;width:106;height:269" coordorigin="8389,12416" coordsize="106,269">
              <v:shape style="position:absolute;left:8389;top:12416;width:106;height:269" coordorigin="8389,12416" coordsize="106,269" path="m8389,12685l8495,12685,8495,12416,8389,12416,8389,12685e" filled="t" fillcolor="#E4B8B7" stroked="f">
                <v:path arrowok="t"/>
                <v:fill/>
              </v:shape>
            </v:group>
            <v:group style="position:absolute;left:7837;top:12416;width:552;height:269" coordorigin="7837,12416" coordsize="552,269">
              <v:shape style="position:absolute;left:7837;top:12416;width:552;height:269" coordorigin="7837,12416" coordsize="552,269" path="m7837,12685l8389,12685,8389,12416,7837,12416,7837,12685e" filled="t" fillcolor="#E4B8B7" stroked="f">
                <v:path arrowok="t"/>
                <v:fill/>
              </v:shape>
            </v:group>
            <v:group style="position:absolute;left:8499;top:12416;width:106;height:269" coordorigin="8499,12416" coordsize="106,269">
              <v:shape style="position:absolute;left:8499;top:12416;width:106;height:269" coordorigin="8499,12416" coordsize="106,269" path="m8499,12685l8605,12685,8605,12416,8499,12416,8499,12685e" filled="t" fillcolor="#E4B8B7" stroked="f">
                <v:path arrowok="t"/>
                <v:fill/>
              </v:shape>
            </v:group>
            <v:group style="position:absolute;left:9071;top:12416;width:106;height:269" coordorigin="9071,12416" coordsize="106,269">
              <v:shape style="position:absolute;left:9071;top:12416;width:106;height:269" coordorigin="9071,12416" coordsize="106,269" path="m9071,12685l9177,12685,9177,12416,9071,12416,9071,12685e" filled="t" fillcolor="#E4B8B7" stroked="f">
                <v:path arrowok="t"/>
                <v:fill/>
              </v:shape>
            </v:group>
            <v:group style="position:absolute;left:8605;top:12416;width:466;height:269" coordorigin="8605,12416" coordsize="466,269">
              <v:shape style="position:absolute;left:8605;top:12416;width:466;height:269" coordorigin="8605,12416" coordsize="466,269" path="m8605,12685l9071,12685,9071,12416,8605,12416,8605,12685e" filled="t" fillcolor="#E4B8B7" stroked="f">
                <v:path arrowok="t"/>
                <v:fill/>
              </v:shape>
            </v:group>
            <v:group style="position:absolute;left:9181;top:12416;width:106;height:269" coordorigin="9181,12416" coordsize="106,269">
              <v:shape style="position:absolute;left:9181;top:12416;width:106;height:269" coordorigin="9181,12416" coordsize="106,269" path="m9181,12685l9287,12685,9287,12416,9181,12416,9181,12685e" filled="t" fillcolor="#E4B8B7" stroked="f">
                <v:path arrowok="t"/>
                <v:fill/>
              </v:shape>
            </v:group>
            <v:group style="position:absolute;left:9681;top:12416;width:101;height:269" coordorigin="9681,12416" coordsize="101,269">
              <v:shape style="position:absolute;left:9681;top:12416;width:101;height:269" coordorigin="9681,12416" coordsize="101,269" path="m9681,12685l9781,12685,9781,12416,9681,12416,9681,12685e" filled="t" fillcolor="#E4B8B7" stroked="f">
                <v:path arrowok="t"/>
                <v:fill/>
              </v:shape>
            </v:group>
            <v:group style="position:absolute;left:9287;top:12416;width:394;height:269" coordorigin="9287,12416" coordsize="394,269">
              <v:shape style="position:absolute;left:9287;top:12416;width:394;height:269" coordorigin="9287,12416" coordsize="394,269" path="m9287,12685l9681,12685,9681,12416,9287,12416,9287,12685e" filled="t" fillcolor="#E4B8B7" stroked="f">
                <v:path arrowok="t"/>
                <v:fill/>
              </v:shape>
            </v:group>
            <v:group style="position:absolute;left:9786;top:12428;width:605;height:2" coordorigin="9786,12428" coordsize="605,2">
              <v:shape style="position:absolute;left:9786;top:12428;width:605;height:2" coordorigin="9786,12428" coordsize="605,0" path="m9786,12428l10391,12428e" filled="f" stroked="t" strokeweight="2.74pt" strokecolor="#E4B8B7">
                <v:path arrowok="t"/>
              </v:shape>
            </v:group>
            <v:group style="position:absolute;left:9786;top:12455;width:110;height:230" coordorigin="9786,12455" coordsize="110,230">
              <v:shape style="position:absolute;left:9786;top:12455;width:110;height:230" coordorigin="9786,12455" coordsize="110,230" path="m9786,12685l9897,12685,9897,12455,9786,12455,9786,12685e" filled="t" fillcolor="#E4B8B7" stroked="f">
                <v:path arrowok="t"/>
                <v:fill/>
              </v:shape>
            </v:group>
            <v:group style="position:absolute;left:10286;top:12455;width:106;height:230" coordorigin="10286,12455" coordsize="106,230">
              <v:shape style="position:absolute;left:10286;top:12455;width:106;height:230" coordorigin="10286,12455" coordsize="106,230" path="m10286,12685l10392,12685,10392,12455,10286,12455,10286,12685e" filled="t" fillcolor="#E4B8B7" stroked="f">
                <v:path arrowok="t"/>
                <v:fill/>
              </v:shape>
            </v:group>
            <v:group style="position:absolute;left:9897;top:12455;width:389;height:230" coordorigin="9897,12455" coordsize="389,230">
              <v:shape style="position:absolute;left:9897;top:12455;width:389;height:230" coordorigin="9897,12455" coordsize="389,230" path="m9897,12685l10286,12685,10286,12455,9897,12455,9897,12685e" filled="t" fillcolor="#E4B8B7" stroked="f">
                <v:path arrowok="t"/>
                <v:fill/>
              </v:shape>
            </v:group>
            <v:group style="position:absolute;left:10396;top:12409;width:672;height:2" coordorigin="10396,12409" coordsize="672,2">
              <v:shape style="position:absolute;left:10396;top:12409;width:672;height:2" coordorigin="10396,12409" coordsize="672,0" path="m10396,12409l11068,12409e" filled="f" stroked="t" strokeweight=".81997pt" strokecolor="#E4B8B7">
                <v:path arrowok="t"/>
              </v:shape>
            </v:group>
            <v:group style="position:absolute;left:10396;top:12416;width:106;height:269" coordorigin="10396,12416" coordsize="106,269">
              <v:shape style="position:absolute;left:10396;top:12416;width:106;height:269" coordorigin="10396,12416" coordsize="106,269" path="m10396,12685l10502,12685,10502,12416,10396,12416,10396,12685e" filled="t" fillcolor="#E4B8B7" stroked="f">
                <v:path arrowok="t"/>
                <v:fill/>
              </v:shape>
            </v:group>
            <v:group style="position:absolute;left:10968;top:12416;width:101;height:269" coordorigin="10968,12416" coordsize="101,269">
              <v:shape style="position:absolute;left:10968;top:12416;width:101;height:269" coordorigin="10968,12416" coordsize="101,269" path="m10968,12685l11068,12685,11068,12416,10968,12416,10968,12685e" filled="t" fillcolor="#E4B8B7" stroked="f">
                <v:path arrowok="t"/>
                <v:fill/>
              </v:shape>
            </v:group>
            <v:group style="position:absolute;left:10502;top:12416;width:466;height:269" coordorigin="10502,12416" coordsize="466,269">
              <v:shape style="position:absolute;left:10502;top:12416;width:466;height:269" coordorigin="10502,12416" coordsize="466,269" path="m10502,12685l10968,12685,10968,12416,10502,12416,10502,12685e" filled="t" fillcolor="#E4B8B7" stroked="f">
                <v:path arrowok="t"/>
                <v:fill/>
              </v:shape>
            </v:group>
            <v:group style="position:absolute;left:716;top:12397;width:10362;height:2" coordorigin="716,12397" coordsize="10362,2">
              <v:shape style="position:absolute;left:716;top:12397;width:10362;height:2" coordorigin="716,12397" coordsize="10362,0" path="m716,12397l11078,12397e" filled="f" stroked="t" strokeweight=".579980pt" strokecolor="#000000">
                <v:path arrowok="t"/>
              </v:shape>
            </v:group>
            <v:group style="position:absolute;left:725;top:12714;width:1522;height:2" coordorigin="725,12714" coordsize="1522,2">
              <v:shape style="position:absolute;left:725;top:12714;width:1522;height:2" coordorigin="725,12714" coordsize="1522,0" path="m725,12714l2247,12714e" filled="f" stroked="t" strokeweight="2.02pt" strokecolor="#FFFF00">
                <v:path arrowok="t"/>
              </v:shape>
            </v:group>
            <v:group style="position:absolute;left:725;top:12733;width:101;height:230" coordorigin="725,12733" coordsize="101,230">
              <v:shape style="position:absolute;left:725;top:12733;width:101;height:230" coordorigin="725,12733" coordsize="101,230" path="m725,12963l826,12963,826,12733,725,12733,725,12963e" filled="t" fillcolor="#FFFF00" stroked="f">
                <v:path arrowok="t"/>
                <v:fill/>
              </v:shape>
            </v:group>
            <v:group style="position:absolute;left:2147;top:12733;width:101;height:230" coordorigin="2147,12733" coordsize="101,230">
              <v:shape style="position:absolute;left:2147;top:12733;width:101;height:230" coordorigin="2147,12733" coordsize="101,230" path="m2147,12963l2247,12963,2247,12733,2147,12733,2147,12963e" filled="t" fillcolor="#FFFF00" stroked="f">
                <v:path arrowok="t"/>
                <v:fill/>
              </v:shape>
            </v:group>
            <v:group style="position:absolute;left:826;top:12733;width:1320;height:230" coordorigin="826,12733" coordsize="1320,230">
              <v:shape style="position:absolute;left:826;top:12733;width:1320;height:230" coordorigin="826,12733" coordsize="1320,230" path="m826,12963l2147,12963,2147,12733,826,12733,826,12963e" filled="t" fillcolor="#FFFF00" stroked="f">
                <v:path arrowok="t"/>
                <v:fill/>
              </v:shape>
            </v:group>
            <v:group style="position:absolute;left:2252;top:12695;width:110;height:269" coordorigin="2252,12695" coordsize="110,269">
              <v:shape style="position:absolute;left:2252;top:12695;width:110;height:269" coordorigin="2252,12695" coordsize="110,269" path="m2252,12963l2363,12963,2363,12695,2252,12695,2252,12963e" filled="t" fillcolor="#FFFF00" stroked="f">
                <v:path arrowok="t"/>
                <v:fill/>
              </v:shape>
            </v:group>
            <v:group style="position:absolute;left:2838;top:12695;width:101;height:269" coordorigin="2838,12695" coordsize="101,269">
              <v:shape style="position:absolute;left:2838;top:12695;width:101;height:269" coordorigin="2838,12695" coordsize="101,269" path="m2838,12963l2939,12963,2939,12695,2838,12695,2838,12963e" filled="t" fillcolor="#FFFF00" stroked="f">
                <v:path arrowok="t"/>
                <v:fill/>
              </v:shape>
            </v:group>
            <v:group style="position:absolute;left:2363;top:12695;width:475;height:269" coordorigin="2363,12695" coordsize="475,269">
              <v:shape style="position:absolute;left:2363;top:12695;width:475;height:269" coordorigin="2363,12695" coordsize="475,269" path="m2363,12963l2838,12963,2838,12695,2363,12695,2363,12963e" filled="t" fillcolor="#FFFF00" stroked="f">
                <v:path arrowok="t"/>
                <v:fill/>
              </v:shape>
            </v:group>
            <v:group style="position:absolute;left:2943;top:12695;width:111;height:269" coordorigin="2943,12695" coordsize="111,269">
              <v:shape style="position:absolute;left:2943;top:12695;width:111;height:269" coordorigin="2943,12695" coordsize="111,269" path="m2943,12963l3054,12963,3054,12695,2943,12695,2943,12963e" filled="t" fillcolor="#FFFF00" stroked="f">
                <v:path arrowok="t"/>
                <v:fill/>
              </v:shape>
            </v:group>
            <v:group style="position:absolute;left:3520;top:12695;width:106;height:269" coordorigin="3520,12695" coordsize="106,269">
              <v:shape style="position:absolute;left:3520;top:12695;width:106;height:269" coordorigin="3520,12695" coordsize="106,269" path="m3520,12963l3625,12963,3625,12695,3520,12695,3520,12963e" filled="t" fillcolor="#FFFF00" stroked="f">
                <v:path arrowok="t"/>
                <v:fill/>
              </v:shape>
            </v:group>
            <v:group style="position:absolute;left:3054;top:12695;width:466;height:269" coordorigin="3054,12695" coordsize="466,269">
              <v:shape style="position:absolute;left:3054;top:12695;width:466;height:269" coordorigin="3054,12695" coordsize="466,269" path="m3054,12963l3520,12963,3520,12695,3054,12695,3054,12963e" filled="t" fillcolor="#FFFF00" stroked="f">
                <v:path arrowok="t"/>
                <v:fill/>
              </v:shape>
            </v:group>
            <v:group style="position:absolute;left:3630;top:12695;width:106;height:269" coordorigin="3630,12695" coordsize="106,269">
              <v:shape style="position:absolute;left:3630;top:12695;width:106;height:269" coordorigin="3630,12695" coordsize="106,269" path="m3630,12963l3736,12963,3736,12695,3630,12695,3630,12963e" filled="t" fillcolor="#FFFF00" stroked="f">
                <v:path arrowok="t"/>
                <v:fill/>
              </v:shape>
            </v:group>
            <v:group style="position:absolute;left:4394;top:12695;width:106;height:269" coordorigin="4394,12695" coordsize="106,269">
              <v:shape style="position:absolute;left:4394;top:12695;width:106;height:269" coordorigin="4394,12695" coordsize="106,269" path="m4394,12963l4500,12963,4500,12695,4394,12695,4394,12963e" filled="t" fillcolor="#FFFF00" stroked="f">
                <v:path arrowok="t"/>
                <v:fill/>
              </v:shape>
            </v:group>
            <v:group style="position:absolute;left:3736;top:12695;width:658;height:269" coordorigin="3736,12695" coordsize="658,269">
              <v:shape style="position:absolute;left:3736;top:12695;width:658;height:269" coordorigin="3736,12695" coordsize="658,269" path="m3736,12963l4394,12963,4394,12695,3736,12695,3736,12963e" filled="t" fillcolor="#FFFF00" stroked="f">
                <v:path arrowok="t"/>
                <v:fill/>
              </v:shape>
            </v:group>
            <v:group style="position:absolute;left:4504;top:12695;width:106;height:269" coordorigin="4504,12695" coordsize="106,269">
              <v:shape style="position:absolute;left:4504;top:12695;width:106;height:269" coordorigin="4504,12695" coordsize="106,269" path="m4504,12963l4610,12963,4610,12695,4504,12695,4504,12963e" filled="t" fillcolor="#FFFF00" stroked="f">
                <v:path arrowok="t"/>
                <v:fill/>
              </v:shape>
            </v:group>
            <v:group style="position:absolute;left:5061;top:12695;width:101;height:269" coordorigin="5061,12695" coordsize="101,269">
              <v:shape style="position:absolute;left:5061;top:12695;width:101;height:269" coordorigin="5061,12695" coordsize="101,269" path="m5061,12963l5162,12963,5162,12695,5061,12695,5061,12963e" filled="t" fillcolor="#FFFF00" stroked="f">
                <v:path arrowok="t"/>
                <v:fill/>
              </v:shape>
            </v:group>
            <v:group style="position:absolute;left:4610;top:12695;width:451;height:269" coordorigin="4610,12695" coordsize="451,269">
              <v:shape style="position:absolute;left:4610;top:12695;width:451;height:269" coordorigin="4610,12695" coordsize="451,269" path="m4610,12963l5061,12963,5061,12695,4610,12695,4610,12963e" filled="t" fillcolor="#FFFF00" stroked="f">
                <v:path arrowok="t"/>
                <v:fill/>
              </v:shape>
            </v:group>
            <v:group style="position:absolute;left:5167;top:12695;width:110;height:269" coordorigin="5167,12695" coordsize="110,269">
              <v:shape style="position:absolute;left:5167;top:12695;width:110;height:269" coordorigin="5167,12695" coordsize="110,269" path="m5167,12963l5277,12963,5277,12695,5167,12695,5167,12963e" filled="t" fillcolor="#FFFF00" stroked="f">
                <v:path arrowok="t"/>
                <v:fill/>
              </v:shape>
            </v:group>
            <v:group style="position:absolute;left:5748;top:12695;width:101;height:269" coordorigin="5748,12695" coordsize="101,269">
              <v:shape style="position:absolute;left:5748;top:12695;width:101;height:269" coordorigin="5748,12695" coordsize="101,269" path="m5748,12963l5849,12963,5849,12695,5748,12695,5748,12963e" filled="t" fillcolor="#FFFF00" stroked="f">
                <v:path arrowok="t"/>
                <v:fill/>
              </v:shape>
            </v:group>
            <v:group style="position:absolute;left:5277;top:12695;width:471;height:269" coordorigin="5277,12695" coordsize="471,269">
              <v:shape style="position:absolute;left:5277;top:12695;width:471;height:269" coordorigin="5277,12695" coordsize="471,269" path="m5277,12963l5748,12963,5748,12695,5277,12695,5277,12963e" filled="t" fillcolor="#FFFF00" stroked="f">
                <v:path arrowok="t"/>
                <v:fill/>
              </v:shape>
            </v:group>
            <v:group style="position:absolute;left:5854;top:12695;width:110;height:269" coordorigin="5854,12695" coordsize="110,269">
              <v:shape style="position:absolute;left:5854;top:12695;width:110;height:269" coordorigin="5854,12695" coordsize="110,269" path="m5854,12963l5964,12963,5964,12695,5854,12695,5854,12963e" filled="t" fillcolor="#FFFF00" stroked="f">
                <v:path arrowok="t"/>
                <v:fill/>
              </v:shape>
            </v:group>
            <v:group style="position:absolute;left:6343;top:12695;width:101;height:269" coordorigin="6343,12695" coordsize="101,269">
              <v:shape style="position:absolute;left:6343;top:12695;width:101;height:269" coordorigin="6343,12695" coordsize="101,269" path="m6343,12963l6444,12963,6444,12695,6343,12695,6343,12963e" filled="t" fillcolor="#FFFF00" stroked="f">
                <v:path arrowok="t"/>
                <v:fill/>
              </v:shape>
            </v:group>
            <v:group style="position:absolute;left:5964;top:12695;width:379;height:269" coordorigin="5964,12695" coordsize="379,269">
              <v:shape style="position:absolute;left:5964;top:12695;width:379;height:269" coordorigin="5964,12695" coordsize="379,269" path="m5964,12963l6343,12963,6343,12695,5964,12695,5964,12963e" filled="t" fillcolor="#FFFF00" stroked="f">
                <v:path arrowok="t"/>
                <v:fill/>
              </v:shape>
            </v:group>
            <v:group style="position:absolute;left:6449;top:12695;width:111;height:269" coordorigin="6449,12695" coordsize="111,269">
              <v:shape style="position:absolute;left:6449;top:12695;width:111;height:269" coordorigin="6449,12695" coordsize="111,269" path="m6449,12963l6560,12963,6560,12695,6449,12695,6449,12963e" filled="t" fillcolor="#FFFF00" stroked="f">
                <v:path arrowok="t"/>
                <v:fill/>
              </v:shape>
            </v:group>
            <v:group style="position:absolute;left:7620;top:12695;width:101;height:269" coordorigin="7620,12695" coordsize="101,269">
              <v:shape style="position:absolute;left:7620;top:12695;width:101;height:269" coordorigin="7620,12695" coordsize="101,269" path="m7620,12963l7722,12963,7722,12695,7620,12695,7620,12963e" filled="t" fillcolor="#FFFF00" stroked="f">
                <v:path arrowok="t"/>
                <v:fill/>
              </v:shape>
            </v:group>
            <v:group style="position:absolute;left:6560;top:12695;width:1061;height:269" coordorigin="6560,12695" coordsize="1061,269">
              <v:shape style="position:absolute;left:6560;top:12695;width:1061;height:269" coordorigin="6560,12695" coordsize="1061,269" path="m6560,12963l7620,12963,7620,12695,6560,12695,6560,12963e" filled="t" fillcolor="#FFFF00" stroked="f">
                <v:path arrowok="t"/>
                <v:fill/>
              </v:shape>
            </v:group>
            <v:group style="position:absolute;left:7727;top:12695;width:110;height:269" coordorigin="7727,12695" coordsize="110,269">
              <v:shape style="position:absolute;left:7727;top:12695;width:110;height:269" coordorigin="7727,12695" coordsize="110,269" path="m7727,12963l7837,12963,7837,12695,7727,12695,7727,12963e" filled="t" fillcolor="#FFFF00" stroked="f">
                <v:path arrowok="t"/>
                <v:fill/>
              </v:shape>
            </v:group>
            <v:group style="position:absolute;left:8389;top:12695;width:106;height:269" coordorigin="8389,12695" coordsize="106,269">
              <v:shape style="position:absolute;left:8389;top:12695;width:106;height:269" coordorigin="8389,12695" coordsize="106,269" path="m8389,12963l8495,12963,8495,12695,8389,12695,8389,12963e" filled="t" fillcolor="#FFFF00" stroked="f">
                <v:path arrowok="t"/>
                <v:fill/>
              </v:shape>
            </v:group>
            <v:group style="position:absolute;left:7837;top:12695;width:552;height:269" coordorigin="7837,12695" coordsize="552,269">
              <v:shape style="position:absolute;left:7837;top:12695;width:552;height:269" coordorigin="7837,12695" coordsize="552,269" path="m7837,12963l8389,12963,8389,12695,7837,12695,7837,12963e" filled="t" fillcolor="#FFFF00" stroked="f">
                <v:path arrowok="t"/>
                <v:fill/>
              </v:shape>
            </v:group>
            <v:group style="position:absolute;left:8499;top:12695;width:106;height:269" coordorigin="8499,12695" coordsize="106,269">
              <v:shape style="position:absolute;left:8499;top:12695;width:106;height:269" coordorigin="8499,12695" coordsize="106,269" path="m8499,12963l8605,12963,8605,12695,8499,12695,8499,12963e" filled="t" fillcolor="#FFFF00" stroked="f">
                <v:path arrowok="t"/>
                <v:fill/>
              </v:shape>
            </v:group>
            <v:group style="position:absolute;left:9071;top:12695;width:106;height:269" coordorigin="9071,12695" coordsize="106,269">
              <v:shape style="position:absolute;left:9071;top:12695;width:106;height:269" coordorigin="9071,12695" coordsize="106,269" path="m9071,12963l9177,12963,9177,12695,9071,12695,9071,12963e" filled="t" fillcolor="#FFFF00" stroked="f">
                <v:path arrowok="t"/>
                <v:fill/>
              </v:shape>
            </v:group>
            <v:group style="position:absolute;left:8605;top:12695;width:466;height:269" coordorigin="8605,12695" coordsize="466,269">
              <v:shape style="position:absolute;left:8605;top:12695;width:466;height:269" coordorigin="8605,12695" coordsize="466,269" path="m8605,12963l9071,12963,9071,12695,8605,12695,8605,12963e" filled="t" fillcolor="#FFFF00" stroked="f">
                <v:path arrowok="t"/>
                <v:fill/>
              </v:shape>
            </v:group>
            <v:group style="position:absolute;left:9181;top:12695;width:106;height:269" coordorigin="9181,12695" coordsize="106,269">
              <v:shape style="position:absolute;left:9181;top:12695;width:106;height:269" coordorigin="9181,12695" coordsize="106,269" path="m9181,12963l9287,12963,9287,12695,9181,12695,9181,12963e" filled="t" fillcolor="#FFFF00" stroked="f">
                <v:path arrowok="t"/>
                <v:fill/>
              </v:shape>
            </v:group>
            <v:group style="position:absolute;left:9681;top:12695;width:101;height:269" coordorigin="9681,12695" coordsize="101,269">
              <v:shape style="position:absolute;left:9681;top:12695;width:101;height:269" coordorigin="9681,12695" coordsize="101,269" path="m9681,12963l9781,12963,9781,12695,9681,12695,9681,12963e" filled="t" fillcolor="#FFFF00" stroked="f">
                <v:path arrowok="t"/>
                <v:fill/>
              </v:shape>
            </v:group>
            <v:group style="position:absolute;left:9287;top:12695;width:394;height:269" coordorigin="9287,12695" coordsize="394,269">
              <v:shape style="position:absolute;left:9287;top:12695;width:394;height:269" coordorigin="9287,12695" coordsize="394,269" path="m9287,12963l9681,12963,9681,12695,9287,12695,9287,12963e" filled="t" fillcolor="#FFFF00" stroked="f">
                <v:path arrowok="t"/>
                <v:fill/>
              </v:shape>
            </v:group>
            <v:group style="position:absolute;left:9786;top:12714;width:605;height:2" coordorigin="9786,12714" coordsize="605,2">
              <v:shape style="position:absolute;left:9786;top:12714;width:605;height:2" coordorigin="9786,12714" coordsize="605,0" path="m9786,12714l10391,12714e" filled="f" stroked="t" strokeweight="2.02pt" strokecolor="#FFFF00">
                <v:path arrowok="t"/>
              </v:shape>
            </v:group>
            <v:group style="position:absolute;left:9786;top:12733;width:110;height:230" coordorigin="9786,12733" coordsize="110,230">
              <v:shape style="position:absolute;left:9786;top:12733;width:110;height:230" coordorigin="9786,12733" coordsize="110,230" path="m9786,12963l9897,12963,9897,12733,9786,12733,9786,12963e" filled="t" fillcolor="#FFFF00" stroked="f">
                <v:path arrowok="t"/>
                <v:fill/>
              </v:shape>
            </v:group>
            <v:group style="position:absolute;left:10286;top:12733;width:106;height:230" coordorigin="10286,12733" coordsize="106,230">
              <v:shape style="position:absolute;left:10286;top:12733;width:106;height:230" coordorigin="10286,12733" coordsize="106,230" path="m10286,12963l10392,12963,10392,12733,10286,12733,10286,12963e" filled="t" fillcolor="#FFFF00" stroked="f">
                <v:path arrowok="t"/>
                <v:fill/>
              </v:shape>
            </v:group>
            <v:group style="position:absolute;left:9897;top:12733;width:389;height:230" coordorigin="9897,12733" coordsize="389,230">
              <v:shape style="position:absolute;left:9897;top:12733;width:389;height:230" coordorigin="9897,12733" coordsize="389,230" path="m9897,12963l10286,12963,10286,12733,9897,12733,9897,12963e" filled="t" fillcolor="#FFFF00" stroked="f">
                <v:path arrowok="t"/>
                <v:fill/>
              </v:shape>
            </v:group>
            <v:group style="position:absolute;left:10396;top:12695;width:106;height:269" coordorigin="10396,12695" coordsize="106,269">
              <v:shape style="position:absolute;left:10396;top:12695;width:106;height:269" coordorigin="10396,12695" coordsize="106,269" path="m10396,12963l10502,12963,10502,12695,10396,12695,10396,12963e" filled="t" fillcolor="#FFFF00" stroked="f">
                <v:path arrowok="t"/>
                <v:fill/>
              </v:shape>
            </v:group>
            <v:group style="position:absolute;left:10968;top:12695;width:101;height:269" coordorigin="10968,12695" coordsize="101,269">
              <v:shape style="position:absolute;left:10968;top:12695;width:101;height:269" coordorigin="10968,12695" coordsize="101,269" path="m10968,12963l11068,12963,11068,12695,10968,12695,10968,12963e" filled="t" fillcolor="#FFFF00" stroked="f">
                <v:path arrowok="t"/>
                <v:fill/>
              </v:shape>
            </v:group>
            <v:group style="position:absolute;left:10502;top:12695;width:466;height:269" coordorigin="10502,12695" coordsize="466,269">
              <v:shape style="position:absolute;left:10502;top:12695;width:466;height:269" coordorigin="10502,12695" coordsize="466,269" path="m10502,12963l10968,12963,10968,12695,10502,12695,10502,12963e" filled="t" fillcolor="#FFFF00" stroked="f">
                <v:path arrowok="t"/>
                <v:fill/>
              </v:shape>
            </v:group>
            <v:group style="position:absolute;left:716;top:12690;width:10362;height:2" coordorigin="716,12690" coordsize="10362,2">
              <v:shape style="position:absolute;left:716;top:12690;width:10362;height:2" coordorigin="716,12690" coordsize="10362,0" path="m716,12690l11078,12690e" filled="f" stroked="t" strokeweight=".58004pt" strokecolor="#000000">
                <v:path arrowok="t"/>
              </v:shape>
            </v:group>
            <v:group style="position:absolute;left:725;top:12992;width:1522;height:2" coordorigin="725,12992" coordsize="1522,2">
              <v:shape style="position:absolute;left:725;top:12992;width:1522;height:2" coordorigin="725,12992" coordsize="1522,0" path="m725,12992l2247,12992e" filled="f" stroked="t" strokeweight="2.02pt" strokecolor="#FFFF00">
                <v:path arrowok="t"/>
              </v:shape>
            </v:group>
            <v:group style="position:absolute;left:725;top:13011;width:101;height:231" coordorigin="725,13011" coordsize="101,231">
              <v:shape style="position:absolute;left:725;top:13011;width:101;height:231" coordorigin="725,13011" coordsize="101,231" path="m725,13242l826,13242,826,13011,725,13011,725,13242e" filled="t" fillcolor="#FFFF00" stroked="f">
                <v:path arrowok="t"/>
                <v:fill/>
              </v:shape>
            </v:group>
            <v:group style="position:absolute;left:2147;top:13011;width:101;height:231" coordorigin="2147,13011" coordsize="101,231">
              <v:shape style="position:absolute;left:2147;top:13011;width:101;height:231" coordorigin="2147,13011" coordsize="101,231" path="m2147,13242l2247,13242,2247,13011,2147,13011,2147,13242e" filled="t" fillcolor="#FFFF00" stroked="f">
                <v:path arrowok="t"/>
                <v:fill/>
              </v:shape>
            </v:group>
            <v:group style="position:absolute;left:826;top:13011;width:1320;height:231" coordorigin="826,13011" coordsize="1320,231">
              <v:shape style="position:absolute;left:826;top:13011;width:1320;height:231" coordorigin="826,13011" coordsize="1320,231" path="m826,13242l2147,13242,2147,13011,826,13011,826,13242e" filled="t" fillcolor="#FFFF00" stroked="f">
                <v:path arrowok="t"/>
                <v:fill/>
              </v:shape>
            </v:group>
            <v:group style="position:absolute;left:2252;top:12973;width:110;height:269" coordorigin="2252,12973" coordsize="110,269">
              <v:shape style="position:absolute;left:2252;top:12973;width:110;height:269" coordorigin="2252,12973" coordsize="110,269" path="m2252,13242l2363,13242,2363,12973,2252,12973,2252,13242e" filled="t" fillcolor="#FFFF00" stroked="f">
                <v:path arrowok="t"/>
                <v:fill/>
              </v:shape>
            </v:group>
            <v:group style="position:absolute;left:2838;top:12973;width:101;height:269" coordorigin="2838,12973" coordsize="101,269">
              <v:shape style="position:absolute;left:2838;top:12973;width:101;height:269" coordorigin="2838,12973" coordsize="101,269" path="m2838,13242l2939,13242,2939,12973,2838,12973,2838,13242e" filled="t" fillcolor="#FFFF00" stroked="f">
                <v:path arrowok="t"/>
                <v:fill/>
              </v:shape>
            </v:group>
            <v:group style="position:absolute;left:2363;top:12973;width:475;height:269" coordorigin="2363,12973" coordsize="475,269">
              <v:shape style="position:absolute;left:2363;top:12973;width:475;height:269" coordorigin="2363,12973" coordsize="475,269" path="m2363,13242l2838,13242,2838,12973,2363,12973,2363,13242e" filled="t" fillcolor="#FFFF00" stroked="f">
                <v:path arrowok="t"/>
                <v:fill/>
              </v:shape>
            </v:group>
            <v:group style="position:absolute;left:2943;top:12973;width:111;height:269" coordorigin="2943,12973" coordsize="111,269">
              <v:shape style="position:absolute;left:2943;top:12973;width:111;height:269" coordorigin="2943,12973" coordsize="111,269" path="m2943,13242l3054,13242,3054,12973,2943,12973,2943,13242e" filled="t" fillcolor="#FFFF00" stroked="f">
                <v:path arrowok="t"/>
                <v:fill/>
              </v:shape>
            </v:group>
            <v:group style="position:absolute;left:3520;top:12973;width:106;height:269" coordorigin="3520,12973" coordsize="106,269">
              <v:shape style="position:absolute;left:3520;top:12973;width:106;height:269" coordorigin="3520,12973" coordsize="106,269" path="m3520,13242l3625,13242,3625,12973,3520,12973,3520,13242e" filled="t" fillcolor="#FFFF00" stroked="f">
                <v:path arrowok="t"/>
                <v:fill/>
              </v:shape>
            </v:group>
            <v:group style="position:absolute;left:3054;top:12973;width:466;height:269" coordorigin="3054,12973" coordsize="466,269">
              <v:shape style="position:absolute;left:3054;top:12973;width:466;height:269" coordorigin="3054,12973" coordsize="466,269" path="m3054,13242l3520,13242,3520,12973,3054,12973,3054,13242e" filled="t" fillcolor="#FFFF00" stroked="f">
                <v:path arrowok="t"/>
                <v:fill/>
              </v:shape>
            </v:group>
            <v:group style="position:absolute;left:3630;top:12973;width:106;height:269" coordorigin="3630,12973" coordsize="106,269">
              <v:shape style="position:absolute;left:3630;top:12973;width:106;height:269" coordorigin="3630,12973" coordsize="106,269" path="m3630,13242l3736,13242,3736,12973,3630,12973,3630,13242e" filled="t" fillcolor="#FFFF00" stroked="f">
                <v:path arrowok="t"/>
                <v:fill/>
              </v:shape>
            </v:group>
            <v:group style="position:absolute;left:4394;top:12973;width:106;height:269" coordorigin="4394,12973" coordsize="106,269">
              <v:shape style="position:absolute;left:4394;top:12973;width:106;height:269" coordorigin="4394,12973" coordsize="106,269" path="m4394,13242l4500,13242,4500,12973,4394,12973,4394,13242e" filled="t" fillcolor="#FFFF00" stroked="f">
                <v:path arrowok="t"/>
                <v:fill/>
              </v:shape>
            </v:group>
            <v:group style="position:absolute;left:3736;top:12973;width:658;height:269" coordorigin="3736,12973" coordsize="658,269">
              <v:shape style="position:absolute;left:3736;top:12973;width:658;height:269" coordorigin="3736,12973" coordsize="658,269" path="m3736,13242l4394,13242,4394,12973,3736,12973,3736,13242e" filled="t" fillcolor="#FFFF00" stroked="f">
                <v:path arrowok="t"/>
                <v:fill/>
              </v:shape>
            </v:group>
            <v:group style="position:absolute;left:4504;top:12973;width:106;height:269" coordorigin="4504,12973" coordsize="106,269">
              <v:shape style="position:absolute;left:4504;top:12973;width:106;height:269" coordorigin="4504,12973" coordsize="106,269" path="m4504,13242l4610,13242,4610,12973,4504,12973,4504,13242e" filled="t" fillcolor="#FFFF00" stroked="f">
                <v:path arrowok="t"/>
                <v:fill/>
              </v:shape>
            </v:group>
            <v:group style="position:absolute;left:5061;top:12973;width:101;height:269" coordorigin="5061,12973" coordsize="101,269">
              <v:shape style="position:absolute;left:5061;top:12973;width:101;height:269" coordorigin="5061,12973" coordsize="101,269" path="m5061,13242l5162,13242,5162,12973,5061,12973,5061,13242e" filled="t" fillcolor="#FFFF00" stroked="f">
                <v:path arrowok="t"/>
                <v:fill/>
              </v:shape>
            </v:group>
            <v:group style="position:absolute;left:4610;top:12973;width:451;height:269" coordorigin="4610,12973" coordsize="451,269">
              <v:shape style="position:absolute;left:4610;top:12973;width:451;height:269" coordorigin="4610,12973" coordsize="451,269" path="m4610,13242l5061,13242,5061,12973,4610,12973,4610,13242e" filled="t" fillcolor="#FFFF00" stroked="f">
                <v:path arrowok="t"/>
                <v:fill/>
              </v:shape>
            </v:group>
            <v:group style="position:absolute;left:5167;top:12973;width:110;height:269" coordorigin="5167,12973" coordsize="110,269">
              <v:shape style="position:absolute;left:5167;top:12973;width:110;height:269" coordorigin="5167,12973" coordsize="110,269" path="m5167,13242l5277,13242,5277,12973,5167,12973,5167,13242e" filled="t" fillcolor="#FFFF00" stroked="f">
                <v:path arrowok="t"/>
                <v:fill/>
              </v:shape>
            </v:group>
            <v:group style="position:absolute;left:5748;top:12973;width:101;height:269" coordorigin="5748,12973" coordsize="101,269">
              <v:shape style="position:absolute;left:5748;top:12973;width:101;height:269" coordorigin="5748,12973" coordsize="101,269" path="m5748,13242l5849,13242,5849,12973,5748,12973,5748,13242e" filled="t" fillcolor="#FFFF00" stroked="f">
                <v:path arrowok="t"/>
                <v:fill/>
              </v:shape>
            </v:group>
            <v:group style="position:absolute;left:5277;top:12973;width:471;height:269" coordorigin="5277,12973" coordsize="471,269">
              <v:shape style="position:absolute;left:5277;top:12973;width:471;height:269" coordorigin="5277,12973" coordsize="471,269" path="m5277,13242l5748,13242,5748,12973,5277,12973,5277,13242e" filled="t" fillcolor="#FFFF00" stroked="f">
                <v:path arrowok="t"/>
                <v:fill/>
              </v:shape>
            </v:group>
            <v:group style="position:absolute;left:5854;top:12973;width:110;height:269" coordorigin="5854,12973" coordsize="110,269">
              <v:shape style="position:absolute;left:5854;top:12973;width:110;height:269" coordorigin="5854,12973" coordsize="110,269" path="m5854,13242l5964,13242,5964,12973,5854,12973,5854,13242e" filled="t" fillcolor="#FFFF00" stroked="f">
                <v:path arrowok="t"/>
                <v:fill/>
              </v:shape>
            </v:group>
            <v:group style="position:absolute;left:6343;top:12973;width:101;height:269" coordorigin="6343,12973" coordsize="101,269">
              <v:shape style="position:absolute;left:6343;top:12973;width:101;height:269" coordorigin="6343,12973" coordsize="101,269" path="m6343,13242l6444,13242,6444,12973,6343,12973,6343,13242e" filled="t" fillcolor="#FFFF00" stroked="f">
                <v:path arrowok="t"/>
                <v:fill/>
              </v:shape>
            </v:group>
            <v:group style="position:absolute;left:5964;top:12973;width:379;height:269" coordorigin="5964,12973" coordsize="379,269">
              <v:shape style="position:absolute;left:5964;top:12973;width:379;height:269" coordorigin="5964,12973" coordsize="379,269" path="m5964,13242l6343,13242,6343,12973,5964,12973,5964,13242e" filled="t" fillcolor="#FFFF00" stroked="f">
                <v:path arrowok="t"/>
                <v:fill/>
              </v:shape>
            </v:group>
            <v:group style="position:absolute;left:6449;top:12973;width:111;height:269" coordorigin="6449,12973" coordsize="111,269">
              <v:shape style="position:absolute;left:6449;top:12973;width:111;height:269" coordorigin="6449,12973" coordsize="111,269" path="m6449,13242l6560,13242,6560,12973,6449,12973,6449,13242e" filled="t" fillcolor="#FFFF00" stroked="f">
                <v:path arrowok="t"/>
                <v:fill/>
              </v:shape>
            </v:group>
            <v:group style="position:absolute;left:7620;top:12973;width:101;height:269" coordorigin="7620,12973" coordsize="101,269">
              <v:shape style="position:absolute;left:7620;top:12973;width:101;height:269" coordorigin="7620,12973" coordsize="101,269" path="m7620,13242l7722,13242,7722,12973,7620,12973,7620,13242e" filled="t" fillcolor="#FFFF00" stroked="f">
                <v:path arrowok="t"/>
                <v:fill/>
              </v:shape>
            </v:group>
            <v:group style="position:absolute;left:6560;top:12973;width:1061;height:269" coordorigin="6560,12973" coordsize="1061,269">
              <v:shape style="position:absolute;left:6560;top:12973;width:1061;height:269" coordorigin="6560,12973" coordsize="1061,269" path="m6560,13242l7620,13242,7620,12973,6560,12973,6560,13242e" filled="t" fillcolor="#FFFF00" stroked="f">
                <v:path arrowok="t"/>
                <v:fill/>
              </v:shape>
            </v:group>
            <v:group style="position:absolute;left:7727;top:12973;width:110;height:269" coordorigin="7727,12973" coordsize="110,269">
              <v:shape style="position:absolute;left:7727;top:12973;width:110;height:269" coordorigin="7727,12973" coordsize="110,269" path="m7727,13242l7837,13242,7837,12973,7727,12973,7727,13242e" filled="t" fillcolor="#FFFF00" stroked="f">
                <v:path arrowok="t"/>
                <v:fill/>
              </v:shape>
            </v:group>
            <v:group style="position:absolute;left:8389;top:12973;width:106;height:269" coordorigin="8389,12973" coordsize="106,269">
              <v:shape style="position:absolute;left:8389;top:12973;width:106;height:269" coordorigin="8389,12973" coordsize="106,269" path="m8389,13242l8495,13242,8495,12973,8389,12973,8389,13242e" filled="t" fillcolor="#FFFF00" stroked="f">
                <v:path arrowok="t"/>
                <v:fill/>
              </v:shape>
            </v:group>
            <v:group style="position:absolute;left:7837;top:12973;width:552;height:269" coordorigin="7837,12973" coordsize="552,269">
              <v:shape style="position:absolute;left:7837;top:12973;width:552;height:269" coordorigin="7837,12973" coordsize="552,269" path="m7837,13242l8389,13242,8389,12973,7837,12973,7837,13242e" filled="t" fillcolor="#FFFF00" stroked="f">
                <v:path arrowok="t"/>
                <v:fill/>
              </v:shape>
            </v:group>
            <v:group style="position:absolute;left:8499;top:12973;width:106;height:269" coordorigin="8499,12973" coordsize="106,269">
              <v:shape style="position:absolute;left:8499;top:12973;width:106;height:269" coordorigin="8499,12973" coordsize="106,269" path="m8499,13242l8605,13242,8605,12973,8499,12973,8499,13242e" filled="t" fillcolor="#FFFF00" stroked="f">
                <v:path arrowok="t"/>
                <v:fill/>
              </v:shape>
            </v:group>
            <v:group style="position:absolute;left:9071;top:12973;width:106;height:269" coordorigin="9071,12973" coordsize="106,269">
              <v:shape style="position:absolute;left:9071;top:12973;width:106;height:269" coordorigin="9071,12973" coordsize="106,269" path="m9071,13242l9177,13242,9177,12973,9071,12973,9071,13242e" filled="t" fillcolor="#FFFF00" stroked="f">
                <v:path arrowok="t"/>
                <v:fill/>
              </v:shape>
            </v:group>
            <v:group style="position:absolute;left:8605;top:12973;width:466;height:269" coordorigin="8605,12973" coordsize="466,269">
              <v:shape style="position:absolute;left:8605;top:12973;width:466;height:269" coordorigin="8605,12973" coordsize="466,269" path="m8605,13242l9071,13242,9071,12973,8605,12973,8605,13242e" filled="t" fillcolor="#FFFF00" stroked="f">
                <v:path arrowok="t"/>
                <v:fill/>
              </v:shape>
            </v:group>
            <v:group style="position:absolute;left:9181;top:12973;width:106;height:269" coordorigin="9181,12973" coordsize="106,269">
              <v:shape style="position:absolute;left:9181;top:12973;width:106;height:269" coordorigin="9181,12973" coordsize="106,269" path="m9181,13242l9287,13242,9287,12973,9181,12973,9181,13242e" filled="t" fillcolor="#FFFF00" stroked="f">
                <v:path arrowok="t"/>
                <v:fill/>
              </v:shape>
            </v:group>
            <v:group style="position:absolute;left:9681;top:12973;width:101;height:269" coordorigin="9681,12973" coordsize="101,269">
              <v:shape style="position:absolute;left:9681;top:12973;width:101;height:269" coordorigin="9681,12973" coordsize="101,269" path="m9681,13242l9781,13242,9781,12973,9681,12973,9681,13242e" filled="t" fillcolor="#FFFF00" stroked="f">
                <v:path arrowok="t"/>
                <v:fill/>
              </v:shape>
            </v:group>
            <v:group style="position:absolute;left:9287;top:12973;width:394;height:269" coordorigin="9287,12973" coordsize="394,269">
              <v:shape style="position:absolute;left:9287;top:12973;width:394;height:269" coordorigin="9287,12973" coordsize="394,269" path="m9287,13242l9681,13242,9681,12973,9287,12973,9287,13242e" filled="t" fillcolor="#FFFF00" stroked="f">
                <v:path arrowok="t"/>
                <v:fill/>
              </v:shape>
            </v:group>
            <v:group style="position:absolute;left:9786;top:12992;width:605;height:2" coordorigin="9786,12992" coordsize="605,2">
              <v:shape style="position:absolute;left:9786;top:12992;width:605;height:2" coordorigin="9786,12992" coordsize="605,0" path="m9786,12992l10391,12992e" filled="f" stroked="t" strokeweight="2.02pt" strokecolor="#FFFF00">
                <v:path arrowok="t"/>
              </v:shape>
            </v:group>
            <v:group style="position:absolute;left:9786;top:13011;width:110;height:231" coordorigin="9786,13011" coordsize="110,231">
              <v:shape style="position:absolute;left:9786;top:13011;width:110;height:231" coordorigin="9786,13011" coordsize="110,231" path="m9786,13242l9897,13242,9897,13011,9786,13011,9786,13242e" filled="t" fillcolor="#FFFF00" stroked="f">
                <v:path arrowok="t"/>
                <v:fill/>
              </v:shape>
            </v:group>
            <v:group style="position:absolute;left:10286;top:13011;width:106;height:231" coordorigin="10286,13011" coordsize="106,231">
              <v:shape style="position:absolute;left:10286;top:13011;width:106;height:231" coordorigin="10286,13011" coordsize="106,231" path="m10286,13242l10392,13242,10392,13011,10286,13011,10286,13242e" filled="t" fillcolor="#FFFF00" stroked="f">
                <v:path arrowok="t"/>
                <v:fill/>
              </v:shape>
            </v:group>
            <v:group style="position:absolute;left:9897;top:13011;width:389;height:231" coordorigin="9897,13011" coordsize="389,231">
              <v:shape style="position:absolute;left:9897;top:13011;width:389;height:231" coordorigin="9897,13011" coordsize="389,231" path="m9897,13242l10286,13242,10286,13011,9897,13011,9897,13242e" filled="t" fillcolor="#FFFF00" stroked="f">
                <v:path arrowok="t"/>
                <v:fill/>
              </v:shape>
            </v:group>
            <v:group style="position:absolute;left:10396;top:12973;width:106;height:269" coordorigin="10396,12973" coordsize="106,269">
              <v:shape style="position:absolute;left:10396;top:12973;width:106;height:269" coordorigin="10396,12973" coordsize="106,269" path="m10396,13242l10502,13242,10502,12973,10396,12973,10396,13242e" filled="t" fillcolor="#FFFF00" stroked="f">
                <v:path arrowok="t"/>
                <v:fill/>
              </v:shape>
            </v:group>
            <v:group style="position:absolute;left:10968;top:12973;width:101;height:269" coordorigin="10968,12973" coordsize="101,269">
              <v:shape style="position:absolute;left:10968;top:12973;width:101;height:269" coordorigin="10968,12973" coordsize="101,269" path="m10968,13242l11068,13242,11068,12973,10968,12973,10968,13242e" filled="t" fillcolor="#FFFF00" stroked="f">
                <v:path arrowok="t"/>
                <v:fill/>
              </v:shape>
            </v:group>
            <v:group style="position:absolute;left:10502;top:12973;width:466;height:269" coordorigin="10502,12973" coordsize="466,269">
              <v:shape style="position:absolute;left:10502;top:12973;width:466;height:269" coordorigin="10502,12973" coordsize="466,269" path="m10502,13242l10968,13242,10968,12973,10502,12973,10502,13242e" filled="t" fillcolor="#FFFF00" stroked="f">
                <v:path arrowok="t"/>
                <v:fill/>
              </v:shape>
            </v:group>
            <v:group style="position:absolute;left:716;top:12968;width:10362;height:2" coordorigin="716,12968" coordsize="10362,2">
              <v:shape style="position:absolute;left:716;top:12968;width:10362;height:2" coordorigin="716,12968" coordsize="10362,0" path="m716,12968l11078,12968e" filled="f" stroked="t" strokeweight=".579980pt" strokecolor="#000000">
                <v:path arrowok="t"/>
              </v:shape>
            </v:group>
            <v:group style="position:absolute;left:716;top:13247;width:10362;height:2" coordorigin="716,13247" coordsize="10362,2">
              <v:shape style="position:absolute;left:716;top:13247;width:10362;height:2" coordorigin="716,13247" coordsize="10362,0" path="m716,13247l11078,13247e" filled="f" stroked="t" strokeweight=".579980pt" strokecolor="#000000">
                <v:path arrowok="t"/>
              </v:shape>
            </v:group>
            <v:group style="position:absolute;left:725;top:13554;width:1522;height:2" coordorigin="725,13554" coordsize="1522,2">
              <v:shape style="position:absolute;left:725;top:13554;width:1522;height:2" coordorigin="725,13554" coordsize="1522,0" path="m725,13554l2247,13554e" filled="f" stroked="t" strokeweight="2.02pt" strokecolor="#E4B8B7">
                <v:path arrowok="t"/>
              </v:shape>
            </v:group>
            <v:group style="position:absolute;left:725;top:13573;width:101;height:226" coordorigin="725,13573" coordsize="101,226">
              <v:shape style="position:absolute;left:725;top:13573;width:101;height:226" coordorigin="725,13573" coordsize="101,226" path="m725,13799l826,13799,826,13573,725,13573,725,13799e" filled="t" fillcolor="#E4B8B7" stroked="f">
                <v:path arrowok="t"/>
                <v:fill/>
              </v:shape>
            </v:group>
            <v:group style="position:absolute;left:2147;top:13573;width:101;height:226" coordorigin="2147,13573" coordsize="101,226">
              <v:shape style="position:absolute;left:2147;top:13573;width:101;height:226" coordorigin="2147,13573" coordsize="101,226" path="m2147,13799l2247,13799,2247,13573,2147,13573,2147,13799e" filled="t" fillcolor="#E4B8B7" stroked="f">
                <v:path arrowok="t"/>
                <v:fill/>
              </v:shape>
            </v:group>
            <v:group style="position:absolute;left:826;top:13573;width:1320;height:226" coordorigin="826,13573" coordsize="1320,226">
              <v:shape style="position:absolute;left:826;top:13573;width:1320;height:226" coordorigin="826,13573" coordsize="1320,226" path="m826,13799l2147,13799,2147,13573,826,13573,826,13799e" filled="t" fillcolor="#E4B8B7" stroked="f">
                <v:path arrowok="t"/>
                <v:fill/>
              </v:shape>
            </v:group>
            <v:group style="position:absolute;left:2252;top:13535;width:110;height:264" coordorigin="2252,13535" coordsize="110,264">
              <v:shape style="position:absolute;left:2252;top:13535;width:110;height:264" coordorigin="2252,13535" coordsize="110,264" path="m2252,13799l2363,13799,2363,13535,2252,13535,2252,13799e" filled="t" fillcolor="#E4B8B7" stroked="f">
                <v:path arrowok="t"/>
                <v:fill/>
              </v:shape>
            </v:group>
            <v:group style="position:absolute;left:2838;top:13535;width:101;height:264" coordorigin="2838,13535" coordsize="101,264">
              <v:shape style="position:absolute;left:2838;top:13535;width:101;height:264" coordorigin="2838,13535" coordsize="101,264" path="m2838,13799l2939,13799,2939,13535,2838,13535,2838,13799e" filled="t" fillcolor="#E4B8B7" stroked="f">
                <v:path arrowok="t"/>
                <v:fill/>
              </v:shape>
            </v:group>
            <v:group style="position:absolute;left:2363;top:13535;width:475;height:264" coordorigin="2363,13535" coordsize="475,264">
              <v:shape style="position:absolute;left:2363;top:13535;width:475;height:264" coordorigin="2363,13535" coordsize="475,264" path="m2363,13799l2838,13799,2838,13535,2363,13535,2363,13799e" filled="t" fillcolor="#E4B8B7" stroked="f">
                <v:path arrowok="t"/>
                <v:fill/>
              </v:shape>
            </v:group>
            <v:group style="position:absolute;left:2943;top:13535;width:111;height:264" coordorigin="2943,13535" coordsize="111,264">
              <v:shape style="position:absolute;left:2943;top:13535;width:111;height:264" coordorigin="2943,13535" coordsize="111,264" path="m2943,13799l3054,13799,3054,13535,2943,13535,2943,13799e" filled="t" fillcolor="#E4B8B7" stroked="f">
                <v:path arrowok="t"/>
                <v:fill/>
              </v:shape>
            </v:group>
            <v:group style="position:absolute;left:3520;top:13535;width:106;height:264" coordorigin="3520,13535" coordsize="106,264">
              <v:shape style="position:absolute;left:3520;top:13535;width:106;height:264" coordorigin="3520,13535" coordsize="106,264" path="m3520,13799l3625,13799,3625,13535,3520,13535,3520,13799e" filled="t" fillcolor="#E4B8B7" stroked="f">
                <v:path arrowok="t"/>
                <v:fill/>
              </v:shape>
            </v:group>
            <v:group style="position:absolute;left:3054;top:13535;width:466;height:264" coordorigin="3054,13535" coordsize="466,264">
              <v:shape style="position:absolute;left:3054;top:13535;width:466;height:264" coordorigin="3054,13535" coordsize="466,264" path="m3054,13799l3520,13799,3520,13535,3054,13535,3054,13799e" filled="t" fillcolor="#E4B8B7" stroked="f">
                <v:path arrowok="t"/>
                <v:fill/>
              </v:shape>
            </v:group>
            <v:group style="position:absolute;left:3630;top:13535;width:106;height:264" coordorigin="3630,13535" coordsize="106,264">
              <v:shape style="position:absolute;left:3630;top:13535;width:106;height:264" coordorigin="3630,13535" coordsize="106,264" path="m3630,13799l3736,13799,3736,13535,3630,13535,3630,13799e" filled="t" fillcolor="#E4B8B7" stroked="f">
                <v:path arrowok="t"/>
                <v:fill/>
              </v:shape>
            </v:group>
            <v:group style="position:absolute;left:4394;top:13535;width:106;height:264" coordorigin="4394,13535" coordsize="106,264">
              <v:shape style="position:absolute;left:4394;top:13535;width:106;height:264" coordorigin="4394,13535" coordsize="106,264" path="m4394,13799l4500,13799,4500,13535,4394,13535,4394,13799e" filled="t" fillcolor="#E4B8B7" stroked="f">
                <v:path arrowok="t"/>
                <v:fill/>
              </v:shape>
            </v:group>
            <v:group style="position:absolute;left:3736;top:13535;width:658;height:264" coordorigin="3736,13535" coordsize="658,264">
              <v:shape style="position:absolute;left:3736;top:13535;width:658;height:264" coordorigin="3736,13535" coordsize="658,264" path="m3736,13799l4394,13799,4394,13535,3736,13535,3736,13799e" filled="t" fillcolor="#E4B8B7" stroked="f">
                <v:path arrowok="t"/>
                <v:fill/>
              </v:shape>
            </v:group>
            <v:group style="position:absolute;left:4504;top:13535;width:106;height:264" coordorigin="4504,13535" coordsize="106,264">
              <v:shape style="position:absolute;left:4504;top:13535;width:106;height:264" coordorigin="4504,13535" coordsize="106,264" path="m4504,13799l4610,13799,4610,13535,4504,13535,4504,13799e" filled="t" fillcolor="#E4B8B7" stroked="f">
                <v:path arrowok="t"/>
                <v:fill/>
              </v:shape>
            </v:group>
            <v:group style="position:absolute;left:5061;top:13535;width:101;height:264" coordorigin="5061,13535" coordsize="101,264">
              <v:shape style="position:absolute;left:5061;top:13535;width:101;height:264" coordorigin="5061,13535" coordsize="101,264" path="m5061,13799l5162,13799,5162,13535,5061,13535,5061,13799e" filled="t" fillcolor="#E4B8B7" stroked="f">
                <v:path arrowok="t"/>
                <v:fill/>
              </v:shape>
            </v:group>
            <v:group style="position:absolute;left:4610;top:13535;width:451;height:264" coordorigin="4610,13535" coordsize="451,264">
              <v:shape style="position:absolute;left:4610;top:13535;width:451;height:264" coordorigin="4610,13535" coordsize="451,264" path="m4610,13799l5061,13799,5061,13535,4610,13535,4610,13799e" filled="t" fillcolor="#E4B8B7" stroked="f">
                <v:path arrowok="t"/>
                <v:fill/>
              </v:shape>
            </v:group>
            <v:group style="position:absolute;left:5167;top:13535;width:110;height:264" coordorigin="5167,13535" coordsize="110,264">
              <v:shape style="position:absolute;left:5167;top:13535;width:110;height:264" coordorigin="5167,13535" coordsize="110,264" path="m5167,13799l5277,13799,5277,13535,5167,13535,5167,13799e" filled="t" fillcolor="#E4B8B7" stroked="f">
                <v:path arrowok="t"/>
                <v:fill/>
              </v:shape>
            </v:group>
            <v:group style="position:absolute;left:5748;top:13535;width:101;height:264" coordorigin="5748,13535" coordsize="101,264">
              <v:shape style="position:absolute;left:5748;top:13535;width:101;height:264" coordorigin="5748,13535" coordsize="101,264" path="m5748,13799l5849,13799,5849,13535,5748,13535,5748,13799e" filled="t" fillcolor="#E4B8B7" stroked="f">
                <v:path arrowok="t"/>
                <v:fill/>
              </v:shape>
            </v:group>
            <v:group style="position:absolute;left:5277;top:13535;width:471;height:264" coordorigin="5277,13535" coordsize="471,264">
              <v:shape style="position:absolute;left:5277;top:13535;width:471;height:264" coordorigin="5277,13535" coordsize="471,264" path="m5277,13799l5748,13799,5748,13535,5277,13535,5277,13799e" filled="t" fillcolor="#E4B8B7" stroked="f">
                <v:path arrowok="t"/>
                <v:fill/>
              </v:shape>
            </v:group>
            <v:group style="position:absolute;left:5854;top:13535;width:110;height:264" coordorigin="5854,13535" coordsize="110,264">
              <v:shape style="position:absolute;left:5854;top:13535;width:110;height:264" coordorigin="5854,13535" coordsize="110,264" path="m5854,13799l5964,13799,5964,13535,5854,13535,5854,13799e" filled="t" fillcolor="#E4B8B7" stroked="f">
                <v:path arrowok="t"/>
                <v:fill/>
              </v:shape>
            </v:group>
            <v:group style="position:absolute;left:6343;top:13535;width:101;height:264" coordorigin="6343,13535" coordsize="101,264">
              <v:shape style="position:absolute;left:6343;top:13535;width:101;height:264" coordorigin="6343,13535" coordsize="101,264" path="m6343,13799l6444,13799,6444,13535,6343,13535,6343,13799e" filled="t" fillcolor="#E4B8B7" stroked="f">
                <v:path arrowok="t"/>
                <v:fill/>
              </v:shape>
            </v:group>
            <v:group style="position:absolute;left:5964;top:13535;width:379;height:264" coordorigin="5964,13535" coordsize="379,264">
              <v:shape style="position:absolute;left:5964;top:13535;width:379;height:264" coordorigin="5964,13535" coordsize="379,264" path="m5964,13799l6343,13799,6343,13535,5964,13535,5964,13799e" filled="t" fillcolor="#E4B8B7" stroked="f">
                <v:path arrowok="t"/>
                <v:fill/>
              </v:shape>
            </v:group>
            <v:group style="position:absolute;left:6449;top:13535;width:111;height:264" coordorigin="6449,13535" coordsize="111,264">
              <v:shape style="position:absolute;left:6449;top:13535;width:111;height:264" coordorigin="6449,13535" coordsize="111,264" path="m6449,13799l6560,13799,6560,13535,6449,13535,6449,13799e" filled="t" fillcolor="#E4B8B7" stroked="f">
                <v:path arrowok="t"/>
                <v:fill/>
              </v:shape>
            </v:group>
            <v:group style="position:absolute;left:7620;top:13535;width:101;height:264" coordorigin="7620,13535" coordsize="101,264">
              <v:shape style="position:absolute;left:7620;top:13535;width:101;height:264" coordorigin="7620,13535" coordsize="101,264" path="m7620,13799l7722,13799,7722,13535,7620,13535,7620,13799e" filled="t" fillcolor="#E4B8B7" stroked="f">
                <v:path arrowok="t"/>
                <v:fill/>
              </v:shape>
            </v:group>
            <v:group style="position:absolute;left:6560;top:13535;width:1061;height:264" coordorigin="6560,13535" coordsize="1061,264">
              <v:shape style="position:absolute;left:6560;top:13535;width:1061;height:264" coordorigin="6560,13535" coordsize="1061,264" path="m6560,13799l7620,13799,7620,13535,6560,13535,6560,13799e" filled="t" fillcolor="#E4B8B7" stroked="f">
                <v:path arrowok="t"/>
                <v:fill/>
              </v:shape>
            </v:group>
            <v:group style="position:absolute;left:7727;top:13535;width:110;height:264" coordorigin="7727,13535" coordsize="110,264">
              <v:shape style="position:absolute;left:7727;top:13535;width:110;height:264" coordorigin="7727,13535" coordsize="110,264" path="m7727,13799l7837,13799,7837,13535,7727,13535,7727,13799e" filled="t" fillcolor="#E4B8B7" stroked="f">
                <v:path arrowok="t"/>
                <v:fill/>
              </v:shape>
            </v:group>
            <v:group style="position:absolute;left:8389;top:13535;width:106;height:264" coordorigin="8389,13535" coordsize="106,264">
              <v:shape style="position:absolute;left:8389;top:13535;width:106;height:264" coordorigin="8389,13535" coordsize="106,264" path="m8389,13799l8495,13799,8495,13535,8389,13535,8389,13799e" filled="t" fillcolor="#E4B8B7" stroked="f">
                <v:path arrowok="t"/>
                <v:fill/>
              </v:shape>
            </v:group>
            <v:group style="position:absolute;left:7837;top:13535;width:552;height:264" coordorigin="7837,13535" coordsize="552,264">
              <v:shape style="position:absolute;left:7837;top:13535;width:552;height:264" coordorigin="7837,13535" coordsize="552,264" path="m7837,13799l8389,13799,8389,13535,7837,13535,7837,13799e" filled="t" fillcolor="#E4B8B7" stroked="f">
                <v:path arrowok="t"/>
                <v:fill/>
              </v:shape>
            </v:group>
            <v:group style="position:absolute;left:8499;top:13535;width:106;height:264" coordorigin="8499,13535" coordsize="106,264">
              <v:shape style="position:absolute;left:8499;top:13535;width:106;height:264" coordorigin="8499,13535" coordsize="106,264" path="m8499,13799l8605,13799,8605,13535,8499,13535,8499,13799e" filled="t" fillcolor="#E4B8B7" stroked="f">
                <v:path arrowok="t"/>
                <v:fill/>
              </v:shape>
            </v:group>
            <v:group style="position:absolute;left:9071;top:13535;width:106;height:264" coordorigin="9071,13535" coordsize="106,264">
              <v:shape style="position:absolute;left:9071;top:13535;width:106;height:264" coordorigin="9071,13535" coordsize="106,264" path="m9071,13799l9177,13799,9177,13535,9071,13535,9071,13799e" filled="t" fillcolor="#E4B8B7" stroked="f">
                <v:path arrowok="t"/>
                <v:fill/>
              </v:shape>
            </v:group>
            <v:group style="position:absolute;left:8605;top:13535;width:466;height:264" coordorigin="8605,13535" coordsize="466,264">
              <v:shape style="position:absolute;left:8605;top:13535;width:466;height:264" coordorigin="8605,13535" coordsize="466,264" path="m8605,13799l9071,13799,9071,13535,8605,13535,8605,13799e" filled="t" fillcolor="#E4B8B7" stroked="f">
                <v:path arrowok="t"/>
                <v:fill/>
              </v:shape>
            </v:group>
            <v:group style="position:absolute;left:9181;top:13535;width:106;height:264" coordorigin="9181,13535" coordsize="106,264">
              <v:shape style="position:absolute;left:9181;top:13535;width:106;height:264" coordorigin="9181,13535" coordsize="106,264" path="m9181,13799l9287,13799,9287,13535,9181,13535,9181,13799e" filled="t" fillcolor="#E4B8B7" stroked="f">
                <v:path arrowok="t"/>
                <v:fill/>
              </v:shape>
            </v:group>
            <v:group style="position:absolute;left:9681;top:13535;width:101;height:264" coordorigin="9681,13535" coordsize="101,264">
              <v:shape style="position:absolute;left:9681;top:13535;width:101;height:264" coordorigin="9681,13535" coordsize="101,264" path="m9681,13799l9781,13799,9781,13535,9681,13535,9681,13799e" filled="t" fillcolor="#E4B8B7" stroked="f">
                <v:path arrowok="t"/>
                <v:fill/>
              </v:shape>
            </v:group>
            <v:group style="position:absolute;left:9287;top:13535;width:394;height:264" coordorigin="9287,13535" coordsize="394,264">
              <v:shape style="position:absolute;left:9287;top:13535;width:394;height:264" coordorigin="9287,13535" coordsize="394,264" path="m9287,13799l9681,13799,9681,13535,9287,13535,9287,13799e" filled="t" fillcolor="#E4B8B7" stroked="f">
                <v:path arrowok="t"/>
                <v:fill/>
              </v:shape>
            </v:group>
            <v:group style="position:absolute;left:9786;top:13554;width:605;height:2" coordorigin="9786,13554" coordsize="605,2">
              <v:shape style="position:absolute;left:9786;top:13554;width:605;height:2" coordorigin="9786,13554" coordsize="605,0" path="m9786,13554l10391,13554e" filled="f" stroked="t" strokeweight="2.02pt" strokecolor="#E4B8B7">
                <v:path arrowok="t"/>
              </v:shape>
            </v:group>
            <v:group style="position:absolute;left:9786;top:13573;width:110;height:226" coordorigin="9786,13573" coordsize="110,226">
              <v:shape style="position:absolute;left:9786;top:13573;width:110;height:226" coordorigin="9786,13573" coordsize="110,226" path="m9786,13799l9897,13799,9897,13573,9786,13573,9786,13799e" filled="t" fillcolor="#E4B8B7" stroked="f">
                <v:path arrowok="t"/>
                <v:fill/>
              </v:shape>
            </v:group>
            <v:group style="position:absolute;left:10286;top:13573;width:106;height:226" coordorigin="10286,13573" coordsize="106,226">
              <v:shape style="position:absolute;left:10286;top:13573;width:106;height:226" coordorigin="10286,13573" coordsize="106,226" path="m10286,13799l10392,13799,10392,13573,10286,13573,10286,13799e" filled="t" fillcolor="#E4B8B7" stroked="f">
                <v:path arrowok="t"/>
                <v:fill/>
              </v:shape>
            </v:group>
            <v:group style="position:absolute;left:9897;top:13573;width:389;height:226" coordorigin="9897,13573" coordsize="389,226">
              <v:shape style="position:absolute;left:9897;top:13573;width:389;height:226" coordorigin="9897,13573" coordsize="389,226" path="m9897,13799l10286,13799,10286,13573,9897,13573,9897,13799e" filled="t" fillcolor="#E4B8B7" stroked="f">
                <v:path arrowok="t"/>
                <v:fill/>
              </v:shape>
            </v:group>
            <v:group style="position:absolute;left:10396;top:13535;width:106;height:264" coordorigin="10396,13535" coordsize="106,264">
              <v:shape style="position:absolute;left:10396;top:13535;width:106;height:264" coordorigin="10396,13535" coordsize="106,264" path="m10396,13799l10502,13799,10502,13535,10396,13535,10396,13799e" filled="t" fillcolor="#E4B8B7" stroked="f">
                <v:path arrowok="t"/>
                <v:fill/>
              </v:shape>
            </v:group>
            <v:group style="position:absolute;left:10968;top:13535;width:101;height:264" coordorigin="10968,13535" coordsize="101,264">
              <v:shape style="position:absolute;left:10968;top:13535;width:101;height:264" coordorigin="10968,13535" coordsize="101,264" path="m10968,13799l11068,13799,11068,13535,10968,13535,10968,13799e" filled="t" fillcolor="#E4B8B7" stroked="f">
                <v:path arrowok="t"/>
                <v:fill/>
              </v:shape>
            </v:group>
            <v:group style="position:absolute;left:10502;top:13535;width:466;height:264" coordorigin="10502,13535" coordsize="466,264">
              <v:shape style="position:absolute;left:10502;top:13535;width:466;height:264" coordorigin="10502,13535" coordsize="466,264" path="m10502,13799l10968,13799,10968,13535,10502,13535,10502,13799e" filled="t" fillcolor="#E4B8B7" stroked="f">
                <v:path arrowok="t"/>
                <v:fill/>
              </v:shape>
            </v:group>
            <v:group style="position:absolute;left:716;top:13525;width:10362;height:2" coordorigin="716,13525" coordsize="10362,2">
              <v:shape style="position:absolute;left:716;top:13525;width:10362;height:2" coordorigin="716,13525" coordsize="10362,0" path="m716,13525l11078,13525e" filled="f" stroked="t" strokeweight=".58004pt" strokecolor="#000000">
                <v:path arrowok="t"/>
              </v:shape>
            </v:group>
            <v:group style="position:absolute;left:725;top:13833;width:1522;height:2" coordorigin="725,13833" coordsize="1522,2">
              <v:shape style="position:absolute;left:725;top:13833;width:1522;height:2" coordorigin="725,13833" coordsize="1522,0" path="m725,13833l2247,13833e" filled="f" stroked="t" strokeweight="2.02pt" strokecolor="#E4B8B7">
                <v:path arrowok="t"/>
              </v:shape>
            </v:group>
            <v:group style="position:absolute;left:725;top:13852;width:101;height:226" coordorigin="725,13852" coordsize="101,226">
              <v:shape style="position:absolute;left:725;top:13852;width:101;height:226" coordorigin="725,13852" coordsize="101,226" path="m725,14077l826,14077,826,13852,725,13852,725,14077e" filled="t" fillcolor="#E4B8B7" stroked="f">
                <v:path arrowok="t"/>
                <v:fill/>
              </v:shape>
            </v:group>
            <v:group style="position:absolute;left:2147;top:13852;width:101;height:226" coordorigin="2147,13852" coordsize="101,226">
              <v:shape style="position:absolute;left:2147;top:13852;width:101;height:226" coordorigin="2147,13852" coordsize="101,226" path="m2147,14077l2247,14077,2247,13852,2147,13852,2147,14077e" filled="t" fillcolor="#E4B8B7" stroked="f">
                <v:path arrowok="t"/>
                <v:fill/>
              </v:shape>
            </v:group>
            <v:group style="position:absolute;left:826;top:13852;width:1320;height:226" coordorigin="826,13852" coordsize="1320,226">
              <v:shape style="position:absolute;left:826;top:13852;width:1320;height:226" coordorigin="826,13852" coordsize="1320,226" path="m826,14077l2147,14077,2147,13852,826,13852,826,14077e" filled="t" fillcolor="#E4B8B7" stroked="f">
                <v:path arrowok="t"/>
                <v:fill/>
              </v:shape>
            </v:group>
            <v:group style="position:absolute;left:2252;top:13813;width:110;height:264" coordorigin="2252,13813" coordsize="110,264">
              <v:shape style="position:absolute;left:2252;top:13813;width:110;height:264" coordorigin="2252,13813" coordsize="110,264" path="m2252,14077l2363,14077,2363,13813,2252,13813,2252,14077e" filled="t" fillcolor="#E4B8B7" stroked="f">
                <v:path arrowok="t"/>
                <v:fill/>
              </v:shape>
            </v:group>
            <v:group style="position:absolute;left:2838;top:13813;width:101;height:264" coordorigin="2838,13813" coordsize="101,264">
              <v:shape style="position:absolute;left:2838;top:13813;width:101;height:264" coordorigin="2838,13813" coordsize="101,264" path="m2838,14077l2939,14077,2939,13813,2838,13813,2838,14077e" filled="t" fillcolor="#E4B8B7" stroked="f">
                <v:path arrowok="t"/>
                <v:fill/>
              </v:shape>
            </v:group>
            <v:group style="position:absolute;left:2363;top:13813;width:475;height:264" coordorigin="2363,13813" coordsize="475,264">
              <v:shape style="position:absolute;left:2363;top:13813;width:475;height:264" coordorigin="2363,13813" coordsize="475,264" path="m2363,14077l2838,14077,2838,13813,2363,13813,2363,14077e" filled="t" fillcolor="#E4B8B7" stroked="f">
                <v:path arrowok="t"/>
                <v:fill/>
              </v:shape>
            </v:group>
            <v:group style="position:absolute;left:2943;top:13813;width:111;height:264" coordorigin="2943,13813" coordsize="111,264">
              <v:shape style="position:absolute;left:2943;top:13813;width:111;height:264" coordorigin="2943,13813" coordsize="111,264" path="m2943,14077l3054,14077,3054,13813,2943,13813,2943,14077e" filled="t" fillcolor="#E4B8B7" stroked="f">
                <v:path arrowok="t"/>
                <v:fill/>
              </v:shape>
            </v:group>
            <v:group style="position:absolute;left:3520;top:13813;width:106;height:264" coordorigin="3520,13813" coordsize="106,264">
              <v:shape style="position:absolute;left:3520;top:13813;width:106;height:264" coordorigin="3520,13813" coordsize="106,264" path="m3520,14077l3625,14077,3625,13813,3520,13813,3520,14077e" filled="t" fillcolor="#E4B8B7" stroked="f">
                <v:path arrowok="t"/>
                <v:fill/>
              </v:shape>
            </v:group>
            <v:group style="position:absolute;left:3054;top:13813;width:466;height:264" coordorigin="3054,13813" coordsize="466,264">
              <v:shape style="position:absolute;left:3054;top:13813;width:466;height:264" coordorigin="3054,13813" coordsize="466,264" path="m3054,14077l3520,14077,3520,13813,3054,13813,3054,14077e" filled="t" fillcolor="#E4B8B7" stroked="f">
                <v:path arrowok="t"/>
                <v:fill/>
              </v:shape>
            </v:group>
            <v:group style="position:absolute;left:3630;top:13813;width:106;height:264" coordorigin="3630,13813" coordsize="106,264">
              <v:shape style="position:absolute;left:3630;top:13813;width:106;height:264" coordorigin="3630,13813" coordsize="106,264" path="m3630,14077l3736,14077,3736,13813,3630,13813,3630,14077e" filled="t" fillcolor="#E4B8B7" stroked="f">
                <v:path arrowok="t"/>
                <v:fill/>
              </v:shape>
            </v:group>
            <v:group style="position:absolute;left:4394;top:13813;width:106;height:264" coordorigin="4394,13813" coordsize="106,264">
              <v:shape style="position:absolute;left:4394;top:13813;width:106;height:264" coordorigin="4394,13813" coordsize="106,264" path="m4394,14077l4500,14077,4500,13813,4394,13813,4394,14077e" filled="t" fillcolor="#E4B8B7" stroked="f">
                <v:path arrowok="t"/>
                <v:fill/>
              </v:shape>
            </v:group>
            <v:group style="position:absolute;left:3736;top:13813;width:658;height:264" coordorigin="3736,13813" coordsize="658,264">
              <v:shape style="position:absolute;left:3736;top:13813;width:658;height:264" coordorigin="3736,13813" coordsize="658,264" path="m3736,14077l4394,14077,4394,13813,3736,13813,3736,14077e" filled="t" fillcolor="#E4B8B7" stroked="f">
                <v:path arrowok="t"/>
                <v:fill/>
              </v:shape>
            </v:group>
            <v:group style="position:absolute;left:4504;top:13813;width:106;height:264" coordorigin="4504,13813" coordsize="106,264">
              <v:shape style="position:absolute;left:4504;top:13813;width:106;height:264" coordorigin="4504,13813" coordsize="106,264" path="m4504,14077l4610,14077,4610,13813,4504,13813,4504,14077e" filled="t" fillcolor="#E4B8B7" stroked="f">
                <v:path arrowok="t"/>
                <v:fill/>
              </v:shape>
            </v:group>
            <v:group style="position:absolute;left:5061;top:13813;width:101;height:264" coordorigin="5061,13813" coordsize="101,264">
              <v:shape style="position:absolute;left:5061;top:13813;width:101;height:264" coordorigin="5061,13813" coordsize="101,264" path="m5061,14077l5162,14077,5162,13813,5061,13813,5061,14077e" filled="t" fillcolor="#E4B8B7" stroked="f">
                <v:path arrowok="t"/>
                <v:fill/>
              </v:shape>
            </v:group>
            <v:group style="position:absolute;left:4610;top:13813;width:451;height:264" coordorigin="4610,13813" coordsize="451,264">
              <v:shape style="position:absolute;left:4610;top:13813;width:451;height:264" coordorigin="4610,13813" coordsize="451,264" path="m4610,14077l5061,14077,5061,13813,4610,13813,4610,14077e" filled="t" fillcolor="#E4B8B7" stroked="f">
                <v:path arrowok="t"/>
                <v:fill/>
              </v:shape>
            </v:group>
            <v:group style="position:absolute;left:5167;top:13813;width:110;height:264" coordorigin="5167,13813" coordsize="110,264">
              <v:shape style="position:absolute;left:5167;top:13813;width:110;height:264" coordorigin="5167,13813" coordsize="110,264" path="m5167,14077l5277,14077,5277,13813,5167,13813,5167,14077e" filled="t" fillcolor="#E4B8B7" stroked="f">
                <v:path arrowok="t"/>
                <v:fill/>
              </v:shape>
            </v:group>
            <v:group style="position:absolute;left:5748;top:13813;width:101;height:264" coordorigin="5748,13813" coordsize="101,264">
              <v:shape style="position:absolute;left:5748;top:13813;width:101;height:264" coordorigin="5748,13813" coordsize="101,264" path="m5748,14077l5849,14077,5849,13813,5748,13813,5748,14077e" filled="t" fillcolor="#E4B8B7" stroked="f">
                <v:path arrowok="t"/>
                <v:fill/>
              </v:shape>
            </v:group>
            <v:group style="position:absolute;left:5277;top:13813;width:471;height:264" coordorigin="5277,13813" coordsize="471,264">
              <v:shape style="position:absolute;left:5277;top:13813;width:471;height:264" coordorigin="5277,13813" coordsize="471,264" path="m5277,14077l5748,14077,5748,13813,5277,13813,5277,14077e" filled="t" fillcolor="#E4B8B7" stroked="f">
                <v:path arrowok="t"/>
                <v:fill/>
              </v:shape>
            </v:group>
            <v:group style="position:absolute;left:5854;top:13813;width:110;height:264" coordorigin="5854,13813" coordsize="110,264">
              <v:shape style="position:absolute;left:5854;top:13813;width:110;height:264" coordorigin="5854,13813" coordsize="110,264" path="m5854,14077l5964,14077,5964,13813,5854,13813,5854,14077e" filled="t" fillcolor="#E4B8B7" stroked="f">
                <v:path arrowok="t"/>
                <v:fill/>
              </v:shape>
            </v:group>
            <v:group style="position:absolute;left:6343;top:13813;width:101;height:264" coordorigin="6343,13813" coordsize="101,264">
              <v:shape style="position:absolute;left:6343;top:13813;width:101;height:264" coordorigin="6343,13813" coordsize="101,264" path="m6343,14077l6444,14077,6444,13813,6343,13813,6343,14077e" filled="t" fillcolor="#E4B8B7" stroked="f">
                <v:path arrowok="t"/>
                <v:fill/>
              </v:shape>
            </v:group>
            <v:group style="position:absolute;left:5964;top:13813;width:379;height:264" coordorigin="5964,13813" coordsize="379,264">
              <v:shape style="position:absolute;left:5964;top:13813;width:379;height:264" coordorigin="5964,13813" coordsize="379,264" path="m5964,14077l6343,14077,6343,13813,5964,13813,5964,14077e" filled="t" fillcolor="#E4B8B7" stroked="f">
                <v:path arrowok="t"/>
                <v:fill/>
              </v:shape>
            </v:group>
            <v:group style="position:absolute;left:6449;top:13813;width:111;height:264" coordorigin="6449,13813" coordsize="111,264">
              <v:shape style="position:absolute;left:6449;top:13813;width:111;height:264" coordorigin="6449,13813" coordsize="111,264" path="m6449,14077l6560,14077,6560,13813,6449,13813,6449,14077e" filled="t" fillcolor="#E4B8B7" stroked="f">
                <v:path arrowok="t"/>
                <v:fill/>
              </v:shape>
            </v:group>
            <v:group style="position:absolute;left:7620;top:13813;width:101;height:264" coordorigin="7620,13813" coordsize="101,264">
              <v:shape style="position:absolute;left:7620;top:13813;width:101;height:264" coordorigin="7620,13813" coordsize="101,264" path="m7620,14077l7722,14077,7722,13813,7620,13813,7620,14077e" filled="t" fillcolor="#E4B8B7" stroked="f">
                <v:path arrowok="t"/>
                <v:fill/>
              </v:shape>
            </v:group>
            <v:group style="position:absolute;left:6560;top:13813;width:1061;height:264" coordorigin="6560,13813" coordsize="1061,264">
              <v:shape style="position:absolute;left:6560;top:13813;width:1061;height:264" coordorigin="6560,13813" coordsize="1061,264" path="m6560,14077l7620,14077,7620,13813,6560,13813,6560,14077e" filled="t" fillcolor="#E4B8B7" stroked="f">
                <v:path arrowok="t"/>
                <v:fill/>
              </v:shape>
            </v:group>
            <v:group style="position:absolute;left:7727;top:13813;width:110;height:264" coordorigin="7727,13813" coordsize="110,264">
              <v:shape style="position:absolute;left:7727;top:13813;width:110;height:264" coordorigin="7727,13813" coordsize="110,264" path="m7727,14077l7837,14077,7837,13813,7727,13813,7727,14077e" filled="t" fillcolor="#E4B8B7" stroked="f">
                <v:path arrowok="t"/>
                <v:fill/>
              </v:shape>
            </v:group>
            <v:group style="position:absolute;left:8389;top:13813;width:106;height:264" coordorigin="8389,13813" coordsize="106,264">
              <v:shape style="position:absolute;left:8389;top:13813;width:106;height:264" coordorigin="8389,13813" coordsize="106,264" path="m8389,14077l8495,14077,8495,13813,8389,13813,8389,14077e" filled="t" fillcolor="#E4B8B7" stroked="f">
                <v:path arrowok="t"/>
                <v:fill/>
              </v:shape>
            </v:group>
            <v:group style="position:absolute;left:7837;top:13813;width:552;height:264" coordorigin="7837,13813" coordsize="552,264">
              <v:shape style="position:absolute;left:7837;top:13813;width:552;height:264" coordorigin="7837,13813" coordsize="552,264" path="m7837,14077l8389,14077,8389,13813,7837,13813,7837,14077e" filled="t" fillcolor="#E4B8B7" stroked="f">
                <v:path arrowok="t"/>
                <v:fill/>
              </v:shape>
            </v:group>
            <v:group style="position:absolute;left:8499;top:13813;width:106;height:264" coordorigin="8499,13813" coordsize="106,264">
              <v:shape style="position:absolute;left:8499;top:13813;width:106;height:264" coordorigin="8499,13813" coordsize="106,264" path="m8499,14077l8605,14077,8605,13813,8499,13813,8499,14077e" filled="t" fillcolor="#E4B8B7" stroked="f">
                <v:path arrowok="t"/>
                <v:fill/>
              </v:shape>
            </v:group>
            <v:group style="position:absolute;left:9071;top:13813;width:106;height:264" coordorigin="9071,13813" coordsize="106,264">
              <v:shape style="position:absolute;left:9071;top:13813;width:106;height:264" coordorigin="9071,13813" coordsize="106,264" path="m9071,14077l9177,14077,9177,13813,9071,13813,9071,14077e" filled="t" fillcolor="#E4B8B7" stroked="f">
                <v:path arrowok="t"/>
                <v:fill/>
              </v:shape>
            </v:group>
            <v:group style="position:absolute;left:8605;top:13813;width:466;height:264" coordorigin="8605,13813" coordsize="466,264">
              <v:shape style="position:absolute;left:8605;top:13813;width:466;height:264" coordorigin="8605,13813" coordsize="466,264" path="m8605,14077l9071,14077,9071,13813,8605,13813,8605,14077e" filled="t" fillcolor="#E4B8B7" stroked="f">
                <v:path arrowok="t"/>
                <v:fill/>
              </v:shape>
            </v:group>
            <v:group style="position:absolute;left:9181;top:13813;width:106;height:264" coordorigin="9181,13813" coordsize="106,264">
              <v:shape style="position:absolute;left:9181;top:13813;width:106;height:264" coordorigin="9181,13813" coordsize="106,264" path="m9181,14077l9287,14077,9287,13813,9181,13813,9181,14077e" filled="t" fillcolor="#E4B8B7" stroked="f">
                <v:path arrowok="t"/>
                <v:fill/>
              </v:shape>
            </v:group>
            <v:group style="position:absolute;left:9681;top:13813;width:101;height:264" coordorigin="9681,13813" coordsize="101,264">
              <v:shape style="position:absolute;left:9681;top:13813;width:101;height:264" coordorigin="9681,13813" coordsize="101,264" path="m9681,14077l9781,14077,9781,13813,9681,13813,9681,14077e" filled="t" fillcolor="#E4B8B7" stroked="f">
                <v:path arrowok="t"/>
                <v:fill/>
              </v:shape>
            </v:group>
            <v:group style="position:absolute;left:9287;top:13813;width:394;height:264" coordorigin="9287,13813" coordsize="394,264">
              <v:shape style="position:absolute;left:9287;top:13813;width:394;height:264" coordorigin="9287,13813" coordsize="394,264" path="m9287,14077l9681,14077,9681,13813,9287,13813,9287,14077e" filled="t" fillcolor="#E4B8B7" stroked="f">
                <v:path arrowok="t"/>
                <v:fill/>
              </v:shape>
            </v:group>
            <v:group style="position:absolute;left:9786;top:13833;width:605;height:2" coordorigin="9786,13833" coordsize="605,2">
              <v:shape style="position:absolute;left:9786;top:13833;width:605;height:2" coordorigin="9786,13833" coordsize="605,0" path="m9786,13833l10391,13833e" filled="f" stroked="t" strokeweight="2.02pt" strokecolor="#E4B8B7">
                <v:path arrowok="t"/>
              </v:shape>
            </v:group>
            <v:group style="position:absolute;left:9786;top:13852;width:110;height:226" coordorigin="9786,13852" coordsize="110,226">
              <v:shape style="position:absolute;left:9786;top:13852;width:110;height:226" coordorigin="9786,13852" coordsize="110,226" path="m9786,14077l9897,14077,9897,13852,9786,13852,9786,14077e" filled="t" fillcolor="#E4B8B7" stroked="f">
                <v:path arrowok="t"/>
                <v:fill/>
              </v:shape>
            </v:group>
            <v:group style="position:absolute;left:10286;top:13852;width:106;height:226" coordorigin="10286,13852" coordsize="106,226">
              <v:shape style="position:absolute;left:10286;top:13852;width:106;height:226" coordorigin="10286,13852" coordsize="106,226" path="m10286,14077l10392,14077,10392,13852,10286,13852,10286,14077e" filled="t" fillcolor="#E4B8B7" stroked="f">
                <v:path arrowok="t"/>
                <v:fill/>
              </v:shape>
            </v:group>
            <v:group style="position:absolute;left:9897;top:13852;width:389;height:226" coordorigin="9897,13852" coordsize="389,226">
              <v:shape style="position:absolute;left:9897;top:13852;width:389;height:226" coordorigin="9897,13852" coordsize="389,226" path="m9897,14077l10286,14077,10286,13852,9897,13852,9897,14077e" filled="t" fillcolor="#E4B8B7" stroked="f">
                <v:path arrowok="t"/>
                <v:fill/>
              </v:shape>
            </v:group>
            <v:group style="position:absolute;left:10396;top:13813;width:106;height:264" coordorigin="10396,13813" coordsize="106,264">
              <v:shape style="position:absolute;left:10396;top:13813;width:106;height:264" coordorigin="10396,13813" coordsize="106,264" path="m10396,14077l10502,14077,10502,13813,10396,13813,10396,14077e" filled="t" fillcolor="#E4B8B7" stroked="f">
                <v:path arrowok="t"/>
                <v:fill/>
              </v:shape>
            </v:group>
            <v:group style="position:absolute;left:10968;top:13813;width:101;height:264" coordorigin="10968,13813" coordsize="101,264">
              <v:shape style="position:absolute;left:10968;top:13813;width:101;height:264" coordorigin="10968,13813" coordsize="101,264" path="m10968,14077l11068,14077,11068,13813,10968,13813,10968,14077e" filled="t" fillcolor="#E4B8B7" stroked="f">
                <v:path arrowok="t"/>
                <v:fill/>
              </v:shape>
            </v:group>
            <v:group style="position:absolute;left:10502;top:13813;width:466;height:264" coordorigin="10502,13813" coordsize="466,264">
              <v:shape style="position:absolute;left:10502;top:13813;width:466;height:264" coordorigin="10502,13813" coordsize="466,264" path="m10502,14077l10968,14077,10968,13813,10502,13813,10502,14077e" filled="t" fillcolor="#E4B8B7" stroked="f">
                <v:path arrowok="t"/>
                <v:fill/>
              </v:shape>
            </v:group>
            <v:group style="position:absolute;left:716;top:13804;width:10362;height:2" coordorigin="716,13804" coordsize="10362,2">
              <v:shape style="position:absolute;left:716;top:13804;width:10362;height:2" coordorigin="716,13804" coordsize="10362,0" path="m716,13804l11078,13804e" filled="f" stroked="t" strokeweight=".579980pt" strokecolor="#000000">
                <v:path arrowok="t"/>
              </v:shape>
            </v:group>
            <v:group style="position:absolute;left:716;top:14082;width:10362;height:2" coordorigin="716,14082" coordsize="10362,2">
              <v:shape style="position:absolute;left:716;top:14082;width:10362;height:2" coordorigin="716,14082" coordsize="10362,0" path="m716,14082l11078,14082e" filled="f" stroked="t" strokeweight=".579980pt" strokecolor="#000000">
                <v:path arrowok="t"/>
              </v:shape>
            </v:group>
            <v:group style="position:absolute;left:725;top:14389;width:1522;height:2" coordorigin="725,14389" coordsize="1522,2">
              <v:shape style="position:absolute;left:725;top:14389;width:1522;height:2" coordorigin="725,14389" coordsize="1522,0" path="m725,14389l2247,14389e" filled="f" stroked="t" strokeweight="2.02pt" strokecolor="#E4B8B7">
                <v:path arrowok="t"/>
              </v:shape>
            </v:group>
            <v:group style="position:absolute;left:725;top:14409;width:101;height:230" coordorigin="725,14409" coordsize="101,230">
              <v:shape style="position:absolute;left:725;top:14409;width:101;height:230" coordorigin="725,14409" coordsize="101,230" path="m725,14639l826,14639,826,14409,725,14409,725,14639e" filled="t" fillcolor="#E4B8B7" stroked="f">
                <v:path arrowok="t"/>
                <v:fill/>
              </v:shape>
            </v:group>
            <v:group style="position:absolute;left:2147;top:14409;width:101;height:230" coordorigin="2147,14409" coordsize="101,230">
              <v:shape style="position:absolute;left:2147;top:14409;width:101;height:230" coordorigin="2147,14409" coordsize="101,230" path="m2147,14639l2247,14639,2247,14409,2147,14409,2147,14639e" filled="t" fillcolor="#E4B8B7" stroked="f">
                <v:path arrowok="t"/>
                <v:fill/>
              </v:shape>
            </v:group>
            <v:group style="position:absolute;left:826;top:14409;width:1320;height:230" coordorigin="826,14409" coordsize="1320,230">
              <v:shape style="position:absolute;left:826;top:14409;width:1320;height:230" coordorigin="826,14409" coordsize="1320,230" path="m826,14639l2147,14639,2147,14409,826,14409,826,14639e" filled="t" fillcolor="#E4B8B7" stroked="f">
                <v:path arrowok="t"/>
                <v:fill/>
              </v:shape>
            </v:group>
            <v:group style="position:absolute;left:2252;top:14370;width:110;height:269" coordorigin="2252,14370" coordsize="110,269">
              <v:shape style="position:absolute;left:2252;top:14370;width:110;height:269" coordorigin="2252,14370" coordsize="110,269" path="m2252,14639l2363,14639,2363,14370,2252,14370,2252,14639e" filled="t" fillcolor="#E4B8B7" stroked="f">
                <v:path arrowok="t"/>
                <v:fill/>
              </v:shape>
            </v:group>
            <v:group style="position:absolute;left:2838;top:14370;width:101;height:269" coordorigin="2838,14370" coordsize="101,269">
              <v:shape style="position:absolute;left:2838;top:14370;width:101;height:269" coordorigin="2838,14370" coordsize="101,269" path="m2838,14639l2939,14639,2939,14370,2838,14370,2838,14639e" filled="t" fillcolor="#E4B8B7" stroked="f">
                <v:path arrowok="t"/>
                <v:fill/>
              </v:shape>
            </v:group>
            <v:group style="position:absolute;left:2363;top:14370;width:475;height:269" coordorigin="2363,14370" coordsize="475,269">
              <v:shape style="position:absolute;left:2363;top:14370;width:475;height:269" coordorigin="2363,14370" coordsize="475,269" path="m2363,14639l2838,14639,2838,14370,2363,14370,2363,14639e" filled="t" fillcolor="#E4B8B7" stroked="f">
                <v:path arrowok="t"/>
                <v:fill/>
              </v:shape>
            </v:group>
            <v:group style="position:absolute;left:2943;top:14370;width:111;height:269" coordorigin="2943,14370" coordsize="111,269">
              <v:shape style="position:absolute;left:2943;top:14370;width:111;height:269" coordorigin="2943,14370" coordsize="111,269" path="m2943,14639l3054,14639,3054,14370,2943,14370,2943,14639e" filled="t" fillcolor="#E4B8B7" stroked="f">
                <v:path arrowok="t"/>
                <v:fill/>
              </v:shape>
            </v:group>
            <v:group style="position:absolute;left:3520;top:14370;width:106;height:269" coordorigin="3520,14370" coordsize="106,269">
              <v:shape style="position:absolute;left:3520;top:14370;width:106;height:269" coordorigin="3520,14370" coordsize="106,269" path="m3520,14639l3625,14639,3625,14370,3520,14370,3520,14639e" filled="t" fillcolor="#E4B8B7" stroked="f">
                <v:path arrowok="t"/>
                <v:fill/>
              </v:shape>
            </v:group>
            <v:group style="position:absolute;left:3054;top:14370;width:466;height:269" coordorigin="3054,14370" coordsize="466,269">
              <v:shape style="position:absolute;left:3054;top:14370;width:466;height:269" coordorigin="3054,14370" coordsize="466,269" path="m3054,14639l3520,14639,3520,14370,3054,14370,3054,14639e" filled="t" fillcolor="#E4B8B7" stroked="f">
                <v:path arrowok="t"/>
                <v:fill/>
              </v:shape>
            </v:group>
            <v:group style="position:absolute;left:3630;top:14370;width:106;height:269" coordorigin="3630,14370" coordsize="106,269">
              <v:shape style="position:absolute;left:3630;top:14370;width:106;height:269" coordorigin="3630,14370" coordsize="106,269" path="m3630,14639l3736,14639,3736,14370,3630,14370,3630,14639e" filled="t" fillcolor="#E4B8B7" stroked="f">
                <v:path arrowok="t"/>
                <v:fill/>
              </v:shape>
            </v:group>
            <v:group style="position:absolute;left:4394;top:14370;width:106;height:269" coordorigin="4394,14370" coordsize="106,269">
              <v:shape style="position:absolute;left:4394;top:14370;width:106;height:269" coordorigin="4394,14370" coordsize="106,269" path="m4394,14639l4500,14639,4500,14370,4394,14370,4394,14639e" filled="t" fillcolor="#E4B8B7" stroked="f">
                <v:path arrowok="t"/>
                <v:fill/>
              </v:shape>
            </v:group>
            <v:group style="position:absolute;left:3736;top:14370;width:658;height:269" coordorigin="3736,14370" coordsize="658,269">
              <v:shape style="position:absolute;left:3736;top:14370;width:658;height:269" coordorigin="3736,14370" coordsize="658,269" path="m3736,14639l4394,14639,4394,14370,3736,14370,3736,14639e" filled="t" fillcolor="#E4B8B7" stroked="f">
                <v:path arrowok="t"/>
                <v:fill/>
              </v:shape>
            </v:group>
            <v:group style="position:absolute;left:4504;top:14370;width:106;height:269" coordorigin="4504,14370" coordsize="106,269">
              <v:shape style="position:absolute;left:4504;top:14370;width:106;height:269" coordorigin="4504,14370" coordsize="106,269" path="m4504,14639l4610,14639,4610,14370,4504,14370,4504,14639e" filled="t" fillcolor="#E4B8B7" stroked="f">
                <v:path arrowok="t"/>
                <v:fill/>
              </v:shape>
            </v:group>
            <v:group style="position:absolute;left:5061;top:14370;width:101;height:269" coordorigin="5061,14370" coordsize="101,269">
              <v:shape style="position:absolute;left:5061;top:14370;width:101;height:269" coordorigin="5061,14370" coordsize="101,269" path="m5061,14639l5162,14639,5162,14370,5061,14370,5061,14639e" filled="t" fillcolor="#E4B8B7" stroked="f">
                <v:path arrowok="t"/>
                <v:fill/>
              </v:shape>
            </v:group>
            <v:group style="position:absolute;left:4610;top:14370;width:451;height:269" coordorigin="4610,14370" coordsize="451,269">
              <v:shape style="position:absolute;left:4610;top:14370;width:451;height:269" coordorigin="4610,14370" coordsize="451,269" path="m4610,14639l5061,14639,5061,14370,4610,14370,4610,14639e" filled="t" fillcolor="#E4B8B7" stroked="f">
                <v:path arrowok="t"/>
                <v:fill/>
              </v:shape>
            </v:group>
            <v:group style="position:absolute;left:5167;top:14370;width:110;height:269" coordorigin="5167,14370" coordsize="110,269">
              <v:shape style="position:absolute;left:5167;top:14370;width:110;height:269" coordorigin="5167,14370" coordsize="110,269" path="m5167,14639l5277,14639,5277,14370,5167,14370,5167,14639e" filled="t" fillcolor="#E4B8B7" stroked="f">
                <v:path arrowok="t"/>
                <v:fill/>
              </v:shape>
            </v:group>
            <v:group style="position:absolute;left:5748;top:14370;width:101;height:269" coordorigin="5748,14370" coordsize="101,269">
              <v:shape style="position:absolute;left:5748;top:14370;width:101;height:269" coordorigin="5748,14370" coordsize="101,269" path="m5748,14639l5849,14639,5849,14370,5748,14370,5748,14639e" filled="t" fillcolor="#E4B8B7" stroked="f">
                <v:path arrowok="t"/>
                <v:fill/>
              </v:shape>
            </v:group>
            <v:group style="position:absolute;left:5277;top:14370;width:471;height:269" coordorigin="5277,14370" coordsize="471,269">
              <v:shape style="position:absolute;left:5277;top:14370;width:471;height:269" coordorigin="5277,14370" coordsize="471,269" path="m5277,14639l5748,14639,5748,14370,5277,14370,5277,14639e" filled="t" fillcolor="#E4B8B7" stroked="f">
                <v:path arrowok="t"/>
                <v:fill/>
              </v:shape>
            </v:group>
            <v:group style="position:absolute;left:5854;top:14370;width:110;height:269" coordorigin="5854,14370" coordsize="110,269">
              <v:shape style="position:absolute;left:5854;top:14370;width:110;height:269" coordorigin="5854,14370" coordsize="110,269" path="m5854,14639l5964,14639,5964,14370,5854,14370,5854,14639e" filled="t" fillcolor="#E4B8B7" stroked="f">
                <v:path arrowok="t"/>
                <v:fill/>
              </v:shape>
            </v:group>
            <v:group style="position:absolute;left:6343;top:14370;width:101;height:269" coordorigin="6343,14370" coordsize="101,269">
              <v:shape style="position:absolute;left:6343;top:14370;width:101;height:269" coordorigin="6343,14370" coordsize="101,269" path="m6343,14639l6444,14639,6444,14370,6343,14370,6343,14639e" filled="t" fillcolor="#E4B8B7" stroked="f">
                <v:path arrowok="t"/>
                <v:fill/>
              </v:shape>
            </v:group>
            <v:group style="position:absolute;left:5964;top:14370;width:379;height:269" coordorigin="5964,14370" coordsize="379,269">
              <v:shape style="position:absolute;left:5964;top:14370;width:379;height:269" coordorigin="5964,14370" coordsize="379,269" path="m5964,14639l6343,14639,6343,14370,5964,14370,5964,14639e" filled="t" fillcolor="#E4B8B7" stroked="f">
                <v:path arrowok="t"/>
                <v:fill/>
              </v:shape>
            </v:group>
            <v:group style="position:absolute;left:6449;top:14370;width:111;height:269" coordorigin="6449,14370" coordsize="111,269">
              <v:shape style="position:absolute;left:6449;top:14370;width:111;height:269" coordorigin="6449,14370" coordsize="111,269" path="m6449,14639l6560,14639,6560,14370,6449,14370,6449,14639e" filled="t" fillcolor="#E4B8B7" stroked="f">
                <v:path arrowok="t"/>
                <v:fill/>
              </v:shape>
            </v:group>
            <v:group style="position:absolute;left:7620;top:14370;width:101;height:269" coordorigin="7620,14370" coordsize="101,269">
              <v:shape style="position:absolute;left:7620;top:14370;width:101;height:269" coordorigin="7620,14370" coordsize="101,269" path="m7620,14639l7722,14639,7722,14370,7620,14370,7620,14639e" filled="t" fillcolor="#E4B8B7" stroked="f">
                <v:path arrowok="t"/>
                <v:fill/>
              </v:shape>
            </v:group>
            <v:group style="position:absolute;left:6560;top:14370;width:1061;height:269" coordorigin="6560,14370" coordsize="1061,269">
              <v:shape style="position:absolute;left:6560;top:14370;width:1061;height:269" coordorigin="6560,14370" coordsize="1061,269" path="m6560,14639l7620,14639,7620,14370,6560,14370,6560,14639e" filled="t" fillcolor="#E4B8B7" stroked="f">
                <v:path arrowok="t"/>
                <v:fill/>
              </v:shape>
            </v:group>
            <v:group style="position:absolute;left:7727;top:14370;width:110;height:269" coordorigin="7727,14370" coordsize="110,269">
              <v:shape style="position:absolute;left:7727;top:14370;width:110;height:269" coordorigin="7727,14370" coordsize="110,269" path="m7727,14639l7837,14639,7837,14370,7727,14370,7727,14639e" filled="t" fillcolor="#E4B8B7" stroked="f">
                <v:path arrowok="t"/>
                <v:fill/>
              </v:shape>
            </v:group>
            <v:group style="position:absolute;left:8389;top:14370;width:106;height:269" coordorigin="8389,14370" coordsize="106,269">
              <v:shape style="position:absolute;left:8389;top:14370;width:106;height:269" coordorigin="8389,14370" coordsize="106,269" path="m8389,14639l8495,14639,8495,14370,8389,14370,8389,14639e" filled="t" fillcolor="#E4B8B7" stroked="f">
                <v:path arrowok="t"/>
                <v:fill/>
              </v:shape>
            </v:group>
            <v:group style="position:absolute;left:7837;top:14370;width:552;height:269" coordorigin="7837,14370" coordsize="552,269">
              <v:shape style="position:absolute;left:7837;top:14370;width:552;height:269" coordorigin="7837,14370" coordsize="552,269" path="m7837,14639l8389,14639,8389,14370,7837,14370,7837,14639e" filled="t" fillcolor="#E4B8B7" stroked="f">
                <v:path arrowok="t"/>
                <v:fill/>
              </v:shape>
            </v:group>
            <v:group style="position:absolute;left:8499;top:14370;width:106;height:269" coordorigin="8499,14370" coordsize="106,269">
              <v:shape style="position:absolute;left:8499;top:14370;width:106;height:269" coordorigin="8499,14370" coordsize="106,269" path="m8499,14639l8605,14639,8605,14370,8499,14370,8499,14639e" filled="t" fillcolor="#E4B8B7" stroked="f">
                <v:path arrowok="t"/>
                <v:fill/>
              </v:shape>
            </v:group>
            <v:group style="position:absolute;left:9071;top:14370;width:106;height:269" coordorigin="9071,14370" coordsize="106,269">
              <v:shape style="position:absolute;left:9071;top:14370;width:106;height:269" coordorigin="9071,14370" coordsize="106,269" path="m9071,14639l9177,14639,9177,14370,9071,14370,9071,14639e" filled="t" fillcolor="#E4B8B7" stroked="f">
                <v:path arrowok="t"/>
                <v:fill/>
              </v:shape>
            </v:group>
            <v:group style="position:absolute;left:8605;top:14370;width:466;height:269" coordorigin="8605,14370" coordsize="466,269">
              <v:shape style="position:absolute;left:8605;top:14370;width:466;height:269" coordorigin="8605,14370" coordsize="466,269" path="m8605,14639l9071,14639,9071,14370,8605,14370,8605,14639e" filled="t" fillcolor="#E4B8B7" stroked="f">
                <v:path arrowok="t"/>
                <v:fill/>
              </v:shape>
            </v:group>
            <v:group style="position:absolute;left:9181;top:14370;width:106;height:269" coordorigin="9181,14370" coordsize="106,269">
              <v:shape style="position:absolute;left:9181;top:14370;width:106;height:269" coordorigin="9181,14370" coordsize="106,269" path="m9181,14639l9287,14639,9287,14370,9181,14370,9181,14639e" filled="t" fillcolor="#E4B8B7" stroked="f">
                <v:path arrowok="t"/>
                <v:fill/>
              </v:shape>
            </v:group>
            <v:group style="position:absolute;left:9681;top:14370;width:101;height:269" coordorigin="9681,14370" coordsize="101,269">
              <v:shape style="position:absolute;left:9681;top:14370;width:101;height:269" coordorigin="9681,14370" coordsize="101,269" path="m9681,14639l9781,14639,9781,14370,9681,14370,9681,14639e" filled="t" fillcolor="#E4B8B7" stroked="f">
                <v:path arrowok="t"/>
                <v:fill/>
              </v:shape>
            </v:group>
            <v:group style="position:absolute;left:9287;top:14370;width:394;height:269" coordorigin="9287,14370" coordsize="394,269">
              <v:shape style="position:absolute;left:9287;top:14370;width:394;height:269" coordorigin="9287,14370" coordsize="394,269" path="m9287,14639l9681,14639,9681,14370,9287,14370,9287,14639e" filled="t" fillcolor="#E4B8B7" stroked="f">
                <v:path arrowok="t"/>
                <v:fill/>
              </v:shape>
            </v:group>
            <v:group style="position:absolute;left:9786;top:14389;width:605;height:2" coordorigin="9786,14389" coordsize="605,2">
              <v:shape style="position:absolute;left:9786;top:14389;width:605;height:2" coordorigin="9786,14389" coordsize="605,0" path="m9786,14389l10391,14389e" filled="f" stroked="t" strokeweight="2.02pt" strokecolor="#E4B8B7">
                <v:path arrowok="t"/>
              </v:shape>
            </v:group>
            <v:group style="position:absolute;left:9786;top:14409;width:110;height:230" coordorigin="9786,14409" coordsize="110,230">
              <v:shape style="position:absolute;left:9786;top:14409;width:110;height:230" coordorigin="9786,14409" coordsize="110,230" path="m9786,14639l9897,14639,9897,14409,9786,14409,9786,14639e" filled="t" fillcolor="#E4B8B7" stroked="f">
                <v:path arrowok="t"/>
                <v:fill/>
              </v:shape>
            </v:group>
            <v:group style="position:absolute;left:10286;top:14409;width:106;height:230" coordorigin="10286,14409" coordsize="106,230">
              <v:shape style="position:absolute;left:10286;top:14409;width:106;height:230" coordorigin="10286,14409" coordsize="106,230" path="m10286,14639l10392,14639,10392,14409,10286,14409,10286,14639e" filled="t" fillcolor="#E4B8B7" stroked="f">
                <v:path arrowok="t"/>
                <v:fill/>
              </v:shape>
            </v:group>
            <v:group style="position:absolute;left:9897;top:14409;width:389;height:230" coordorigin="9897,14409" coordsize="389,230">
              <v:shape style="position:absolute;left:9897;top:14409;width:389;height:230" coordorigin="9897,14409" coordsize="389,230" path="m9897,14639l10286,14639,10286,14409,9897,14409,9897,14639e" filled="t" fillcolor="#E4B8B7" stroked="f">
                <v:path arrowok="t"/>
                <v:fill/>
              </v:shape>
            </v:group>
            <v:group style="position:absolute;left:10396;top:14370;width:106;height:269" coordorigin="10396,14370" coordsize="106,269">
              <v:shape style="position:absolute;left:10396;top:14370;width:106;height:269" coordorigin="10396,14370" coordsize="106,269" path="m10396,14639l10502,14639,10502,14370,10396,14370,10396,14639e" filled="t" fillcolor="#E4B8B7" stroked="f">
                <v:path arrowok="t"/>
                <v:fill/>
              </v:shape>
            </v:group>
            <v:group style="position:absolute;left:10968;top:14370;width:101;height:269" coordorigin="10968,14370" coordsize="101,269">
              <v:shape style="position:absolute;left:10968;top:14370;width:101;height:269" coordorigin="10968,14370" coordsize="101,269" path="m10968,14639l11068,14639,11068,14370,10968,14370,10968,14639e" filled="t" fillcolor="#E4B8B7" stroked="f">
                <v:path arrowok="t"/>
                <v:fill/>
              </v:shape>
            </v:group>
            <v:group style="position:absolute;left:10502;top:14370;width:466;height:269" coordorigin="10502,14370" coordsize="466,269">
              <v:shape style="position:absolute;left:10502;top:14370;width:466;height:269" coordorigin="10502,14370" coordsize="466,269" path="m10502,14639l10968,14639,10968,14370,10502,14370,10502,14639e" filled="t" fillcolor="#E4B8B7" stroked="f">
                <v:path arrowok="t"/>
                <v:fill/>
              </v:shape>
            </v:group>
            <v:group style="position:absolute;left:716;top:14365;width:10362;height:2" coordorigin="716,14365" coordsize="10362,2">
              <v:shape style="position:absolute;left:716;top:14365;width:10362;height:2" coordorigin="716,14365" coordsize="10362,0" path="m716,14365l11078,14365e" filled="f" stroked="t" strokeweight=".58004pt" strokecolor="#000000">
                <v:path arrowok="t"/>
              </v:shape>
            </v:group>
            <v:group style="position:absolute;left:725;top:14668;width:1522;height:2" coordorigin="725,14668" coordsize="1522,2">
              <v:shape style="position:absolute;left:725;top:14668;width:1522;height:2" coordorigin="725,14668" coordsize="1522,0" path="m725,14668l2247,14668e" filled="f" stroked="t" strokeweight="2.02pt" strokecolor="#E4B8B7">
                <v:path arrowok="t"/>
              </v:shape>
            </v:group>
            <v:group style="position:absolute;left:725;top:14687;width:101;height:230" coordorigin="725,14687" coordsize="101,230">
              <v:shape style="position:absolute;left:725;top:14687;width:101;height:230" coordorigin="725,14687" coordsize="101,230" path="m725,14917l826,14917,826,14687,725,14687,725,14917e" filled="t" fillcolor="#E4B8B7" stroked="f">
                <v:path arrowok="t"/>
                <v:fill/>
              </v:shape>
            </v:group>
            <v:group style="position:absolute;left:2147;top:14687;width:101;height:230" coordorigin="2147,14687" coordsize="101,230">
              <v:shape style="position:absolute;left:2147;top:14687;width:101;height:230" coordorigin="2147,14687" coordsize="101,230" path="m2147,14917l2247,14917,2247,14687,2147,14687,2147,14917e" filled="t" fillcolor="#E4B8B7" stroked="f">
                <v:path arrowok="t"/>
                <v:fill/>
              </v:shape>
            </v:group>
            <v:group style="position:absolute;left:826;top:14687;width:1320;height:230" coordorigin="826,14687" coordsize="1320,230">
              <v:shape style="position:absolute;left:826;top:14687;width:1320;height:230" coordorigin="826,14687" coordsize="1320,230" path="m826,14917l2147,14917,2147,14687,826,14687,826,14917e" filled="t" fillcolor="#E4B8B7" stroked="f">
                <v:path arrowok="t"/>
                <v:fill/>
              </v:shape>
            </v:group>
            <v:group style="position:absolute;left:2252;top:14649;width:110;height:269" coordorigin="2252,14649" coordsize="110,269">
              <v:shape style="position:absolute;left:2252;top:14649;width:110;height:269" coordorigin="2252,14649" coordsize="110,269" path="m2252,14917l2363,14917,2363,14649,2252,14649,2252,14917e" filled="t" fillcolor="#E4B8B7" stroked="f">
                <v:path arrowok="t"/>
                <v:fill/>
              </v:shape>
            </v:group>
            <v:group style="position:absolute;left:2838;top:14649;width:101;height:269" coordorigin="2838,14649" coordsize="101,269">
              <v:shape style="position:absolute;left:2838;top:14649;width:101;height:269" coordorigin="2838,14649" coordsize="101,269" path="m2838,14917l2939,14917,2939,14649,2838,14649,2838,14917e" filled="t" fillcolor="#E4B8B7" stroked="f">
                <v:path arrowok="t"/>
                <v:fill/>
              </v:shape>
            </v:group>
            <v:group style="position:absolute;left:2363;top:14649;width:475;height:269" coordorigin="2363,14649" coordsize="475,269">
              <v:shape style="position:absolute;left:2363;top:14649;width:475;height:269" coordorigin="2363,14649" coordsize="475,269" path="m2363,14917l2838,14917,2838,14649,2363,14649,2363,14917e" filled="t" fillcolor="#E4B8B7" stroked="f">
                <v:path arrowok="t"/>
                <v:fill/>
              </v:shape>
            </v:group>
            <v:group style="position:absolute;left:2943;top:14649;width:111;height:269" coordorigin="2943,14649" coordsize="111,269">
              <v:shape style="position:absolute;left:2943;top:14649;width:111;height:269" coordorigin="2943,14649" coordsize="111,269" path="m2943,14917l3054,14917,3054,14649,2943,14649,2943,14917e" filled="t" fillcolor="#E4B8B7" stroked="f">
                <v:path arrowok="t"/>
                <v:fill/>
              </v:shape>
            </v:group>
            <v:group style="position:absolute;left:3520;top:14649;width:106;height:269" coordorigin="3520,14649" coordsize="106,269">
              <v:shape style="position:absolute;left:3520;top:14649;width:106;height:269" coordorigin="3520,14649" coordsize="106,269" path="m3520,14917l3625,14917,3625,14649,3520,14649,3520,14917e" filled="t" fillcolor="#E4B8B7" stroked="f">
                <v:path arrowok="t"/>
                <v:fill/>
              </v:shape>
            </v:group>
            <v:group style="position:absolute;left:3054;top:14649;width:466;height:269" coordorigin="3054,14649" coordsize="466,269">
              <v:shape style="position:absolute;left:3054;top:14649;width:466;height:269" coordorigin="3054,14649" coordsize="466,269" path="m3054,14917l3520,14917,3520,14649,3054,14649,3054,14917e" filled="t" fillcolor="#E4B8B7" stroked="f">
                <v:path arrowok="t"/>
                <v:fill/>
              </v:shape>
            </v:group>
            <v:group style="position:absolute;left:3630;top:14649;width:106;height:269" coordorigin="3630,14649" coordsize="106,269">
              <v:shape style="position:absolute;left:3630;top:14649;width:106;height:269" coordorigin="3630,14649" coordsize="106,269" path="m3630,14917l3736,14917,3736,14649,3630,14649,3630,14917e" filled="t" fillcolor="#E4B8B7" stroked="f">
                <v:path arrowok="t"/>
                <v:fill/>
              </v:shape>
            </v:group>
            <v:group style="position:absolute;left:4394;top:14649;width:106;height:269" coordorigin="4394,14649" coordsize="106,269">
              <v:shape style="position:absolute;left:4394;top:14649;width:106;height:269" coordorigin="4394,14649" coordsize="106,269" path="m4394,14917l4500,14917,4500,14649,4394,14649,4394,14917e" filled="t" fillcolor="#E4B8B7" stroked="f">
                <v:path arrowok="t"/>
                <v:fill/>
              </v:shape>
            </v:group>
            <v:group style="position:absolute;left:3736;top:14649;width:658;height:269" coordorigin="3736,14649" coordsize="658,269">
              <v:shape style="position:absolute;left:3736;top:14649;width:658;height:269" coordorigin="3736,14649" coordsize="658,269" path="m3736,14917l4394,14917,4394,14649,3736,14649,3736,14917e" filled="t" fillcolor="#E4B8B7" stroked="f">
                <v:path arrowok="t"/>
                <v:fill/>
              </v:shape>
            </v:group>
            <v:group style="position:absolute;left:4504;top:14649;width:106;height:269" coordorigin="4504,14649" coordsize="106,269">
              <v:shape style="position:absolute;left:4504;top:14649;width:106;height:269" coordorigin="4504,14649" coordsize="106,269" path="m4504,14917l4610,14917,4610,14649,4504,14649,4504,14917e" filled="t" fillcolor="#E4B8B7" stroked="f">
                <v:path arrowok="t"/>
                <v:fill/>
              </v:shape>
            </v:group>
            <v:group style="position:absolute;left:5061;top:14649;width:101;height:269" coordorigin="5061,14649" coordsize="101,269">
              <v:shape style="position:absolute;left:5061;top:14649;width:101;height:269" coordorigin="5061,14649" coordsize="101,269" path="m5061,14917l5162,14917,5162,14649,5061,14649,5061,14917e" filled="t" fillcolor="#E4B8B7" stroked="f">
                <v:path arrowok="t"/>
                <v:fill/>
              </v:shape>
            </v:group>
            <v:group style="position:absolute;left:4610;top:14649;width:451;height:269" coordorigin="4610,14649" coordsize="451,269">
              <v:shape style="position:absolute;left:4610;top:14649;width:451;height:269" coordorigin="4610,14649" coordsize="451,269" path="m4610,14917l5061,14917,5061,14649,4610,14649,4610,14917e" filled="t" fillcolor="#E4B8B7" stroked="f">
                <v:path arrowok="t"/>
                <v:fill/>
              </v:shape>
            </v:group>
            <v:group style="position:absolute;left:5167;top:14649;width:110;height:269" coordorigin="5167,14649" coordsize="110,269">
              <v:shape style="position:absolute;left:5167;top:14649;width:110;height:269" coordorigin="5167,14649" coordsize="110,269" path="m5167,14917l5277,14917,5277,14649,5167,14649,5167,14917e" filled="t" fillcolor="#E4B8B7" stroked="f">
                <v:path arrowok="t"/>
                <v:fill/>
              </v:shape>
            </v:group>
            <v:group style="position:absolute;left:5748;top:14649;width:101;height:269" coordorigin="5748,14649" coordsize="101,269">
              <v:shape style="position:absolute;left:5748;top:14649;width:101;height:269" coordorigin="5748,14649" coordsize="101,269" path="m5748,14917l5849,14917,5849,14649,5748,14649,5748,14917e" filled="t" fillcolor="#E4B8B7" stroked="f">
                <v:path arrowok="t"/>
                <v:fill/>
              </v:shape>
            </v:group>
            <v:group style="position:absolute;left:5277;top:14649;width:471;height:269" coordorigin="5277,14649" coordsize="471,269">
              <v:shape style="position:absolute;left:5277;top:14649;width:471;height:269" coordorigin="5277,14649" coordsize="471,269" path="m5277,14917l5748,14917,5748,14649,5277,14649,5277,14917e" filled="t" fillcolor="#E4B8B7" stroked="f">
                <v:path arrowok="t"/>
                <v:fill/>
              </v:shape>
            </v:group>
            <v:group style="position:absolute;left:5854;top:14649;width:110;height:269" coordorigin="5854,14649" coordsize="110,269">
              <v:shape style="position:absolute;left:5854;top:14649;width:110;height:269" coordorigin="5854,14649" coordsize="110,269" path="m5854,14917l5964,14917,5964,14649,5854,14649,5854,14917e" filled="t" fillcolor="#E4B8B7" stroked="f">
                <v:path arrowok="t"/>
                <v:fill/>
              </v:shape>
            </v:group>
            <v:group style="position:absolute;left:6343;top:14649;width:101;height:269" coordorigin="6343,14649" coordsize="101,269">
              <v:shape style="position:absolute;left:6343;top:14649;width:101;height:269" coordorigin="6343,14649" coordsize="101,269" path="m6343,14917l6444,14917,6444,14649,6343,14649,6343,14917e" filled="t" fillcolor="#E4B8B7" stroked="f">
                <v:path arrowok="t"/>
                <v:fill/>
              </v:shape>
            </v:group>
            <v:group style="position:absolute;left:5964;top:14649;width:379;height:269" coordorigin="5964,14649" coordsize="379,269">
              <v:shape style="position:absolute;left:5964;top:14649;width:379;height:269" coordorigin="5964,14649" coordsize="379,269" path="m5964,14917l6343,14917,6343,14649,5964,14649,5964,14917e" filled="t" fillcolor="#E4B8B7" stroked="f">
                <v:path arrowok="t"/>
                <v:fill/>
              </v:shape>
            </v:group>
            <v:group style="position:absolute;left:6449;top:14649;width:111;height:269" coordorigin="6449,14649" coordsize="111,269">
              <v:shape style="position:absolute;left:6449;top:14649;width:111;height:269" coordorigin="6449,14649" coordsize="111,269" path="m6449,14917l6560,14917,6560,14649,6449,14649,6449,14917e" filled="t" fillcolor="#E4B8B7" stroked="f">
                <v:path arrowok="t"/>
                <v:fill/>
              </v:shape>
            </v:group>
            <v:group style="position:absolute;left:7620;top:14649;width:101;height:269" coordorigin="7620,14649" coordsize="101,269">
              <v:shape style="position:absolute;left:7620;top:14649;width:101;height:269" coordorigin="7620,14649" coordsize="101,269" path="m7620,14917l7722,14917,7722,14649,7620,14649,7620,14917e" filled="t" fillcolor="#E4B8B7" stroked="f">
                <v:path arrowok="t"/>
                <v:fill/>
              </v:shape>
            </v:group>
            <v:group style="position:absolute;left:6560;top:14649;width:1061;height:269" coordorigin="6560,14649" coordsize="1061,269">
              <v:shape style="position:absolute;left:6560;top:14649;width:1061;height:269" coordorigin="6560,14649" coordsize="1061,269" path="m6560,14917l7620,14917,7620,14649,6560,14649,6560,14917e" filled="t" fillcolor="#E4B8B7" stroked="f">
                <v:path arrowok="t"/>
                <v:fill/>
              </v:shape>
            </v:group>
            <v:group style="position:absolute;left:7727;top:14649;width:110;height:269" coordorigin="7727,14649" coordsize="110,269">
              <v:shape style="position:absolute;left:7727;top:14649;width:110;height:269" coordorigin="7727,14649" coordsize="110,269" path="m7727,14917l7837,14917,7837,14649,7727,14649,7727,14917e" filled="t" fillcolor="#E4B8B7" stroked="f">
                <v:path arrowok="t"/>
                <v:fill/>
              </v:shape>
            </v:group>
            <v:group style="position:absolute;left:8389;top:14649;width:106;height:269" coordorigin="8389,14649" coordsize="106,269">
              <v:shape style="position:absolute;left:8389;top:14649;width:106;height:269" coordorigin="8389,14649" coordsize="106,269" path="m8389,14917l8495,14917,8495,14649,8389,14649,8389,14917e" filled="t" fillcolor="#E4B8B7" stroked="f">
                <v:path arrowok="t"/>
                <v:fill/>
              </v:shape>
            </v:group>
            <v:group style="position:absolute;left:7837;top:14649;width:552;height:269" coordorigin="7837,14649" coordsize="552,269">
              <v:shape style="position:absolute;left:7837;top:14649;width:552;height:269" coordorigin="7837,14649" coordsize="552,269" path="m7837,14917l8389,14917,8389,14649,7837,14649,7837,14917e" filled="t" fillcolor="#E4B8B7" stroked="f">
                <v:path arrowok="t"/>
                <v:fill/>
              </v:shape>
            </v:group>
            <v:group style="position:absolute;left:8499;top:14649;width:106;height:269" coordorigin="8499,14649" coordsize="106,269">
              <v:shape style="position:absolute;left:8499;top:14649;width:106;height:269" coordorigin="8499,14649" coordsize="106,269" path="m8499,14917l8605,14917,8605,14649,8499,14649,8499,14917e" filled="t" fillcolor="#E4B8B7" stroked="f">
                <v:path arrowok="t"/>
                <v:fill/>
              </v:shape>
            </v:group>
            <v:group style="position:absolute;left:9071;top:14649;width:106;height:269" coordorigin="9071,14649" coordsize="106,269">
              <v:shape style="position:absolute;left:9071;top:14649;width:106;height:269" coordorigin="9071,14649" coordsize="106,269" path="m9071,14917l9177,14917,9177,14649,9071,14649,9071,14917e" filled="t" fillcolor="#E4B8B7" stroked="f">
                <v:path arrowok="t"/>
                <v:fill/>
              </v:shape>
            </v:group>
            <v:group style="position:absolute;left:8605;top:14649;width:466;height:269" coordorigin="8605,14649" coordsize="466,269">
              <v:shape style="position:absolute;left:8605;top:14649;width:466;height:269" coordorigin="8605,14649" coordsize="466,269" path="m8605,14917l9071,14917,9071,14649,8605,14649,8605,14917e" filled="t" fillcolor="#E4B8B7" stroked="f">
                <v:path arrowok="t"/>
                <v:fill/>
              </v:shape>
            </v:group>
            <v:group style="position:absolute;left:9181;top:14649;width:106;height:269" coordorigin="9181,14649" coordsize="106,269">
              <v:shape style="position:absolute;left:9181;top:14649;width:106;height:269" coordorigin="9181,14649" coordsize="106,269" path="m9181,14917l9287,14917,9287,14649,9181,14649,9181,14917e" filled="t" fillcolor="#E4B8B7" stroked="f">
                <v:path arrowok="t"/>
                <v:fill/>
              </v:shape>
            </v:group>
            <v:group style="position:absolute;left:9681;top:14649;width:101;height:269" coordorigin="9681,14649" coordsize="101,269">
              <v:shape style="position:absolute;left:9681;top:14649;width:101;height:269" coordorigin="9681,14649" coordsize="101,269" path="m9681,14917l9781,14917,9781,14649,9681,14649,9681,14917e" filled="t" fillcolor="#E4B8B7" stroked="f">
                <v:path arrowok="t"/>
                <v:fill/>
              </v:shape>
            </v:group>
            <v:group style="position:absolute;left:9287;top:14649;width:394;height:269" coordorigin="9287,14649" coordsize="394,269">
              <v:shape style="position:absolute;left:9287;top:14649;width:394;height:269" coordorigin="9287,14649" coordsize="394,269" path="m9287,14917l9681,14917,9681,14649,9287,14649,9287,14917e" filled="t" fillcolor="#E4B8B7" stroked="f">
                <v:path arrowok="t"/>
                <v:fill/>
              </v:shape>
            </v:group>
            <v:group style="position:absolute;left:9786;top:14668;width:605;height:2" coordorigin="9786,14668" coordsize="605,2">
              <v:shape style="position:absolute;left:9786;top:14668;width:605;height:2" coordorigin="9786,14668" coordsize="605,0" path="m9786,14668l10391,14668e" filled="f" stroked="t" strokeweight="2.02pt" strokecolor="#E4B8B7">
                <v:path arrowok="t"/>
              </v:shape>
            </v:group>
            <v:group style="position:absolute;left:9786;top:14687;width:110;height:230" coordorigin="9786,14687" coordsize="110,230">
              <v:shape style="position:absolute;left:9786;top:14687;width:110;height:230" coordorigin="9786,14687" coordsize="110,230" path="m9786,14917l9897,14917,9897,14687,9786,14687,9786,14917e" filled="t" fillcolor="#E4B8B7" stroked="f">
                <v:path arrowok="t"/>
                <v:fill/>
              </v:shape>
            </v:group>
            <v:group style="position:absolute;left:10286;top:14687;width:106;height:230" coordorigin="10286,14687" coordsize="106,230">
              <v:shape style="position:absolute;left:10286;top:14687;width:106;height:230" coordorigin="10286,14687" coordsize="106,230" path="m10286,14917l10392,14917,10392,14687,10286,14687,10286,14917e" filled="t" fillcolor="#E4B8B7" stroked="f">
                <v:path arrowok="t"/>
                <v:fill/>
              </v:shape>
            </v:group>
            <v:group style="position:absolute;left:9897;top:14687;width:389;height:230" coordorigin="9897,14687" coordsize="389,230">
              <v:shape style="position:absolute;left:9897;top:14687;width:389;height:230" coordorigin="9897,14687" coordsize="389,230" path="m9897,14917l10286,14917,10286,14687,9897,14687,9897,14917e" filled="t" fillcolor="#E4B8B7" stroked="f">
                <v:path arrowok="t"/>
                <v:fill/>
              </v:shape>
            </v:group>
            <v:group style="position:absolute;left:10396;top:14649;width:106;height:269" coordorigin="10396,14649" coordsize="106,269">
              <v:shape style="position:absolute;left:10396;top:14649;width:106;height:269" coordorigin="10396,14649" coordsize="106,269" path="m10396,14917l10502,14917,10502,14649,10396,14649,10396,14917e" filled="t" fillcolor="#E4B8B7" stroked="f">
                <v:path arrowok="t"/>
                <v:fill/>
              </v:shape>
            </v:group>
            <v:group style="position:absolute;left:10968;top:14649;width:101;height:269" coordorigin="10968,14649" coordsize="101,269">
              <v:shape style="position:absolute;left:10968;top:14649;width:101;height:269" coordorigin="10968,14649" coordsize="101,269" path="m10968,14917l11068,14917,11068,14649,10968,14649,10968,14917e" filled="t" fillcolor="#E4B8B7" stroked="f">
                <v:path arrowok="t"/>
                <v:fill/>
              </v:shape>
            </v:group>
            <v:group style="position:absolute;left:10502;top:14649;width:466;height:269" coordorigin="10502,14649" coordsize="466,269">
              <v:shape style="position:absolute;left:10502;top:14649;width:466;height:269" coordorigin="10502,14649" coordsize="466,269" path="m10502,14917l10968,14917,10968,14649,10502,14649,10502,14917e" filled="t" fillcolor="#E4B8B7" stroked="f">
                <v:path arrowok="t"/>
                <v:fill/>
              </v:shape>
            </v:group>
            <v:group style="position:absolute;left:716;top:14644;width:10362;height:2" coordorigin="716,14644" coordsize="10362,2">
              <v:shape style="position:absolute;left:716;top:14644;width:10362;height:2" coordorigin="716,14644" coordsize="10362,0" path="m716,14644l11078,14644e" filled="f" stroked="t" strokeweight=".579980pt" strokecolor="#000000">
                <v:path arrowok="t"/>
              </v:shape>
            </v:group>
            <v:group style="position:absolute;left:716;top:14922;width:10362;height:2" coordorigin="716,14922" coordsize="10362,2">
              <v:shape style="position:absolute;left:716;top:14922;width:10362;height:2" coordorigin="716,14922" coordsize="10362,0" path="m716,14922l11078,14922e" filled="f" stroked="t" strokeweight=".579980pt" strokecolor="#000000">
                <v:path arrowok="t"/>
              </v:shape>
            </v:group>
            <v:group style="position:absolute;left:716;top:15201;width:10362;height:2" coordorigin="716,15201" coordsize="10362,2">
              <v:shape style="position:absolute;left:716;top:15201;width:10362;height:2" coordorigin="716,15201" coordsize="10362,0" path="m716,15201l11078,15201e" filled="f" stroked="t" strokeweight=".58004pt" strokecolor="#000000">
                <v:path arrowok="t"/>
              </v:shape>
            </v:group>
            <v:group style="position:absolute;left:716;top:15480;width:10362;height:2" coordorigin="716,15480" coordsize="10362,2">
              <v:shape style="position:absolute;left:716;top:15480;width:10362;height:2" coordorigin="716,15480" coordsize="10362,0" path="m716,15480l11078,15480e" filled="f" stroked="t" strokeweight=".579980pt" strokecolor="#000000">
                <v:path arrowok="t"/>
              </v:shape>
            </v:group>
            <v:group style="position:absolute;left:725;top:15782;width:1522;height:2" coordorigin="725,15782" coordsize="1522,2">
              <v:shape style="position:absolute;left:725;top:15782;width:1522;height:2" coordorigin="725,15782" coordsize="1522,0" path="m725,15782l2247,15782e" filled="f" stroked="t" strokeweight="2.02pt" strokecolor="#FFFF00">
                <v:path arrowok="t"/>
              </v:shape>
            </v:group>
            <v:group style="position:absolute;left:725;top:15801;width:101;height:230" coordorigin="725,15801" coordsize="101,230">
              <v:shape style="position:absolute;left:725;top:15801;width:101;height:230" coordorigin="725,15801" coordsize="101,230" path="m725,16032l826,16032,826,15801,725,15801,725,16032e" filled="t" fillcolor="#FFFF00" stroked="f">
                <v:path arrowok="t"/>
                <v:fill/>
              </v:shape>
            </v:group>
            <v:group style="position:absolute;left:2147;top:15801;width:101;height:230" coordorigin="2147,15801" coordsize="101,230">
              <v:shape style="position:absolute;left:2147;top:15801;width:101;height:230" coordorigin="2147,15801" coordsize="101,230" path="m2147,16032l2247,16032,2247,15801,2147,15801,2147,16032e" filled="t" fillcolor="#FFFF00" stroked="f">
                <v:path arrowok="t"/>
                <v:fill/>
              </v:shape>
            </v:group>
            <v:group style="position:absolute;left:826;top:15801;width:1320;height:230" coordorigin="826,15801" coordsize="1320,230">
              <v:shape style="position:absolute;left:826;top:15801;width:1320;height:230" coordorigin="826,15801" coordsize="1320,230" path="m826,16032l2147,16032,2147,15801,826,15801,826,16032e" filled="t" fillcolor="#FFFF00" stroked="f">
                <v:path arrowok="t"/>
                <v:fill/>
              </v:shape>
            </v:group>
            <v:group style="position:absolute;left:2252;top:15763;width:110;height:269" coordorigin="2252,15763" coordsize="110,269">
              <v:shape style="position:absolute;left:2252;top:15763;width:110;height:269" coordorigin="2252,15763" coordsize="110,269" path="m2252,16032l2363,16032,2363,15763,2252,15763,2252,16032e" filled="t" fillcolor="#FFFF00" stroked="f">
                <v:path arrowok="t"/>
                <v:fill/>
              </v:shape>
            </v:group>
            <v:group style="position:absolute;left:2838;top:15763;width:101;height:269" coordorigin="2838,15763" coordsize="101,269">
              <v:shape style="position:absolute;left:2838;top:15763;width:101;height:269" coordorigin="2838,15763" coordsize="101,269" path="m2838,16032l2939,16032,2939,15763,2838,15763,2838,16032e" filled="t" fillcolor="#FFFF00" stroked="f">
                <v:path arrowok="t"/>
                <v:fill/>
              </v:shape>
            </v:group>
            <v:group style="position:absolute;left:2363;top:15763;width:475;height:269" coordorigin="2363,15763" coordsize="475,269">
              <v:shape style="position:absolute;left:2363;top:15763;width:475;height:269" coordorigin="2363,15763" coordsize="475,269" path="m2363,16032l2838,16032,2838,15763,2363,15763,2363,16032e" filled="t" fillcolor="#FFFF00" stroked="f">
                <v:path arrowok="t"/>
                <v:fill/>
              </v:shape>
            </v:group>
            <v:group style="position:absolute;left:2943;top:15763;width:111;height:269" coordorigin="2943,15763" coordsize="111,269">
              <v:shape style="position:absolute;left:2943;top:15763;width:111;height:269" coordorigin="2943,15763" coordsize="111,269" path="m2943,16032l3054,16032,3054,15763,2943,15763,2943,16032e" filled="t" fillcolor="#FFFF00" stroked="f">
                <v:path arrowok="t"/>
                <v:fill/>
              </v:shape>
            </v:group>
            <v:group style="position:absolute;left:3520;top:15763;width:106;height:269" coordorigin="3520,15763" coordsize="106,269">
              <v:shape style="position:absolute;left:3520;top:15763;width:106;height:269" coordorigin="3520,15763" coordsize="106,269" path="m3520,16032l3625,16032,3625,15763,3520,15763,3520,16032e" filled="t" fillcolor="#FFFF00" stroked="f">
                <v:path arrowok="t"/>
                <v:fill/>
              </v:shape>
            </v:group>
            <v:group style="position:absolute;left:3054;top:15763;width:466;height:269" coordorigin="3054,15763" coordsize="466,269">
              <v:shape style="position:absolute;left:3054;top:15763;width:466;height:269" coordorigin="3054,15763" coordsize="466,269" path="m3054,16032l3520,16032,3520,15763,3054,15763,3054,16032e" filled="t" fillcolor="#FFFF00" stroked="f">
                <v:path arrowok="t"/>
                <v:fill/>
              </v:shape>
            </v:group>
            <v:group style="position:absolute;left:3630;top:15763;width:106;height:269" coordorigin="3630,15763" coordsize="106,269">
              <v:shape style="position:absolute;left:3630;top:15763;width:106;height:269" coordorigin="3630,15763" coordsize="106,269" path="m3630,16032l3736,16032,3736,15763,3630,15763,3630,16032e" filled="t" fillcolor="#FFFF00" stroked="f">
                <v:path arrowok="t"/>
                <v:fill/>
              </v:shape>
            </v:group>
            <v:group style="position:absolute;left:4394;top:15763;width:106;height:269" coordorigin="4394,15763" coordsize="106,269">
              <v:shape style="position:absolute;left:4394;top:15763;width:106;height:269" coordorigin="4394,15763" coordsize="106,269" path="m4394,16032l4500,16032,4500,15763,4394,15763,4394,16032e" filled="t" fillcolor="#FFFF00" stroked="f">
                <v:path arrowok="t"/>
                <v:fill/>
              </v:shape>
            </v:group>
            <v:group style="position:absolute;left:3736;top:15763;width:658;height:269" coordorigin="3736,15763" coordsize="658,269">
              <v:shape style="position:absolute;left:3736;top:15763;width:658;height:269" coordorigin="3736,15763" coordsize="658,269" path="m3736,16032l4394,16032,4394,15763,3736,15763,3736,16032e" filled="t" fillcolor="#FFFF00" stroked="f">
                <v:path arrowok="t"/>
                <v:fill/>
              </v:shape>
            </v:group>
            <v:group style="position:absolute;left:4504;top:15763;width:106;height:269" coordorigin="4504,15763" coordsize="106,269">
              <v:shape style="position:absolute;left:4504;top:15763;width:106;height:269" coordorigin="4504,15763" coordsize="106,269" path="m4504,16032l4610,16032,4610,15763,4504,15763,4504,16032e" filled="t" fillcolor="#FFFF00" stroked="f">
                <v:path arrowok="t"/>
                <v:fill/>
              </v:shape>
            </v:group>
            <v:group style="position:absolute;left:5061;top:15763;width:101;height:269" coordorigin="5061,15763" coordsize="101,269">
              <v:shape style="position:absolute;left:5061;top:15763;width:101;height:269" coordorigin="5061,15763" coordsize="101,269" path="m5061,16032l5162,16032,5162,15763,5061,15763,5061,16032e" filled="t" fillcolor="#FFFF00" stroked="f">
                <v:path arrowok="t"/>
                <v:fill/>
              </v:shape>
            </v:group>
            <v:group style="position:absolute;left:4610;top:15763;width:451;height:269" coordorigin="4610,15763" coordsize="451,269">
              <v:shape style="position:absolute;left:4610;top:15763;width:451;height:269" coordorigin="4610,15763" coordsize="451,269" path="m4610,16032l5061,16032,5061,15763,4610,15763,4610,16032e" filled="t" fillcolor="#FFFF00" stroked="f">
                <v:path arrowok="t"/>
                <v:fill/>
              </v:shape>
            </v:group>
            <v:group style="position:absolute;left:5167;top:15763;width:110;height:269" coordorigin="5167,15763" coordsize="110,269">
              <v:shape style="position:absolute;left:5167;top:15763;width:110;height:269" coordorigin="5167,15763" coordsize="110,269" path="m5167,16032l5277,16032,5277,15763,5167,15763,5167,16032e" filled="t" fillcolor="#FFFF00" stroked="f">
                <v:path arrowok="t"/>
                <v:fill/>
              </v:shape>
            </v:group>
            <v:group style="position:absolute;left:5748;top:15763;width:101;height:269" coordorigin="5748,15763" coordsize="101,269">
              <v:shape style="position:absolute;left:5748;top:15763;width:101;height:269" coordorigin="5748,15763" coordsize="101,269" path="m5748,16032l5849,16032,5849,15763,5748,15763,5748,16032e" filled="t" fillcolor="#FFFF00" stroked="f">
                <v:path arrowok="t"/>
                <v:fill/>
              </v:shape>
            </v:group>
            <v:group style="position:absolute;left:5277;top:15763;width:471;height:269" coordorigin="5277,15763" coordsize="471,269">
              <v:shape style="position:absolute;left:5277;top:15763;width:471;height:269" coordorigin="5277,15763" coordsize="471,269" path="m5277,16032l5748,16032,5748,15763,5277,15763,5277,16032e" filled="t" fillcolor="#FFFF00" stroked="f">
                <v:path arrowok="t"/>
                <v:fill/>
              </v:shape>
            </v:group>
            <v:group style="position:absolute;left:5854;top:15763;width:110;height:269" coordorigin="5854,15763" coordsize="110,269">
              <v:shape style="position:absolute;left:5854;top:15763;width:110;height:269" coordorigin="5854,15763" coordsize="110,269" path="m5854,16032l5964,16032,5964,15763,5854,15763,5854,16032e" filled="t" fillcolor="#FFFF00" stroked="f">
                <v:path arrowok="t"/>
                <v:fill/>
              </v:shape>
            </v:group>
            <v:group style="position:absolute;left:6343;top:15763;width:101;height:269" coordorigin="6343,15763" coordsize="101,269">
              <v:shape style="position:absolute;left:6343;top:15763;width:101;height:269" coordorigin="6343,15763" coordsize="101,269" path="m6343,16032l6444,16032,6444,15763,6343,15763,6343,16032e" filled="t" fillcolor="#FFFF00" stroked="f">
                <v:path arrowok="t"/>
                <v:fill/>
              </v:shape>
            </v:group>
            <v:group style="position:absolute;left:5964;top:15763;width:379;height:269" coordorigin="5964,15763" coordsize="379,269">
              <v:shape style="position:absolute;left:5964;top:15763;width:379;height:269" coordorigin="5964,15763" coordsize="379,269" path="m5964,16032l6343,16032,6343,15763,5964,15763,5964,16032e" filled="t" fillcolor="#FFFF00" stroked="f">
                <v:path arrowok="t"/>
                <v:fill/>
              </v:shape>
            </v:group>
            <v:group style="position:absolute;left:6449;top:15763;width:111;height:269" coordorigin="6449,15763" coordsize="111,269">
              <v:shape style="position:absolute;left:6449;top:15763;width:111;height:269" coordorigin="6449,15763" coordsize="111,269" path="m6449,16032l6560,16032,6560,15763,6449,15763,6449,16032e" filled="t" fillcolor="#FFFF00" stroked="f">
                <v:path arrowok="t"/>
                <v:fill/>
              </v:shape>
            </v:group>
            <v:group style="position:absolute;left:7620;top:15763;width:101;height:269" coordorigin="7620,15763" coordsize="101,269">
              <v:shape style="position:absolute;left:7620;top:15763;width:101;height:269" coordorigin="7620,15763" coordsize="101,269" path="m7620,16032l7722,16032,7722,15763,7620,15763,7620,16032e" filled="t" fillcolor="#FFFF00" stroked="f">
                <v:path arrowok="t"/>
                <v:fill/>
              </v:shape>
            </v:group>
            <v:group style="position:absolute;left:6560;top:15763;width:1061;height:269" coordorigin="6560,15763" coordsize="1061,269">
              <v:shape style="position:absolute;left:6560;top:15763;width:1061;height:269" coordorigin="6560,15763" coordsize="1061,269" path="m6560,16032l7620,16032,7620,15763,6560,15763,6560,16032e" filled="t" fillcolor="#FFFF00" stroked="f">
                <v:path arrowok="t"/>
                <v:fill/>
              </v:shape>
            </v:group>
            <v:group style="position:absolute;left:7727;top:15763;width:110;height:269" coordorigin="7727,15763" coordsize="110,269">
              <v:shape style="position:absolute;left:7727;top:15763;width:110;height:269" coordorigin="7727,15763" coordsize="110,269" path="m7727,16032l7837,16032,7837,15763,7727,15763,7727,16032e" filled="t" fillcolor="#FFFF00" stroked="f">
                <v:path arrowok="t"/>
                <v:fill/>
              </v:shape>
            </v:group>
            <v:group style="position:absolute;left:8389;top:15763;width:106;height:269" coordorigin="8389,15763" coordsize="106,269">
              <v:shape style="position:absolute;left:8389;top:15763;width:106;height:269" coordorigin="8389,15763" coordsize="106,269" path="m8389,16032l8495,16032,8495,15763,8389,15763,8389,16032e" filled="t" fillcolor="#FFFF00" stroked="f">
                <v:path arrowok="t"/>
                <v:fill/>
              </v:shape>
            </v:group>
            <v:group style="position:absolute;left:7837;top:15763;width:552;height:269" coordorigin="7837,15763" coordsize="552,269">
              <v:shape style="position:absolute;left:7837;top:15763;width:552;height:269" coordorigin="7837,15763" coordsize="552,269" path="m7837,16032l8389,16032,8389,15763,7837,15763,7837,16032e" filled="t" fillcolor="#FFFF00" stroked="f">
                <v:path arrowok="t"/>
                <v:fill/>
              </v:shape>
            </v:group>
            <v:group style="position:absolute;left:8499;top:15763;width:106;height:269" coordorigin="8499,15763" coordsize="106,269">
              <v:shape style="position:absolute;left:8499;top:15763;width:106;height:269" coordorigin="8499,15763" coordsize="106,269" path="m8499,16032l8605,16032,8605,15763,8499,15763,8499,16032e" filled="t" fillcolor="#FFFF00" stroked="f">
                <v:path arrowok="t"/>
                <v:fill/>
              </v:shape>
            </v:group>
            <v:group style="position:absolute;left:9071;top:15763;width:106;height:269" coordorigin="9071,15763" coordsize="106,269">
              <v:shape style="position:absolute;left:9071;top:15763;width:106;height:269" coordorigin="9071,15763" coordsize="106,269" path="m9071,16032l9177,16032,9177,15763,9071,15763,9071,16032e" filled="t" fillcolor="#FFFF00" stroked="f">
                <v:path arrowok="t"/>
                <v:fill/>
              </v:shape>
            </v:group>
            <v:group style="position:absolute;left:8605;top:15763;width:466;height:269" coordorigin="8605,15763" coordsize="466,269">
              <v:shape style="position:absolute;left:8605;top:15763;width:466;height:269" coordorigin="8605,15763" coordsize="466,269" path="m8605,16032l9071,16032,9071,15763,8605,15763,8605,16032e" filled="t" fillcolor="#FFFF00" stroked="f">
                <v:path arrowok="t"/>
                <v:fill/>
              </v:shape>
            </v:group>
            <v:group style="position:absolute;left:9181;top:15763;width:106;height:269" coordorigin="9181,15763" coordsize="106,269">
              <v:shape style="position:absolute;left:9181;top:15763;width:106;height:269" coordorigin="9181,15763" coordsize="106,269" path="m9181,16032l9287,16032,9287,15763,9181,15763,9181,16032e" filled="t" fillcolor="#FFFF00" stroked="f">
                <v:path arrowok="t"/>
                <v:fill/>
              </v:shape>
            </v:group>
            <v:group style="position:absolute;left:9681;top:15763;width:101;height:269" coordorigin="9681,15763" coordsize="101,269">
              <v:shape style="position:absolute;left:9681;top:15763;width:101;height:269" coordorigin="9681,15763" coordsize="101,269" path="m9681,16032l9781,16032,9781,15763,9681,15763,9681,16032e" filled="t" fillcolor="#FFFF00" stroked="f">
                <v:path arrowok="t"/>
                <v:fill/>
              </v:shape>
            </v:group>
            <v:group style="position:absolute;left:9287;top:15763;width:394;height:269" coordorigin="9287,15763" coordsize="394,269">
              <v:shape style="position:absolute;left:9287;top:15763;width:394;height:269" coordorigin="9287,15763" coordsize="394,269" path="m9287,16032l9681,16032,9681,15763,9287,15763,9287,16032e" filled="t" fillcolor="#FFFF00" stroked="f">
                <v:path arrowok="t"/>
                <v:fill/>
              </v:shape>
            </v:group>
            <v:group style="position:absolute;left:9786;top:15782;width:605;height:2" coordorigin="9786,15782" coordsize="605,2">
              <v:shape style="position:absolute;left:9786;top:15782;width:605;height:2" coordorigin="9786,15782" coordsize="605,0" path="m9786,15782l10391,15782e" filled="f" stroked="t" strokeweight="2.02pt" strokecolor="#FFFF00">
                <v:path arrowok="t"/>
              </v:shape>
            </v:group>
            <v:group style="position:absolute;left:9786;top:15801;width:110;height:230" coordorigin="9786,15801" coordsize="110,230">
              <v:shape style="position:absolute;left:9786;top:15801;width:110;height:230" coordorigin="9786,15801" coordsize="110,230" path="m9786,16032l9897,16032,9897,15801,9786,15801,9786,16032e" filled="t" fillcolor="#FFFF00" stroked="f">
                <v:path arrowok="t"/>
                <v:fill/>
              </v:shape>
            </v:group>
            <v:group style="position:absolute;left:10286;top:15801;width:106;height:230" coordorigin="10286,15801" coordsize="106,230">
              <v:shape style="position:absolute;left:10286;top:15801;width:106;height:230" coordorigin="10286,15801" coordsize="106,230" path="m10286,16032l10392,16032,10392,15801,10286,15801,10286,16032e" filled="t" fillcolor="#FFFF00" stroked="f">
                <v:path arrowok="t"/>
                <v:fill/>
              </v:shape>
            </v:group>
            <v:group style="position:absolute;left:9897;top:15801;width:389;height:230" coordorigin="9897,15801" coordsize="389,230">
              <v:shape style="position:absolute;left:9897;top:15801;width:389;height:230" coordorigin="9897,15801" coordsize="389,230" path="m9897,16032l10286,16032,10286,15801,9897,15801,9897,16032e" filled="t" fillcolor="#FFFF00" stroked="f">
                <v:path arrowok="t"/>
                <v:fill/>
              </v:shape>
            </v:group>
            <v:group style="position:absolute;left:10396;top:15763;width:106;height:269" coordorigin="10396,15763" coordsize="106,269">
              <v:shape style="position:absolute;left:10396;top:15763;width:106;height:269" coordorigin="10396,15763" coordsize="106,269" path="m10396,16032l10502,16032,10502,15763,10396,15763,10396,16032e" filled="t" fillcolor="#FFFF00" stroked="f">
                <v:path arrowok="t"/>
                <v:fill/>
              </v:shape>
            </v:group>
            <v:group style="position:absolute;left:10968;top:15763;width:101;height:269" coordorigin="10968,15763" coordsize="101,269">
              <v:shape style="position:absolute;left:10968;top:15763;width:101;height:269" coordorigin="10968,15763" coordsize="101,269" path="m10968,16032l11068,16032,11068,15763,10968,15763,10968,16032e" filled="t" fillcolor="#FFFF00" stroked="f">
                <v:path arrowok="t"/>
                <v:fill/>
              </v:shape>
            </v:group>
            <v:group style="position:absolute;left:10502;top:15763;width:466;height:269" coordorigin="10502,15763" coordsize="466,269">
              <v:shape style="position:absolute;left:10502;top:15763;width:466;height:269" coordorigin="10502,15763" coordsize="466,269" path="m10502,16032l10968,16032,10968,15763,10502,15763,10502,16032e" filled="t" fillcolor="#FFFF00" stroked="f">
                <v:path arrowok="t"/>
                <v:fill/>
              </v:shape>
            </v:group>
            <v:group style="position:absolute;left:716;top:15758;width:10362;height:2" coordorigin="716,15758" coordsize="10362,2">
              <v:shape style="position:absolute;left:716;top:15758;width:10362;height:2" coordorigin="716,15758" coordsize="10362,0" path="m716,15758l11078,15758e" filled="f" stroked="t" strokeweight=".579980pt" strokecolor="#000000">
                <v:path arrowok="t"/>
              </v:shape>
            </v:group>
            <v:group style="position:absolute;left:716;top:16036;width:10362;height:2" coordorigin="716,16036" coordsize="10362,2">
              <v:shape style="position:absolute;left:716;top:16036;width:10362;height:2" coordorigin="716,16036" coordsize="10362,0" path="m716,16036l11078,16036e" filled="f" stroked="t" strokeweight=".5800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9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5" w:after="0" w:line="180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2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4.744125pt;margin-top:-54.846119pt;width:47.12pt;height:50.509762pt;mso-position-horizontal-relative:page;mso-position-vertical-relative:paragraph;z-index:-4389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9" w:after="0" w:line="160" w:lineRule="exact"/>
                    <w:jc w:val="left"/>
                    <w:rPr>
                      <w:sz w:val="16"/>
                      <w:szCs w:val="16"/>
                    </w:rPr>
                  </w:pPr>
                  <w:rPr/>
                  <w:r>
                    <w:rPr>
                      <w:sz w:val="16"/>
                      <w:szCs w:val="16"/>
                    </w:rPr>
                  </w:r>
                </w:p>
                <w:p>
                  <w:pPr>
                    <w:spacing w:before="0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%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of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/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3.164124pt;margin-top:-65.830917pt;width:56.75pt;height:61.494563pt;mso-position-horizontal-relative:page;mso-position-vertical-relative:paragraph;z-index:-4388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716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FP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2" w:after="0" w:line="100" w:lineRule="exact"/>
                    <w:jc w:val="left"/>
                    <w:rPr>
                      <w:sz w:val="10"/>
                      <w:szCs w:val="10"/>
                    </w:rPr>
                  </w:pPr>
                  <w:rPr/>
                  <w:r>
                    <w:rPr>
                      <w:sz w:val="10"/>
                      <w:szCs w:val="10"/>
                    </w:rPr>
                  </w:r>
                </w:p>
                <w:p>
                  <w:pPr>
                    <w:spacing w:before="0" w:after="0" w:line="246" w:lineRule="auto"/>
                    <w:ind w:left="20" w:right="-38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5"/>
                      <w:w w:val="100"/>
                      <w:b/>
                      <w:bCs/>
                    </w:rPr>
                    <w:t>b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(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bi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)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0.234131pt;margin-top:-47.460358pt;width:13.04pt;height:43.124002pt;mso-position-horizontal-relative:page;mso-position-vertical-relative:paragraph;z-index:-4387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74.574127pt;margin-top:-59.670601pt;width:42.56pt;height:55.334243pt;mso-position-horizontal-relative:page;mso-position-vertical-relative:paragraph;z-index:-4386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7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78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uin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W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orm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67.954132pt;margin-top:-44.35812pt;width:13.04pt;height:40.021762pt;mso-position-horizontal-relative:page;mso-position-vertical-relative:paragraph;z-index:-4385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4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06.624115pt;margin-top:-49.149479pt;width:13.04pt;height:44.813122pt;mso-position-horizontal-relative:page;mso-position-vertical-relative:paragraph;z-index:-4384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40.724121pt;margin-top:-60.929161pt;width:13.04pt;height:56.592803pt;mso-position-horizontal-relative:page;mso-position-vertical-relative:paragraph;z-index:-4383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ningi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71.204132pt;margin-top:-28.870859pt;width:13.04pt;height:24.534501pt;mso-position-horizontal-relative:page;mso-position-vertical-relative:paragraph;z-index:-4382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NNT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1.474121pt;margin-top:-49.28196pt;width:47.12pt;height:44.945602pt;mso-position-horizontal-relative:page;mso-position-vertical-relative:paragraph;z-index:-4381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6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5" w:after="0" w:line="160" w:lineRule="exact"/>
                    <w:jc w:val="left"/>
                    <w:rPr>
                      <w:sz w:val="16"/>
                      <w:szCs w:val="16"/>
                    </w:rPr>
                  </w:pPr>
                  <w:rPr/>
                  <w:r>
                    <w:rPr>
                      <w:sz w:val="16"/>
                      <w:szCs w:val="16"/>
                    </w:rPr>
                  </w:r>
                </w:p>
                <w:p>
                  <w:pPr>
                    <w:spacing w:before="0" w:after="0" w:line="240" w:lineRule="auto"/>
                    <w:ind w:left="20" w:right="-58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oid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11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F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v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260" w:val="left"/>
          <w:tab w:pos="5960" w:val="left"/>
          <w:tab w:pos="666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2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2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208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156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3900" w:val="left"/>
          <w:tab w:pos="4680" w:val="left"/>
          <w:tab w:pos="5260" w:val="left"/>
          <w:tab w:pos="5960" w:val="left"/>
          <w:tab w:pos="666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66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260" w:val="left"/>
          <w:tab w:pos="5960" w:val="left"/>
          <w:tab w:pos="666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62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2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4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38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6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3900" w:val="left"/>
          <w:tab w:pos="4680" w:val="left"/>
          <w:tab w:pos="52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117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2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2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269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2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264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2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72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3900" w:val="left"/>
          <w:tab w:pos="4680" w:val="left"/>
          <w:tab w:pos="52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252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3900" w:val="left"/>
          <w:tab w:pos="4680" w:val="left"/>
          <w:tab w:pos="5140" w:val="left"/>
          <w:tab w:pos="5960" w:val="left"/>
          <w:tab w:pos="6660" w:val="left"/>
          <w:tab w:pos="8020" w:val="left"/>
          <w:tab w:pos="858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66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66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24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136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3900" w:val="left"/>
          <w:tab w:pos="4680" w:val="left"/>
          <w:tab w:pos="5260" w:val="left"/>
          <w:tab w:pos="5960" w:val="left"/>
          <w:tab w:pos="666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76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4" w:after="0" w:line="240" w:lineRule="auto"/>
        <w:ind w:left="566" w:right="-20"/>
        <w:jc w:val="left"/>
        <w:tabs>
          <w:tab w:pos="2340" w:val="left"/>
          <w:tab w:pos="3140" w:val="left"/>
          <w:tab w:pos="3900" w:val="left"/>
          <w:tab w:pos="4680" w:val="left"/>
          <w:tab w:pos="5360" w:val="left"/>
          <w:tab w:pos="5960" w:val="left"/>
          <w:tab w:pos="6660" w:val="left"/>
          <w:tab w:pos="790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2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31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6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44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1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90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127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3900" w:val="left"/>
          <w:tab w:pos="4680" w:val="left"/>
          <w:tab w:pos="5260" w:val="left"/>
          <w:tab w:pos="5960" w:val="left"/>
          <w:tab w:pos="6900" w:val="left"/>
          <w:tab w:pos="7900" w:val="left"/>
          <w:tab w:pos="8700" w:val="left"/>
          <w:tab w:pos="9300" w:val="left"/>
          <w:tab w:pos="9900" w:val="left"/>
          <w:tab w:pos="103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214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278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3900" w:val="left"/>
          <w:tab w:pos="4680" w:val="left"/>
          <w:tab w:pos="5360" w:val="left"/>
          <w:tab w:pos="5960" w:val="left"/>
          <w:tab w:pos="666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666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4020" w:val="left"/>
          <w:tab w:pos="4680" w:val="left"/>
          <w:tab w:pos="53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40" w:val="left"/>
          <w:tab w:pos="3140" w:val="left"/>
          <w:tab w:pos="3900" w:val="left"/>
          <w:tab w:pos="4680" w:val="left"/>
          <w:tab w:pos="5260" w:val="left"/>
          <w:tab w:pos="5960" w:val="left"/>
          <w:tab w:pos="7020" w:val="left"/>
          <w:tab w:pos="8020" w:val="left"/>
          <w:tab w:pos="8700" w:val="left"/>
          <w:tab w:pos="9300" w:val="left"/>
          <w:tab w:pos="9900" w:val="left"/>
          <w:tab w:pos="105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300" w:top="580" w:bottom="580" w:left="260" w:right="84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3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94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1208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2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2954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323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3023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8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44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547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22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620" w:bottom="50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10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3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3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2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547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8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30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70" w:after="0" w:line="240" w:lineRule="auto"/>
              <w:ind w:left="331" w:right="45" w:firstLine="-2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1347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16416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3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70" w:after="0" w:line="240" w:lineRule="auto"/>
              <w:ind w:left="417" w:right="45" w:firstLine="-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268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0" w:after="0" w:line="240" w:lineRule="auto"/>
              <w:ind w:left="321" w:right="51" w:firstLine="2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78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3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70" w:after="0" w:line="240" w:lineRule="auto"/>
              <w:ind w:left="249" w:right="48" w:firstLine="13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77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70" w:after="0" w:line="240" w:lineRule="auto"/>
              <w:ind w:left="316" w:right="46" w:firstLine="-2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1884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</w:tbl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69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620" w:bottom="50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4396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2015-12-10T13:38:09Z</dcterms:created>
  <dcterms:modified xsi:type="dcterms:W3CDTF">2015-12-10T13:38:09Z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2015-05-22T00:00:00Z</vt:filetime>
  </property>
  <property fmtid="{D5CDD505-2E9C-101B-9397-08002B2CF9AE}" pid="3" name="LastSaved">
    <vt:filetime>2015-12-10T00:00:00Z</vt:filetime>
  </property>
</Properties>
</file>